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543EA" w14:textId="77777777" w:rsidR="004640BE" w:rsidRDefault="004640BE" w:rsidP="008B1A5F">
      <w:pPr>
        <w:pStyle w:val="berschrift1"/>
        <w:rPr>
          <w:lang w:val="en-US"/>
        </w:rPr>
      </w:pPr>
    </w:p>
    <w:p w14:paraId="2FBA22E9" w14:textId="63ABCD83" w:rsidR="004640BE" w:rsidRDefault="004640BE" w:rsidP="004640BE">
      <w:pPr>
        <w:rPr>
          <w:lang w:val="en-US"/>
        </w:rPr>
      </w:pPr>
    </w:p>
    <w:p w14:paraId="50F801D7" w14:textId="185C7C74" w:rsidR="004640BE" w:rsidRDefault="00CD54BF" w:rsidP="004640BE">
      <w:pPr>
        <w:rPr>
          <w:lang w:val="en-US"/>
        </w:rPr>
      </w:pPr>
      <w:proofErr w:type="spellStart"/>
      <w:r w:rsidRPr="00CD54BF">
        <w:rPr>
          <w:rStyle w:val="Fett"/>
          <w:b/>
          <w:bCs/>
          <w:sz w:val="48"/>
          <w:szCs w:val="48"/>
        </w:rPr>
        <w:t>Beispiel</w:t>
      </w:r>
      <w:proofErr w:type="spellEnd"/>
      <w:r w:rsidRPr="00CD54BF">
        <w:rPr>
          <w:rStyle w:val="Fett"/>
          <w:b/>
          <w:bCs/>
          <w:sz w:val="48"/>
          <w:szCs w:val="48"/>
        </w:rPr>
        <w:t xml:space="preserve"> </w:t>
      </w:r>
      <w:proofErr w:type="spellStart"/>
      <w:r w:rsidRPr="00CD54BF">
        <w:rPr>
          <w:rStyle w:val="Fett"/>
          <w:b/>
          <w:bCs/>
          <w:sz w:val="48"/>
          <w:szCs w:val="48"/>
        </w:rPr>
        <w:t>eine</w:t>
      </w:r>
      <w:r w:rsidR="00D67D75">
        <w:rPr>
          <w:rStyle w:val="Fett"/>
          <w:b/>
          <w:bCs/>
          <w:sz w:val="48"/>
          <w:szCs w:val="48"/>
        </w:rPr>
        <w:t>r</w:t>
      </w:r>
      <w:proofErr w:type="spellEnd"/>
      <w:r w:rsidRPr="00CD54BF">
        <w:rPr>
          <w:rStyle w:val="Fett"/>
          <w:b/>
          <w:bCs/>
          <w:sz w:val="48"/>
          <w:szCs w:val="48"/>
        </w:rPr>
        <w:t xml:space="preserve"> </w:t>
      </w:r>
      <w:proofErr w:type="spellStart"/>
      <w:r w:rsidRPr="00CD54BF">
        <w:rPr>
          <w:rStyle w:val="Fett"/>
          <w:b/>
          <w:bCs/>
          <w:sz w:val="48"/>
          <w:szCs w:val="48"/>
        </w:rPr>
        <w:t>Angebotsanfrage</w:t>
      </w:r>
      <w:proofErr w:type="spellEnd"/>
    </w:p>
    <w:p w14:paraId="3F4BA2A3" w14:textId="77777777" w:rsidR="004640BE" w:rsidRDefault="004640BE" w:rsidP="004640BE">
      <w:pPr>
        <w:rPr>
          <w:lang w:val="en-US"/>
        </w:rPr>
      </w:pPr>
    </w:p>
    <w:p w14:paraId="1746B7AC" w14:textId="77777777" w:rsidR="004640BE" w:rsidRDefault="004640BE" w:rsidP="004640BE">
      <w:pPr>
        <w:rPr>
          <w:lang w:val="en-US"/>
        </w:rPr>
      </w:pPr>
    </w:p>
    <w:p w14:paraId="1360CF3F" w14:textId="0CEB49E9" w:rsidR="004640BE" w:rsidRPr="007C0623" w:rsidRDefault="004640BE" w:rsidP="00283C38">
      <w:pPr>
        <w:pStyle w:val="Sub-HeadlineFrontPage"/>
      </w:pPr>
      <w:bookmarkStart w:id="0" w:name="_Hlk96697982"/>
      <w:r>
        <w:rPr>
          <w:b/>
        </w:rPr>
        <w:t>G</w:t>
      </w:r>
      <w:r w:rsidR="00283C38">
        <w:rPr>
          <w:b/>
        </w:rPr>
        <w:t>EAR</w:t>
      </w:r>
      <w:r>
        <w:rPr>
          <w:b/>
        </w:rPr>
        <w:t xml:space="preserve">@SME: </w:t>
      </w:r>
      <w:r w:rsidRPr="001D3AB1">
        <w:rPr>
          <w:b/>
        </w:rPr>
        <w:t>G</w:t>
      </w:r>
      <w:r w:rsidRPr="001D3AB1">
        <w:t xml:space="preserve">enerate </w:t>
      </w:r>
      <w:r w:rsidR="00C74B37">
        <w:rPr>
          <w:b/>
        </w:rPr>
        <w:t>E</w:t>
      </w:r>
      <w:r w:rsidRPr="001D3AB1">
        <w:t xml:space="preserve">nergy-efficient </w:t>
      </w:r>
      <w:r w:rsidR="00C74B37">
        <w:rPr>
          <w:b/>
        </w:rPr>
        <w:t>A</w:t>
      </w:r>
      <w:r w:rsidRPr="001D3AB1">
        <w:t xml:space="preserve">cting and </w:t>
      </w:r>
      <w:r w:rsidR="00C74B37">
        <w:rPr>
          <w:b/>
        </w:rPr>
        <w:t>R</w:t>
      </w:r>
      <w:r w:rsidRPr="001D3AB1">
        <w:t xml:space="preserve">esults at </w:t>
      </w:r>
      <w:r w:rsidRPr="001D3AB1">
        <w:rPr>
          <w:b/>
        </w:rPr>
        <w:t>S</w:t>
      </w:r>
      <w:r w:rsidRPr="001D3AB1">
        <w:t xml:space="preserve">mall and </w:t>
      </w:r>
      <w:r w:rsidRPr="001D3AB1">
        <w:rPr>
          <w:b/>
        </w:rPr>
        <w:t>M</w:t>
      </w:r>
      <w:r w:rsidRPr="001D3AB1">
        <w:t xml:space="preserve">edium-size </w:t>
      </w:r>
      <w:r w:rsidRPr="001D3AB1">
        <w:rPr>
          <w:b/>
        </w:rPr>
        <w:t>E</w:t>
      </w:r>
      <w:r w:rsidRPr="001D3AB1">
        <w:t>nterprises</w:t>
      </w:r>
    </w:p>
    <w:bookmarkEnd w:id="0"/>
    <w:p w14:paraId="537A3C1C" w14:textId="35EA33AE" w:rsidR="004640BE" w:rsidRDefault="004640BE" w:rsidP="004640BE"/>
    <w:p w14:paraId="74CD5BB2" w14:textId="33B2B5D4" w:rsidR="004640BE" w:rsidRDefault="004640BE" w:rsidP="004640BE"/>
    <w:p w14:paraId="69F64747" w14:textId="281950A7" w:rsidR="004640BE" w:rsidRDefault="004640BE" w:rsidP="004640BE"/>
    <w:p w14:paraId="6E37D2AF" w14:textId="77777777" w:rsidR="004640BE" w:rsidRPr="004640BE" w:rsidRDefault="004640BE" w:rsidP="004640BE"/>
    <w:p w14:paraId="58F09D78" w14:textId="54111825" w:rsidR="00263CEA" w:rsidRDefault="00263CEA" w:rsidP="00263CEA">
      <w:pPr>
        <w:rPr>
          <w:lang w:val="en-US"/>
        </w:rPr>
      </w:pPr>
      <w:r w:rsidRPr="00F96C8B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D5E9AD" wp14:editId="26724699">
                <wp:simplePos x="0" y="0"/>
                <wp:positionH relativeFrom="column">
                  <wp:posOffset>-5715</wp:posOffset>
                </wp:positionH>
                <wp:positionV relativeFrom="paragraph">
                  <wp:posOffset>355353</wp:posOffset>
                </wp:positionV>
                <wp:extent cx="5838825" cy="1404620"/>
                <wp:effectExtent l="0" t="0" r="28575" b="158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3AA0CF" w14:textId="24DFE51C" w:rsidR="00263CEA" w:rsidRDefault="00283C38" w:rsidP="00263CEA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Erstellt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von</w:t>
                            </w:r>
                            <w:r w:rsidR="00263CEA">
                              <w:rPr>
                                <w:lang w:val="en-US"/>
                              </w:rPr>
                              <w:t xml:space="preserve"> Peter </w:t>
                            </w:r>
                            <w:proofErr w:type="spellStart"/>
                            <w:r w:rsidR="00263CEA">
                              <w:rPr>
                                <w:lang w:val="en-US"/>
                              </w:rPr>
                              <w:t>Wolbert</w:t>
                            </w:r>
                            <w:proofErr w:type="spellEnd"/>
                            <w:r w:rsidR="00263CEA">
                              <w:rPr>
                                <w:lang w:val="en-US"/>
                              </w:rPr>
                              <w:t xml:space="preserve"> (ENGIE) and Merle Gormley (ENGIE) f</w:t>
                            </w:r>
                            <w:r>
                              <w:rPr>
                                <w:lang w:val="en-US"/>
                              </w:rPr>
                              <w:t>ür</w:t>
                            </w:r>
                            <w:r w:rsidR="00263CEA">
                              <w:rPr>
                                <w:lang w:val="en-US"/>
                              </w:rPr>
                              <w:t xml:space="preserve"> ‘</w:t>
                            </w:r>
                            <w:r w:rsidR="00263CEA" w:rsidRPr="00F15D07">
                              <w:rPr>
                                <w:i/>
                                <w:iCs/>
                                <w:lang w:val="en-US"/>
                              </w:rPr>
                              <w:t xml:space="preserve">The </w:t>
                            </w:r>
                            <w:proofErr w:type="spellStart"/>
                            <w:r w:rsidR="00263CEA">
                              <w:rPr>
                                <w:i/>
                                <w:iCs/>
                                <w:lang w:val="en-US"/>
                              </w:rPr>
                              <w:t>Q</w:t>
                            </w:r>
                            <w:r w:rsidR="00263CEA" w:rsidRPr="00F15D07">
                              <w:rPr>
                                <w:i/>
                                <w:iCs/>
                                <w:lang w:val="en-US"/>
                              </w:rPr>
                              <w:t>uickstartguide</w:t>
                            </w:r>
                            <w:proofErr w:type="spellEnd"/>
                            <w:r w:rsidR="00263CEA" w:rsidRPr="00F15D07">
                              <w:rPr>
                                <w:i/>
                                <w:iCs/>
                                <w:lang w:val="en-US"/>
                              </w:rPr>
                              <w:t xml:space="preserve">: </w:t>
                            </w:r>
                            <w:proofErr w:type="spellStart"/>
                            <w:r w:rsidR="00263CEA" w:rsidRPr="00F15D07">
                              <w:rPr>
                                <w:i/>
                                <w:iCs/>
                                <w:lang w:val="en-US"/>
                              </w:rPr>
                              <w:t>Sustainabale</w:t>
                            </w:r>
                            <w:proofErr w:type="spellEnd"/>
                            <w:r w:rsidR="00263CEA" w:rsidRPr="00F15D07">
                              <w:rPr>
                                <w:i/>
                                <w:iCs/>
                                <w:lang w:val="en-US"/>
                              </w:rPr>
                              <w:t xml:space="preserve"> Energy Measures on Business Parks</w:t>
                            </w:r>
                            <w:r w:rsidR="00263CEA">
                              <w:rPr>
                                <w:lang w:val="en-US"/>
                              </w:rPr>
                              <w:t xml:space="preserve">’ (2016). </w:t>
                            </w:r>
                          </w:p>
                          <w:p w14:paraId="2537F440" w14:textId="699CB8F1" w:rsidR="00263CEA" w:rsidRPr="00283C38" w:rsidRDefault="00283C38" w:rsidP="00263CEA">
                            <w:pPr>
                              <w:rPr>
                                <w:lang w:val="de-DE"/>
                              </w:rPr>
                            </w:pPr>
                            <w:r w:rsidRPr="00283C38">
                              <w:rPr>
                                <w:lang w:val="de-DE"/>
                              </w:rPr>
                              <w:t>Von Noortje Bonenkamp (TNO), Elin Svensson (CIT) und Vincent Kamphuis (TNO) ins</w:t>
                            </w:r>
                            <w:r>
                              <w:rPr>
                                <w:lang w:val="de-DE"/>
                              </w:rPr>
                              <w:t xml:space="preserve"> Englische übersetzt und für das GEAR@SME Project (2022) angepasst. </w:t>
                            </w:r>
                            <w:r w:rsidRPr="009F38D6">
                              <w:t xml:space="preserve">Deutsch </w:t>
                            </w:r>
                            <w:proofErr w:type="spellStart"/>
                            <w:r w:rsidRPr="009F38D6">
                              <w:t>übersetzt</w:t>
                            </w:r>
                            <w:proofErr w:type="spellEnd"/>
                            <w:r w:rsidRPr="009F38D6">
                              <w:t xml:space="preserve"> von Julie Silvestre (BEA).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1D5E9A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45pt;margin-top:28pt;width:459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">
                <v:textbox style="mso-fit-shape-to-text:t">
                  <w:txbxContent>
                    <w:p w14:paraId="353AA0CF" w14:textId="24DFE51C" w:rsidR="00263CEA" w:rsidRDefault="00283C38" w:rsidP="00263CEA">
                      <w:pPr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Erstellt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von</w:t>
                      </w:r>
                      <w:r w:rsidR="00263CEA">
                        <w:rPr>
                          <w:lang w:val="en-US"/>
                        </w:rPr>
                        <w:t xml:space="preserve"> Peter </w:t>
                      </w:r>
                      <w:proofErr w:type="spellStart"/>
                      <w:r w:rsidR="00263CEA">
                        <w:rPr>
                          <w:lang w:val="en-US"/>
                        </w:rPr>
                        <w:t>Wolbert</w:t>
                      </w:r>
                      <w:proofErr w:type="spellEnd"/>
                      <w:r w:rsidR="00263CEA">
                        <w:rPr>
                          <w:lang w:val="en-US"/>
                        </w:rPr>
                        <w:t xml:space="preserve"> (ENGIE) and Merle Gormley (ENGIE) f</w:t>
                      </w:r>
                      <w:r>
                        <w:rPr>
                          <w:lang w:val="en-US"/>
                        </w:rPr>
                        <w:t>ür</w:t>
                      </w:r>
                      <w:r w:rsidR="00263CEA">
                        <w:rPr>
                          <w:lang w:val="en-US"/>
                        </w:rPr>
                        <w:t xml:space="preserve"> ‘</w:t>
                      </w:r>
                      <w:r w:rsidR="00263CEA" w:rsidRPr="00F15D07">
                        <w:rPr>
                          <w:i/>
                          <w:iCs/>
                          <w:lang w:val="en-US"/>
                        </w:rPr>
                        <w:t xml:space="preserve">The </w:t>
                      </w:r>
                      <w:proofErr w:type="spellStart"/>
                      <w:r w:rsidR="00263CEA">
                        <w:rPr>
                          <w:i/>
                          <w:iCs/>
                          <w:lang w:val="en-US"/>
                        </w:rPr>
                        <w:t>Q</w:t>
                      </w:r>
                      <w:r w:rsidR="00263CEA" w:rsidRPr="00F15D07">
                        <w:rPr>
                          <w:i/>
                          <w:iCs/>
                          <w:lang w:val="en-US"/>
                        </w:rPr>
                        <w:t>uickstartguide</w:t>
                      </w:r>
                      <w:proofErr w:type="spellEnd"/>
                      <w:r w:rsidR="00263CEA" w:rsidRPr="00F15D07">
                        <w:rPr>
                          <w:i/>
                          <w:iCs/>
                          <w:lang w:val="en-US"/>
                        </w:rPr>
                        <w:t xml:space="preserve">: </w:t>
                      </w:r>
                      <w:proofErr w:type="spellStart"/>
                      <w:r w:rsidR="00263CEA" w:rsidRPr="00F15D07">
                        <w:rPr>
                          <w:i/>
                          <w:iCs/>
                          <w:lang w:val="en-US"/>
                        </w:rPr>
                        <w:t>Sustainabale</w:t>
                      </w:r>
                      <w:proofErr w:type="spellEnd"/>
                      <w:r w:rsidR="00263CEA" w:rsidRPr="00F15D07">
                        <w:rPr>
                          <w:i/>
                          <w:iCs/>
                          <w:lang w:val="en-US"/>
                        </w:rPr>
                        <w:t xml:space="preserve"> Energy Measures on Business Parks</w:t>
                      </w:r>
                      <w:r w:rsidR="00263CEA">
                        <w:rPr>
                          <w:lang w:val="en-US"/>
                        </w:rPr>
                        <w:t xml:space="preserve">’ (2016). </w:t>
                      </w:r>
                    </w:p>
                    <w:p w14:paraId="2537F440" w14:textId="699CB8F1" w:rsidR="00263CEA" w:rsidRPr="00283C38" w:rsidRDefault="00283C38" w:rsidP="00263CEA">
                      <w:pPr>
                        <w:rPr>
                          <w:lang w:val="de-DE"/>
                        </w:rPr>
                      </w:pPr>
                      <w:r w:rsidRPr="00283C38">
                        <w:rPr>
                          <w:lang w:val="de-DE"/>
                        </w:rPr>
                        <w:t>Von Noortje Bonenkamp (TNO), Elin Svensson (CIT) und Vincent Kamphuis (TNO) ins</w:t>
                      </w:r>
                      <w:r>
                        <w:rPr>
                          <w:lang w:val="de-DE"/>
                        </w:rPr>
                        <w:t xml:space="preserve"> Englische übersetzt und für das GEAR@SME Project (2022) angepasst. </w:t>
                      </w:r>
                      <w:r w:rsidRPr="009F38D6">
                        <w:t xml:space="preserve">Deutsch </w:t>
                      </w:r>
                      <w:proofErr w:type="spellStart"/>
                      <w:r w:rsidRPr="009F38D6">
                        <w:t>übersetzt</w:t>
                      </w:r>
                      <w:proofErr w:type="spellEnd"/>
                      <w:r w:rsidRPr="009F38D6">
                        <w:t xml:space="preserve"> von Julie Silvestre (BEA).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419B1BD" w14:textId="28C46605" w:rsidR="004640BE" w:rsidRDefault="004640BE" w:rsidP="00263CEA">
      <w:pPr>
        <w:rPr>
          <w:lang w:val="en-US"/>
        </w:rPr>
      </w:pPr>
    </w:p>
    <w:p w14:paraId="2D8665FE" w14:textId="4BF94C20" w:rsidR="004640BE" w:rsidRDefault="004640BE" w:rsidP="004640BE">
      <w:pPr>
        <w:pStyle w:val="Inhaltsverzeichnisberschrift"/>
        <w:rPr>
          <w:rFonts w:ascii="Noto Sans" w:eastAsia="Calibri" w:hAnsi="Noto Sans" w:cs="Times New Roman"/>
          <w:color w:val="auto"/>
          <w:sz w:val="22"/>
          <w:szCs w:val="24"/>
        </w:rPr>
      </w:pPr>
    </w:p>
    <w:sdt>
      <w:sdtPr>
        <w:rPr>
          <w:rFonts w:ascii="Noto Sans" w:eastAsia="Calibri" w:hAnsi="Noto Sans" w:cs="Times New Roman"/>
          <w:color w:val="auto"/>
          <w:sz w:val="22"/>
          <w:szCs w:val="24"/>
        </w:rPr>
        <w:id w:val="-185571305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4291ABB" w14:textId="4135AC03" w:rsidR="004640BE" w:rsidRDefault="00283C38" w:rsidP="004640BE">
          <w:pPr>
            <w:pStyle w:val="Inhaltsverzeichnisberschrift"/>
          </w:pPr>
          <w:proofErr w:type="spellStart"/>
          <w:r>
            <w:t>Inhalt</w:t>
          </w:r>
          <w:proofErr w:type="spellEnd"/>
        </w:p>
        <w:p w14:paraId="0B0EFD9C" w14:textId="35488A97" w:rsidR="004732C1" w:rsidRDefault="004640BE">
          <w:pPr>
            <w:pStyle w:val="Verzeichnis1"/>
            <w:rPr>
              <w:rFonts w:asciiTheme="minorHAnsi" w:eastAsiaTheme="minorEastAsia" w:hAnsiTheme="minorHAnsi" w:cstheme="minorBidi"/>
              <w:noProof/>
              <w:szCs w:val="22"/>
              <w:lang w:val="de-D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3066863" w:history="1">
            <w:r w:rsidR="004732C1" w:rsidRPr="00AC3F3A">
              <w:rPr>
                <w:rStyle w:val="Hyperlink"/>
                <w:noProof/>
                <w:lang w:val="de-DE"/>
              </w:rPr>
              <w:t>1  Einleitung</w:t>
            </w:r>
            <w:r w:rsidR="004732C1">
              <w:rPr>
                <w:noProof/>
                <w:webHidden/>
              </w:rPr>
              <w:tab/>
            </w:r>
            <w:r w:rsidR="004732C1">
              <w:rPr>
                <w:noProof/>
                <w:webHidden/>
              </w:rPr>
              <w:fldChar w:fldCharType="begin"/>
            </w:r>
            <w:r w:rsidR="004732C1">
              <w:rPr>
                <w:noProof/>
                <w:webHidden/>
              </w:rPr>
              <w:instrText xml:space="preserve"> PAGEREF _Toc103066863 \h </w:instrText>
            </w:r>
            <w:r w:rsidR="004732C1">
              <w:rPr>
                <w:noProof/>
                <w:webHidden/>
              </w:rPr>
            </w:r>
            <w:r w:rsidR="004732C1">
              <w:rPr>
                <w:noProof/>
                <w:webHidden/>
              </w:rPr>
              <w:fldChar w:fldCharType="separate"/>
            </w:r>
            <w:r w:rsidR="004732C1">
              <w:rPr>
                <w:noProof/>
                <w:webHidden/>
              </w:rPr>
              <w:t>2</w:t>
            </w:r>
            <w:r w:rsidR="004732C1">
              <w:rPr>
                <w:noProof/>
                <w:webHidden/>
              </w:rPr>
              <w:fldChar w:fldCharType="end"/>
            </w:r>
          </w:hyperlink>
        </w:p>
        <w:p w14:paraId="592401A4" w14:textId="63076320" w:rsidR="004732C1" w:rsidRDefault="00CE30FB">
          <w:pPr>
            <w:pStyle w:val="Verzeichnis1"/>
            <w:rPr>
              <w:rFonts w:asciiTheme="minorHAnsi" w:eastAsiaTheme="minorEastAsia" w:hAnsiTheme="minorHAnsi" w:cstheme="minorBidi"/>
              <w:noProof/>
              <w:szCs w:val="22"/>
              <w:lang w:val="de-DE"/>
            </w:rPr>
          </w:pPr>
          <w:hyperlink w:anchor="_Toc103066864" w:history="1">
            <w:r w:rsidR="004732C1" w:rsidRPr="00AC3F3A">
              <w:rPr>
                <w:rStyle w:val="Hyperlink"/>
                <w:noProof/>
                <w:lang w:val="de-DE"/>
              </w:rPr>
              <w:t>2  Beispiel einer Angebotsanfrage</w:t>
            </w:r>
            <w:r w:rsidR="004732C1">
              <w:rPr>
                <w:noProof/>
                <w:webHidden/>
              </w:rPr>
              <w:tab/>
            </w:r>
            <w:r w:rsidR="004732C1">
              <w:rPr>
                <w:noProof/>
                <w:webHidden/>
              </w:rPr>
              <w:fldChar w:fldCharType="begin"/>
            </w:r>
            <w:r w:rsidR="004732C1">
              <w:rPr>
                <w:noProof/>
                <w:webHidden/>
              </w:rPr>
              <w:instrText xml:space="preserve"> PAGEREF _Toc103066864 \h </w:instrText>
            </w:r>
            <w:r w:rsidR="004732C1">
              <w:rPr>
                <w:noProof/>
                <w:webHidden/>
              </w:rPr>
            </w:r>
            <w:r w:rsidR="004732C1">
              <w:rPr>
                <w:noProof/>
                <w:webHidden/>
              </w:rPr>
              <w:fldChar w:fldCharType="separate"/>
            </w:r>
            <w:r w:rsidR="004732C1">
              <w:rPr>
                <w:noProof/>
                <w:webHidden/>
              </w:rPr>
              <w:t>3</w:t>
            </w:r>
            <w:r w:rsidR="004732C1">
              <w:rPr>
                <w:noProof/>
                <w:webHidden/>
              </w:rPr>
              <w:fldChar w:fldCharType="end"/>
            </w:r>
          </w:hyperlink>
        </w:p>
        <w:p w14:paraId="660B9B7E" w14:textId="555FE4B7" w:rsidR="004640BE" w:rsidRPr="004640BE" w:rsidRDefault="004640BE" w:rsidP="004640BE">
          <w:r>
            <w:rPr>
              <w:b/>
              <w:bCs/>
            </w:rPr>
            <w:fldChar w:fldCharType="end"/>
          </w:r>
        </w:p>
      </w:sdtContent>
    </w:sdt>
    <w:p w14:paraId="02B3A6CB" w14:textId="77777777" w:rsidR="004640BE" w:rsidRDefault="004640BE">
      <w:pPr>
        <w:spacing w:after="0" w:line="240" w:lineRule="auto"/>
        <w:jc w:val="left"/>
        <w:rPr>
          <w:rFonts w:eastAsia="Times New Roman"/>
          <w:bCs/>
          <w:iCs/>
          <w:sz w:val="28"/>
          <w:szCs w:val="28"/>
          <w:lang w:val="en-US"/>
        </w:rPr>
      </w:pPr>
      <w:r>
        <w:rPr>
          <w:lang w:val="en-US"/>
        </w:rPr>
        <w:br w:type="page"/>
      </w:r>
    </w:p>
    <w:p w14:paraId="2642CC3E" w14:textId="42B53B8A" w:rsidR="004640BE" w:rsidRPr="00D67D75" w:rsidRDefault="004640BE" w:rsidP="004640BE">
      <w:pPr>
        <w:pStyle w:val="Titel2"/>
        <w:rPr>
          <w:lang w:val="de-DE"/>
        </w:rPr>
      </w:pPr>
      <w:bookmarkStart w:id="1" w:name="_Toc96694478"/>
      <w:bookmarkStart w:id="2" w:name="_Toc103066863"/>
      <w:proofErr w:type="gramStart"/>
      <w:r w:rsidRPr="00D67D75">
        <w:rPr>
          <w:lang w:val="de-DE"/>
        </w:rPr>
        <w:lastRenderedPageBreak/>
        <w:t xml:space="preserve">1  </w:t>
      </w:r>
      <w:bookmarkEnd w:id="1"/>
      <w:r w:rsidR="00283C38" w:rsidRPr="00D67D75">
        <w:rPr>
          <w:lang w:val="de-DE"/>
        </w:rPr>
        <w:t>Einleitung</w:t>
      </w:r>
      <w:bookmarkEnd w:id="2"/>
      <w:proofErr w:type="gramEnd"/>
    </w:p>
    <w:p w14:paraId="010F5325" w14:textId="08F9B8BD" w:rsidR="009534F8" w:rsidRDefault="009534F8" w:rsidP="00303BC3">
      <w:pPr>
        <w:rPr>
          <w:lang w:val="de-DE"/>
        </w:rPr>
      </w:pPr>
      <w:bookmarkStart w:id="3" w:name="_Hlk103084264"/>
      <w:r w:rsidRPr="009534F8">
        <w:rPr>
          <w:lang w:val="de-DE"/>
        </w:rPr>
        <w:t xml:space="preserve">Die </w:t>
      </w:r>
      <w:r w:rsidR="00B426C9">
        <w:rPr>
          <w:lang w:val="de-DE"/>
        </w:rPr>
        <w:t>W</w:t>
      </w:r>
      <w:r w:rsidRPr="009534F8">
        <w:rPr>
          <w:lang w:val="de-DE"/>
        </w:rPr>
        <w:t xml:space="preserve">ahl </w:t>
      </w:r>
      <w:r w:rsidR="00B426C9">
        <w:rPr>
          <w:lang w:val="de-DE"/>
        </w:rPr>
        <w:t>d</w:t>
      </w:r>
      <w:r w:rsidRPr="009534F8">
        <w:rPr>
          <w:lang w:val="de-DE"/>
        </w:rPr>
        <w:t xml:space="preserve">es </w:t>
      </w:r>
      <w:r w:rsidR="00B426C9">
        <w:rPr>
          <w:lang w:val="de-DE"/>
        </w:rPr>
        <w:t>Energiedienstleisters</w:t>
      </w:r>
      <w:r w:rsidRPr="009534F8">
        <w:rPr>
          <w:lang w:val="de-DE"/>
        </w:rPr>
        <w:t xml:space="preserve"> für eine nachhaltige Energiemaßnahme ist eine wichtige Entscheidung. Die Qualität des Produkts oder der Dienstleistung</w:t>
      </w:r>
      <w:r w:rsidR="00B426C9">
        <w:rPr>
          <w:lang w:val="de-DE"/>
        </w:rPr>
        <w:t xml:space="preserve"> des</w:t>
      </w:r>
      <w:r w:rsidRPr="009534F8">
        <w:rPr>
          <w:lang w:val="de-DE"/>
        </w:rPr>
        <w:t xml:space="preserve"> </w:t>
      </w:r>
      <w:r w:rsidR="00B426C9">
        <w:rPr>
          <w:lang w:val="de-DE"/>
        </w:rPr>
        <w:t>Dienstleisters</w:t>
      </w:r>
      <w:r w:rsidRPr="009534F8">
        <w:rPr>
          <w:lang w:val="de-DE"/>
        </w:rPr>
        <w:t xml:space="preserve"> hat einen direkten Einfluss darauf, wie gut die Ziele des lokalen Energiekollektivs </w:t>
      </w:r>
      <w:r w:rsidR="00B426C9">
        <w:rPr>
          <w:lang w:val="de-DE"/>
        </w:rPr>
        <w:t>oder des einzelnen KMU erreicht werden können</w:t>
      </w:r>
      <w:r w:rsidRPr="009534F8">
        <w:rPr>
          <w:lang w:val="de-DE"/>
        </w:rPr>
        <w:t xml:space="preserve">. Darüber hinaus beeinflusst die Arbeitsweise des </w:t>
      </w:r>
      <w:r w:rsidR="0061048E">
        <w:rPr>
          <w:lang w:val="de-DE"/>
        </w:rPr>
        <w:t>Dienstleister</w:t>
      </w:r>
      <w:r w:rsidRPr="009534F8">
        <w:rPr>
          <w:lang w:val="de-DE"/>
        </w:rPr>
        <w:t xml:space="preserve">s </w:t>
      </w:r>
      <w:r w:rsidR="00303BC3" w:rsidRPr="009534F8">
        <w:rPr>
          <w:lang w:val="de-DE"/>
        </w:rPr>
        <w:t>die Reputation</w:t>
      </w:r>
      <w:r w:rsidRPr="009534F8">
        <w:rPr>
          <w:lang w:val="de-DE"/>
        </w:rPr>
        <w:t xml:space="preserve"> des </w:t>
      </w:r>
      <w:r w:rsidR="00B426C9">
        <w:rPr>
          <w:lang w:val="de-DE"/>
        </w:rPr>
        <w:t>Vertrauenspartners (</w:t>
      </w:r>
      <w:proofErr w:type="spellStart"/>
      <w:r w:rsidRPr="009534F8">
        <w:rPr>
          <w:lang w:val="de-DE"/>
        </w:rPr>
        <w:t>Trusted</w:t>
      </w:r>
      <w:proofErr w:type="spellEnd"/>
      <w:r w:rsidRPr="009534F8">
        <w:rPr>
          <w:lang w:val="de-DE"/>
        </w:rPr>
        <w:t xml:space="preserve"> Partners</w:t>
      </w:r>
      <w:r w:rsidR="00B426C9">
        <w:rPr>
          <w:lang w:val="de-DE"/>
        </w:rPr>
        <w:t>)</w:t>
      </w:r>
      <w:r w:rsidRPr="009534F8">
        <w:rPr>
          <w:lang w:val="de-DE"/>
        </w:rPr>
        <w:t xml:space="preserve">, des Energieteams und der einzelnen Unternehmen. </w:t>
      </w:r>
    </w:p>
    <w:bookmarkEnd w:id="3"/>
    <w:p w14:paraId="2D1DF632" w14:textId="78FD26F6" w:rsidR="00D67D75" w:rsidRPr="00D67D75" w:rsidRDefault="00B426C9" w:rsidP="00D67D75">
      <w:pPr>
        <w:jc w:val="left"/>
        <w:rPr>
          <w:lang w:val="de-DE"/>
        </w:rPr>
      </w:pPr>
      <w:r>
        <w:rPr>
          <w:lang w:val="de-DE"/>
        </w:rPr>
        <w:t>In diesem</w:t>
      </w:r>
      <w:r w:rsidRPr="00D67D75">
        <w:rPr>
          <w:lang w:val="de-DE"/>
        </w:rPr>
        <w:t xml:space="preserve"> </w:t>
      </w:r>
      <w:r w:rsidR="00D67D75" w:rsidRPr="00D67D75">
        <w:rPr>
          <w:lang w:val="de-DE"/>
        </w:rPr>
        <w:t xml:space="preserve">Beispiel </w:t>
      </w:r>
      <w:r>
        <w:rPr>
          <w:lang w:val="de-DE"/>
        </w:rPr>
        <w:t xml:space="preserve">wird gezeigt, welche </w:t>
      </w:r>
      <w:r w:rsidR="00D67D75" w:rsidRPr="00D67D75">
        <w:rPr>
          <w:lang w:val="de-DE"/>
        </w:rPr>
        <w:t>Komponenten</w:t>
      </w:r>
      <w:r w:rsidR="00303BC3">
        <w:rPr>
          <w:lang w:val="de-DE"/>
        </w:rPr>
        <w:t xml:space="preserve"> </w:t>
      </w:r>
      <w:r w:rsidR="00D67D75">
        <w:rPr>
          <w:lang w:val="de-DE"/>
        </w:rPr>
        <w:t xml:space="preserve">eine Angebotsanfrage </w:t>
      </w:r>
      <w:r w:rsidR="00D67D75" w:rsidRPr="00D67D75">
        <w:rPr>
          <w:lang w:val="de-DE"/>
        </w:rPr>
        <w:t>enthalten</w:t>
      </w:r>
      <w:r w:rsidR="00D67D75">
        <w:rPr>
          <w:lang w:val="de-DE"/>
        </w:rPr>
        <w:t xml:space="preserve"> </w:t>
      </w:r>
      <w:r w:rsidR="00D67D75" w:rsidRPr="00D67D75">
        <w:rPr>
          <w:lang w:val="de-DE"/>
        </w:rPr>
        <w:t>sollte</w:t>
      </w:r>
      <w:r>
        <w:rPr>
          <w:lang w:val="de-DE"/>
        </w:rPr>
        <w:t>:</w:t>
      </w:r>
      <w:r w:rsidR="00D67D75" w:rsidRPr="00D67D75">
        <w:rPr>
          <w:lang w:val="de-DE"/>
        </w:rPr>
        <w:t xml:space="preserve"> </w:t>
      </w:r>
    </w:p>
    <w:p w14:paraId="717AAA03" w14:textId="7100B2DA" w:rsidR="00D67D75" w:rsidRPr="00EA293E" w:rsidRDefault="00EA293E" w:rsidP="00303BC3">
      <w:pPr>
        <w:pStyle w:val="Listenabsatz"/>
        <w:numPr>
          <w:ilvl w:val="0"/>
          <w:numId w:val="13"/>
        </w:numPr>
        <w:jc w:val="left"/>
        <w:rPr>
          <w:lang w:val="de-DE"/>
        </w:rPr>
      </w:pPr>
      <w:r w:rsidRPr="00EA293E">
        <w:rPr>
          <w:lang w:val="de-DE"/>
        </w:rPr>
        <w:t>Grund und Zweck der A</w:t>
      </w:r>
      <w:r>
        <w:rPr>
          <w:lang w:val="de-DE"/>
        </w:rPr>
        <w:t>nfrage</w:t>
      </w:r>
    </w:p>
    <w:p w14:paraId="09D92ABB" w14:textId="21EBDFA7" w:rsidR="00D67D75" w:rsidRPr="00D67D75" w:rsidRDefault="00D67D75" w:rsidP="00303BC3">
      <w:pPr>
        <w:pStyle w:val="Listenabsatz"/>
        <w:numPr>
          <w:ilvl w:val="0"/>
          <w:numId w:val="13"/>
        </w:numPr>
        <w:jc w:val="left"/>
        <w:rPr>
          <w:lang w:val="en-US"/>
        </w:rPr>
      </w:pPr>
      <w:proofErr w:type="spellStart"/>
      <w:r w:rsidRPr="00D67D75">
        <w:rPr>
          <w:lang w:val="en-US"/>
        </w:rPr>
        <w:t>Leistungsbeschreibung</w:t>
      </w:r>
      <w:proofErr w:type="spellEnd"/>
    </w:p>
    <w:p w14:paraId="6B49024D" w14:textId="29816EB9" w:rsidR="00D67D75" w:rsidRPr="00D67D75" w:rsidRDefault="00EA293E" w:rsidP="00303BC3">
      <w:pPr>
        <w:pStyle w:val="Listenabsatz"/>
        <w:numPr>
          <w:ilvl w:val="0"/>
          <w:numId w:val="13"/>
        </w:numPr>
        <w:jc w:val="left"/>
        <w:rPr>
          <w:lang w:val="en-US"/>
        </w:rPr>
      </w:pPr>
      <w:proofErr w:type="spellStart"/>
      <w:r>
        <w:rPr>
          <w:lang w:val="en-US"/>
        </w:rPr>
        <w:t>Einreichung</w:t>
      </w:r>
      <w:proofErr w:type="spellEnd"/>
      <w:r>
        <w:rPr>
          <w:lang w:val="en-US"/>
        </w:rPr>
        <w:t xml:space="preserve"> des </w:t>
      </w:r>
      <w:proofErr w:type="spellStart"/>
      <w:r>
        <w:rPr>
          <w:lang w:val="en-US"/>
        </w:rPr>
        <w:t>Angebots</w:t>
      </w:r>
      <w:proofErr w:type="spellEnd"/>
    </w:p>
    <w:p w14:paraId="6AEA30EB" w14:textId="27766042" w:rsidR="00D67D75" w:rsidRPr="00D67D75" w:rsidRDefault="00D67D75" w:rsidP="00303BC3">
      <w:pPr>
        <w:pStyle w:val="Listenabsatz"/>
        <w:numPr>
          <w:ilvl w:val="0"/>
          <w:numId w:val="13"/>
        </w:numPr>
        <w:jc w:val="left"/>
        <w:rPr>
          <w:lang w:val="en-US"/>
        </w:rPr>
      </w:pPr>
      <w:proofErr w:type="spellStart"/>
      <w:r w:rsidRPr="00D67D75">
        <w:rPr>
          <w:lang w:val="en-US"/>
        </w:rPr>
        <w:t>Angebotsinhalt</w:t>
      </w:r>
      <w:proofErr w:type="spellEnd"/>
    </w:p>
    <w:p w14:paraId="08AB361B" w14:textId="3698F788" w:rsidR="006A1532" w:rsidRPr="00D67D75" w:rsidRDefault="004732C1" w:rsidP="004424B0">
      <w:pPr>
        <w:jc w:val="left"/>
        <w:rPr>
          <w:lang w:val="de-DE"/>
        </w:rPr>
      </w:pPr>
      <w:r w:rsidRPr="00303BC3">
        <w:rPr>
          <w:i/>
          <w:iCs/>
          <w:lang w:val="de-DE"/>
        </w:rPr>
        <w:t>Hinweis:</w:t>
      </w:r>
      <w:r>
        <w:rPr>
          <w:lang w:val="de-DE"/>
        </w:rPr>
        <w:t xml:space="preserve"> </w:t>
      </w:r>
      <w:r w:rsidR="00D67D75" w:rsidRPr="00D67D75">
        <w:rPr>
          <w:lang w:val="de-DE"/>
        </w:rPr>
        <w:t>Die nachstehenden Kriterien müssen für jedes angefragte Produkt</w:t>
      </w:r>
      <w:r w:rsidR="00B426C9">
        <w:rPr>
          <w:lang w:val="de-DE"/>
        </w:rPr>
        <w:t xml:space="preserve"> oder </w:t>
      </w:r>
      <w:r w:rsidR="00D67D75" w:rsidRPr="00D67D75">
        <w:rPr>
          <w:lang w:val="de-DE"/>
        </w:rPr>
        <w:t xml:space="preserve">jede angefragte Dienstleistung </w:t>
      </w:r>
      <w:r w:rsidR="00B426C9">
        <w:rPr>
          <w:lang w:val="de-DE"/>
        </w:rPr>
        <w:t>ggf. spezifiziert</w:t>
      </w:r>
      <w:r w:rsidR="00B426C9" w:rsidRPr="00D67D75">
        <w:rPr>
          <w:lang w:val="de-DE"/>
        </w:rPr>
        <w:t xml:space="preserve"> </w:t>
      </w:r>
      <w:r w:rsidR="00D67D75" w:rsidRPr="00D67D75">
        <w:rPr>
          <w:lang w:val="de-DE"/>
        </w:rPr>
        <w:t>werden.</w:t>
      </w:r>
    </w:p>
    <w:p w14:paraId="0EA75E00" w14:textId="77777777" w:rsidR="009E03FC" w:rsidRPr="00D67D75" w:rsidRDefault="009E03FC" w:rsidP="004424B0">
      <w:pPr>
        <w:spacing w:after="0" w:line="240" w:lineRule="auto"/>
        <w:jc w:val="left"/>
        <w:rPr>
          <w:rFonts w:eastAsia="Times New Roman"/>
          <w:bCs/>
          <w:iCs/>
          <w:sz w:val="28"/>
          <w:szCs w:val="28"/>
          <w:lang w:val="de-DE"/>
        </w:rPr>
      </w:pPr>
      <w:r w:rsidRPr="00D67D75">
        <w:rPr>
          <w:lang w:val="de-DE"/>
        </w:rPr>
        <w:br w:type="page"/>
      </w:r>
    </w:p>
    <w:p w14:paraId="71CC28DA" w14:textId="674118A5" w:rsidR="004640BE" w:rsidRPr="009534F8" w:rsidRDefault="004640BE" w:rsidP="004640BE">
      <w:pPr>
        <w:pStyle w:val="Titel2"/>
        <w:rPr>
          <w:lang w:val="de-DE"/>
        </w:rPr>
      </w:pPr>
      <w:bookmarkStart w:id="4" w:name="_Toc96694479"/>
      <w:bookmarkStart w:id="5" w:name="_Toc103066864"/>
      <w:proofErr w:type="gramStart"/>
      <w:r w:rsidRPr="009534F8">
        <w:rPr>
          <w:lang w:val="de-DE"/>
        </w:rPr>
        <w:lastRenderedPageBreak/>
        <w:t xml:space="preserve">2  </w:t>
      </w:r>
      <w:bookmarkEnd w:id="4"/>
      <w:r w:rsidR="00D67D75" w:rsidRPr="009534F8">
        <w:rPr>
          <w:lang w:val="de-DE"/>
        </w:rPr>
        <w:t>Beispiel</w:t>
      </w:r>
      <w:proofErr w:type="gramEnd"/>
      <w:r w:rsidR="00D67D75" w:rsidRPr="009534F8">
        <w:rPr>
          <w:lang w:val="de-DE"/>
        </w:rPr>
        <w:t xml:space="preserve"> einer Angebotsanfrage</w:t>
      </w:r>
      <w:bookmarkEnd w:id="5"/>
    </w:p>
    <w:p w14:paraId="1BBD8328" w14:textId="77777777" w:rsidR="009534F8" w:rsidRPr="009534F8" w:rsidRDefault="009534F8" w:rsidP="008B1A5F">
      <w:pPr>
        <w:rPr>
          <w:i/>
          <w:iCs/>
          <w:lang w:val="de-DE"/>
        </w:rPr>
      </w:pPr>
      <w:r w:rsidRPr="009534F8">
        <w:rPr>
          <w:i/>
          <w:iCs/>
          <w:lang w:val="de-DE"/>
        </w:rPr>
        <w:t xml:space="preserve">Sehr geehrte Damen und Herren, </w:t>
      </w:r>
    </w:p>
    <w:p w14:paraId="2E433A70" w14:textId="170674EB" w:rsidR="009534F8" w:rsidRDefault="009534F8" w:rsidP="008B1A5F">
      <w:pPr>
        <w:rPr>
          <w:i/>
          <w:iCs/>
          <w:lang w:val="de-DE"/>
        </w:rPr>
      </w:pPr>
      <w:r w:rsidRPr="009534F8">
        <w:rPr>
          <w:i/>
          <w:iCs/>
          <w:lang w:val="de-DE"/>
        </w:rPr>
        <w:t>bitte senden Sie uns ein Angebot für &lt;</w:t>
      </w:r>
      <w:r>
        <w:rPr>
          <w:i/>
          <w:iCs/>
          <w:lang w:val="de-DE"/>
        </w:rPr>
        <w:t>Dienstleistung</w:t>
      </w:r>
      <w:r w:rsidRPr="009534F8">
        <w:rPr>
          <w:i/>
          <w:iCs/>
          <w:lang w:val="de-DE"/>
        </w:rPr>
        <w:t xml:space="preserve">/Produkt&gt;. </w:t>
      </w:r>
    </w:p>
    <w:p w14:paraId="06DB04EB" w14:textId="14DCBEF5" w:rsidR="009534F8" w:rsidRPr="009534F8" w:rsidRDefault="009534F8" w:rsidP="008B1A5F">
      <w:pPr>
        <w:rPr>
          <w:b/>
          <w:bCs/>
          <w:lang w:val="de-DE"/>
        </w:rPr>
      </w:pPr>
      <w:r w:rsidRPr="009534F8">
        <w:rPr>
          <w:b/>
          <w:bCs/>
          <w:lang w:val="de-DE"/>
        </w:rPr>
        <w:t xml:space="preserve">Grund und Zweck </w:t>
      </w:r>
      <w:r w:rsidR="00EA293E">
        <w:rPr>
          <w:b/>
          <w:bCs/>
          <w:lang w:val="de-DE"/>
        </w:rPr>
        <w:t>der Anfrage</w:t>
      </w:r>
    </w:p>
    <w:p w14:paraId="13710DCA" w14:textId="4CA51E20" w:rsidR="009534F8" w:rsidRDefault="009534F8" w:rsidP="008B1A5F">
      <w:pPr>
        <w:rPr>
          <w:i/>
          <w:iCs/>
          <w:lang w:val="de-DE"/>
        </w:rPr>
      </w:pPr>
      <w:r w:rsidRPr="009534F8">
        <w:rPr>
          <w:i/>
          <w:iCs/>
          <w:lang w:val="de-DE"/>
        </w:rPr>
        <w:t xml:space="preserve">Die Unternehmer </w:t>
      </w:r>
      <w:r>
        <w:rPr>
          <w:i/>
          <w:iCs/>
          <w:lang w:val="de-DE"/>
        </w:rPr>
        <w:t>&lt;</w:t>
      </w:r>
      <w:r w:rsidRPr="009534F8">
        <w:rPr>
          <w:i/>
          <w:iCs/>
          <w:lang w:val="de-DE"/>
        </w:rPr>
        <w:t>des Gewerbeparks ...</w:t>
      </w:r>
      <w:r>
        <w:rPr>
          <w:i/>
          <w:iCs/>
          <w:lang w:val="de-DE"/>
        </w:rPr>
        <w:t xml:space="preserve">&gt; </w:t>
      </w:r>
      <w:r w:rsidRPr="009534F8">
        <w:rPr>
          <w:i/>
          <w:iCs/>
          <w:lang w:val="de-DE"/>
        </w:rPr>
        <w:t>haben den Anspruch, den Standort nachhaltiger zu gestalten. Durch die Anwendung verschiedener Nachhaltigkeitsmaßnahmen tragen sie zur Reduzierung von CO</w:t>
      </w:r>
      <w:r w:rsidRPr="00303BC3">
        <w:rPr>
          <w:i/>
          <w:iCs/>
          <w:vertAlign w:val="subscript"/>
          <w:lang w:val="de-DE"/>
        </w:rPr>
        <w:t>2</w:t>
      </w:r>
      <w:r w:rsidRPr="009534F8">
        <w:rPr>
          <w:i/>
          <w:iCs/>
          <w:lang w:val="de-DE"/>
        </w:rPr>
        <w:t xml:space="preserve"> bei und können ihre Energiekosten senken. Untersuchungen in diesem Bereich haben ergeben, dass &lt;Name der </w:t>
      </w:r>
      <w:r>
        <w:rPr>
          <w:i/>
          <w:iCs/>
          <w:lang w:val="de-DE"/>
        </w:rPr>
        <w:t>Dienstl</w:t>
      </w:r>
      <w:r w:rsidR="00F24EF2">
        <w:rPr>
          <w:i/>
          <w:iCs/>
          <w:lang w:val="de-DE"/>
        </w:rPr>
        <w:t>eistung/ des Produkts</w:t>
      </w:r>
      <w:r w:rsidRPr="009534F8">
        <w:rPr>
          <w:i/>
          <w:iCs/>
          <w:lang w:val="de-DE"/>
        </w:rPr>
        <w:t xml:space="preserve">&gt; geeignet ist, einen Beitrag zur Verwirklichung dieses Ziels zu leisten. </w:t>
      </w:r>
    </w:p>
    <w:p w14:paraId="59B42C52" w14:textId="77777777" w:rsidR="00F24EF2" w:rsidRDefault="00F24EF2" w:rsidP="008B1A5F">
      <w:pPr>
        <w:rPr>
          <w:i/>
          <w:iCs/>
          <w:lang w:val="de-DE"/>
        </w:rPr>
      </w:pPr>
      <w:r w:rsidRPr="00F24EF2">
        <w:rPr>
          <w:i/>
          <w:iCs/>
          <w:lang w:val="de-DE"/>
        </w:rPr>
        <w:t xml:space="preserve">Kurze Beschreibung des Standorts und der Unternehmer. </w:t>
      </w:r>
    </w:p>
    <w:p w14:paraId="16F7E1EC" w14:textId="69A6B653" w:rsidR="00F24EF2" w:rsidRPr="00F24EF2" w:rsidRDefault="00F24EF2" w:rsidP="008B1A5F">
      <w:pPr>
        <w:spacing w:after="0" w:line="240" w:lineRule="auto"/>
        <w:rPr>
          <w:b/>
          <w:bCs/>
          <w:lang w:val="de-DE"/>
        </w:rPr>
      </w:pPr>
      <w:r w:rsidRPr="00F24EF2">
        <w:rPr>
          <w:b/>
          <w:bCs/>
          <w:lang w:val="de-DE"/>
        </w:rPr>
        <w:t>Leistungsbeschreibung</w:t>
      </w:r>
    </w:p>
    <w:p w14:paraId="0723FB6A" w14:textId="77777777" w:rsidR="00F24EF2" w:rsidRPr="00F24EF2" w:rsidRDefault="00F24EF2" w:rsidP="008B1A5F">
      <w:pPr>
        <w:spacing w:after="0" w:line="240" w:lineRule="auto"/>
        <w:rPr>
          <w:b/>
          <w:bCs/>
          <w:lang w:val="de-DE"/>
        </w:rPr>
      </w:pPr>
    </w:p>
    <w:p w14:paraId="4B9C4708" w14:textId="00E7497C" w:rsidR="008B1A5F" w:rsidRPr="00303BC3" w:rsidRDefault="00F24EF2" w:rsidP="008B1A5F">
      <w:pPr>
        <w:spacing w:after="0" w:line="240" w:lineRule="auto"/>
        <w:rPr>
          <w:i/>
          <w:iCs/>
          <w:lang w:val="de-DE"/>
        </w:rPr>
      </w:pPr>
      <w:r w:rsidRPr="00F24EF2">
        <w:rPr>
          <w:i/>
          <w:iCs/>
          <w:lang w:val="de-DE"/>
        </w:rPr>
        <w:t xml:space="preserve">Beschreiben Sie hier Art, Anzahl/erwartetes Volumen und Inhalt der Ausschreibung (z.B. Solar, Wind, LED, Wärme). </w:t>
      </w:r>
      <w:r w:rsidRPr="00303BC3">
        <w:rPr>
          <w:i/>
          <w:iCs/>
          <w:lang w:val="de-DE"/>
        </w:rPr>
        <w:t>*</w:t>
      </w:r>
    </w:p>
    <w:p w14:paraId="43FAB911" w14:textId="77777777" w:rsidR="00F24EF2" w:rsidRPr="00303BC3" w:rsidRDefault="00F24EF2" w:rsidP="008B1A5F">
      <w:pPr>
        <w:spacing w:after="0" w:line="240" w:lineRule="auto"/>
        <w:rPr>
          <w:i/>
          <w:iCs/>
          <w:lang w:val="de-DE"/>
        </w:rPr>
      </w:pPr>
    </w:p>
    <w:p w14:paraId="66378564" w14:textId="3D4D93BD" w:rsidR="00F24EF2" w:rsidRPr="00EA293E" w:rsidRDefault="00F24EF2" w:rsidP="00F24EF2">
      <w:pPr>
        <w:pStyle w:val="Kommentartext"/>
        <w:spacing w:after="0"/>
        <w:jc w:val="left"/>
        <w:rPr>
          <w:i/>
          <w:iCs/>
          <w:sz w:val="22"/>
          <w:szCs w:val="24"/>
          <w:lang w:val="de-DE"/>
        </w:rPr>
      </w:pPr>
      <w:r w:rsidRPr="00EA293E">
        <w:rPr>
          <w:i/>
          <w:iCs/>
          <w:sz w:val="22"/>
          <w:szCs w:val="24"/>
          <w:lang w:val="de-DE"/>
        </w:rPr>
        <w:t>* [Weitere Informationen, die Sie hier angeben sollten, sind</w:t>
      </w:r>
      <w:r w:rsidR="00EA293E">
        <w:rPr>
          <w:i/>
          <w:iCs/>
          <w:sz w:val="22"/>
          <w:szCs w:val="24"/>
          <w:lang w:val="de-DE"/>
        </w:rPr>
        <w:t xml:space="preserve"> z.B.</w:t>
      </w:r>
      <w:r w:rsidRPr="00EA293E">
        <w:rPr>
          <w:i/>
          <w:iCs/>
          <w:sz w:val="22"/>
          <w:szCs w:val="24"/>
          <w:lang w:val="de-DE"/>
        </w:rPr>
        <w:t xml:space="preserve">: </w:t>
      </w:r>
    </w:p>
    <w:p w14:paraId="7B052E35" w14:textId="18A218BD" w:rsidR="00F24EF2" w:rsidRPr="00EA293E" w:rsidRDefault="00F24EF2" w:rsidP="00F24EF2">
      <w:pPr>
        <w:pStyle w:val="Kommentartext"/>
        <w:numPr>
          <w:ilvl w:val="0"/>
          <w:numId w:val="4"/>
        </w:numPr>
        <w:spacing w:after="0"/>
        <w:jc w:val="left"/>
        <w:rPr>
          <w:i/>
          <w:iCs/>
          <w:sz w:val="22"/>
          <w:szCs w:val="24"/>
          <w:lang w:val="en-US"/>
        </w:rPr>
      </w:pPr>
      <w:proofErr w:type="spellStart"/>
      <w:r w:rsidRPr="00EA293E">
        <w:rPr>
          <w:i/>
          <w:iCs/>
          <w:sz w:val="22"/>
          <w:szCs w:val="24"/>
          <w:lang w:val="en-US"/>
        </w:rPr>
        <w:t>Leistungsanforderungen</w:t>
      </w:r>
      <w:proofErr w:type="spellEnd"/>
      <w:r w:rsidRPr="00EA293E">
        <w:rPr>
          <w:i/>
          <w:iCs/>
          <w:sz w:val="22"/>
          <w:szCs w:val="24"/>
          <w:lang w:val="en-US"/>
        </w:rPr>
        <w:t xml:space="preserve">, </w:t>
      </w:r>
      <w:proofErr w:type="spellStart"/>
      <w:r w:rsidRPr="00EA293E">
        <w:rPr>
          <w:i/>
          <w:iCs/>
          <w:sz w:val="22"/>
          <w:szCs w:val="24"/>
          <w:lang w:val="en-US"/>
        </w:rPr>
        <w:t>Leistungsindikatoren</w:t>
      </w:r>
      <w:proofErr w:type="spellEnd"/>
    </w:p>
    <w:p w14:paraId="10CAA224" w14:textId="7B726F87" w:rsidR="00F24EF2" w:rsidRPr="00EA293E" w:rsidRDefault="00F24EF2" w:rsidP="00F24EF2">
      <w:pPr>
        <w:pStyle w:val="Kommentartext"/>
        <w:numPr>
          <w:ilvl w:val="0"/>
          <w:numId w:val="4"/>
        </w:numPr>
        <w:spacing w:after="0"/>
        <w:jc w:val="left"/>
        <w:rPr>
          <w:i/>
          <w:iCs/>
          <w:sz w:val="22"/>
          <w:szCs w:val="24"/>
          <w:lang w:val="de-DE"/>
        </w:rPr>
      </w:pPr>
      <w:r w:rsidRPr="00EA293E">
        <w:rPr>
          <w:i/>
          <w:iCs/>
          <w:sz w:val="22"/>
          <w:szCs w:val="24"/>
          <w:lang w:val="de-DE"/>
        </w:rPr>
        <w:t>Betriebsbedingungen (z. B. Dauer- oder Wechsellasten)</w:t>
      </w:r>
    </w:p>
    <w:p w14:paraId="48BAEE5C" w14:textId="2068E52F" w:rsidR="00F24EF2" w:rsidRPr="00EA293E" w:rsidRDefault="00F24EF2" w:rsidP="00F24EF2">
      <w:pPr>
        <w:pStyle w:val="Kommentartext"/>
        <w:numPr>
          <w:ilvl w:val="0"/>
          <w:numId w:val="4"/>
        </w:numPr>
        <w:spacing w:after="0"/>
        <w:jc w:val="left"/>
        <w:rPr>
          <w:i/>
          <w:iCs/>
          <w:sz w:val="22"/>
          <w:szCs w:val="24"/>
          <w:lang w:val="de-DE"/>
        </w:rPr>
      </w:pPr>
      <w:r w:rsidRPr="00EA293E">
        <w:rPr>
          <w:i/>
          <w:iCs/>
          <w:sz w:val="22"/>
          <w:szCs w:val="24"/>
          <w:lang w:val="de-DE"/>
        </w:rPr>
        <w:t xml:space="preserve">Anforderungen an die Kompatibilität mit anderen Geräten/Systemen am Standort  </w:t>
      </w:r>
    </w:p>
    <w:p w14:paraId="46570A80" w14:textId="1EB23D1A" w:rsidR="00F24EF2" w:rsidRPr="00EA293E" w:rsidRDefault="00F24EF2" w:rsidP="00F24EF2">
      <w:pPr>
        <w:pStyle w:val="Kommentartext"/>
        <w:numPr>
          <w:ilvl w:val="0"/>
          <w:numId w:val="4"/>
        </w:numPr>
        <w:spacing w:after="0"/>
        <w:jc w:val="left"/>
        <w:rPr>
          <w:i/>
          <w:iCs/>
          <w:sz w:val="22"/>
          <w:szCs w:val="24"/>
          <w:lang w:val="de-DE"/>
        </w:rPr>
      </w:pPr>
      <w:r w:rsidRPr="00EA293E">
        <w:rPr>
          <w:i/>
          <w:iCs/>
          <w:sz w:val="22"/>
          <w:szCs w:val="24"/>
          <w:lang w:val="de-DE"/>
        </w:rPr>
        <w:t>Serviceanforderungen - wie kritisch, wie schnell der Service benötigt wird, z. B. im Falle einer Störung</w:t>
      </w:r>
    </w:p>
    <w:p w14:paraId="143AAA7E" w14:textId="0702CB8F" w:rsidR="00F24EF2" w:rsidRPr="00EA293E" w:rsidRDefault="00F24EF2" w:rsidP="00F24EF2">
      <w:pPr>
        <w:pStyle w:val="Kommentartext"/>
        <w:numPr>
          <w:ilvl w:val="0"/>
          <w:numId w:val="4"/>
        </w:numPr>
        <w:spacing w:after="0"/>
        <w:jc w:val="left"/>
        <w:rPr>
          <w:i/>
          <w:iCs/>
          <w:sz w:val="22"/>
          <w:szCs w:val="24"/>
          <w:lang w:val="de-DE"/>
        </w:rPr>
      </w:pPr>
      <w:r w:rsidRPr="00EA293E">
        <w:rPr>
          <w:i/>
          <w:iCs/>
          <w:sz w:val="22"/>
          <w:szCs w:val="24"/>
          <w:lang w:val="de-DE"/>
        </w:rPr>
        <w:t>Gibt es einen Zeitplan, der einen letzten Tag für die Lieferung/Installation/Volllastbetrieb vorschreibt?</w:t>
      </w:r>
    </w:p>
    <w:p w14:paraId="05073D8C" w14:textId="0FA16E71" w:rsidR="008B1A5F" w:rsidRPr="00EA293E" w:rsidRDefault="00F24EF2" w:rsidP="00F24EF2">
      <w:pPr>
        <w:pStyle w:val="Kommentartext"/>
        <w:numPr>
          <w:ilvl w:val="0"/>
          <w:numId w:val="4"/>
        </w:numPr>
        <w:spacing w:after="0"/>
        <w:jc w:val="left"/>
        <w:rPr>
          <w:sz w:val="22"/>
          <w:szCs w:val="22"/>
          <w:lang w:val="de-DE"/>
        </w:rPr>
      </w:pPr>
      <w:r w:rsidRPr="00EA293E">
        <w:rPr>
          <w:i/>
          <w:iCs/>
          <w:sz w:val="22"/>
          <w:szCs w:val="24"/>
          <w:lang w:val="de-DE"/>
        </w:rPr>
        <w:t>Gibt es Einschränkungen bei der Installation - Verfügbarkeit von Platz, Auswirkungen auf den Betrieb, die Arbeitsumgebung usw.]</w:t>
      </w:r>
      <w:r w:rsidR="008B1A5F" w:rsidRPr="00EA293E">
        <w:rPr>
          <w:sz w:val="22"/>
          <w:szCs w:val="22"/>
          <w:lang w:val="de-DE"/>
        </w:rPr>
        <w:br/>
      </w:r>
    </w:p>
    <w:p w14:paraId="2CF9433A" w14:textId="70A84D79" w:rsidR="00EA293E" w:rsidRDefault="00EA293E" w:rsidP="008B1A5F">
      <w:pPr>
        <w:rPr>
          <w:i/>
          <w:iCs/>
          <w:lang w:val="de-DE"/>
        </w:rPr>
      </w:pPr>
      <w:r w:rsidRPr="00EA293E">
        <w:rPr>
          <w:i/>
          <w:iCs/>
          <w:lang w:val="de-DE"/>
        </w:rPr>
        <w:t xml:space="preserve">Wenn Sie </w:t>
      </w:r>
      <w:r w:rsidR="00CE079E">
        <w:rPr>
          <w:i/>
          <w:iCs/>
          <w:lang w:val="de-DE"/>
        </w:rPr>
        <w:t>uns kein Angebot zukommen lassen können</w:t>
      </w:r>
      <w:r w:rsidRPr="00EA293E">
        <w:rPr>
          <w:i/>
          <w:iCs/>
          <w:lang w:val="de-DE"/>
        </w:rPr>
        <w:t xml:space="preserve">, teilen Sie uns dies bitte so schnell wie möglich mit. </w:t>
      </w:r>
    </w:p>
    <w:p w14:paraId="4177E2B7" w14:textId="41D963D3" w:rsidR="008B1A5F" w:rsidRPr="00EA293E" w:rsidRDefault="00EA293E" w:rsidP="008B1A5F">
      <w:pPr>
        <w:rPr>
          <w:lang w:val="de-DE"/>
        </w:rPr>
      </w:pPr>
      <w:r w:rsidRPr="00EA293E">
        <w:rPr>
          <w:b/>
          <w:bCs/>
          <w:lang w:val="de-DE"/>
        </w:rPr>
        <w:t>Einreichung des Angebots</w:t>
      </w:r>
    </w:p>
    <w:p w14:paraId="3710C3B2" w14:textId="03893758" w:rsidR="00EA293E" w:rsidRPr="00EA293E" w:rsidRDefault="00EA293E" w:rsidP="00EA293E">
      <w:pPr>
        <w:spacing w:after="0" w:line="240" w:lineRule="auto"/>
        <w:jc w:val="left"/>
        <w:rPr>
          <w:i/>
          <w:iCs/>
          <w:lang w:val="de-DE"/>
        </w:rPr>
      </w:pPr>
      <w:r w:rsidRPr="00EA293E">
        <w:rPr>
          <w:i/>
          <w:iCs/>
          <w:lang w:val="de-DE"/>
        </w:rPr>
        <w:t xml:space="preserve">Bitte senden Sie das Angebot bis spätestens </w:t>
      </w:r>
      <w:r>
        <w:rPr>
          <w:i/>
          <w:iCs/>
          <w:lang w:val="de-DE"/>
        </w:rPr>
        <w:t>&lt;xx/xx/2</w:t>
      </w:r>
      <w:r w:rsidR="00676D5F">
        <w:rPr>
          <w:i/>
          <w:iCs/>
          <w:lang w:val="de-DE"/>
        </w:rPr>
        <w:t>0xx&gt;</w:t>
      </w:r>
      <w:r w:rsidRPr="00EA293E">
        <w:rPr>
          <w:i/>
          <w:iCs/>
          <w:lang w:val="de-DE"/>
        </w:rPr>
        <w:t xml:space="preserve"> an die folgende E-Mail-Adresse. Sollten Sie Fragen oder Anmerkungen haben, </w:t>
      </w:r>
      <w:r w:rsidR="00676D5F" w:rsidRPr="00676D5F">
        <w:rPr>
          <w:i/>
          <w:iCs/>
          <w:lang w:val="de-DE"/>
        </w:rPr>
        <w:t>wenden Sie sich bitte an den Unterzeichner.</w:t>
      </w:r>
    </w:p>
    <w:p w14:paraId="44EE6B13" w14:textId="6DB949D6" w:rsidR="004E2184" w:rsidRPr="00EA293E" w:rsidRDefault="00EA293E" w:rsidP="00676D5F">
      <w:pPr>
        <w:spacing w:after="0" w:line="240" w:lineRule="auto"/>
        <w:ind w:firstLine="708"/>
        <w:jc w:val="left"/>
        <w:rPr>
          <w:b/>
          <w:bCs/>
          <w:lang w:val="de-DE"/>
        </w:rPr>
      </w:pPr>
      <w:r w:rsidRPr="00EA293E">
        <w:rPr>
          <w:i/>
          <w:iCs/>
          <w:lang w:val="de-DE"/>
        </w:rPr>
        <w:t xml:space="preserve">Herr / Frau </w:t>
      </w:r>
      <w:r w:rsidR="00676D5F">
        <w:rPr>
          <w:i/>
          <w:iCs/>
          <w:lang w:val="de-DE"/>
        </w:rPr>
        <w:t>&lt;Name&gt;</w:t>
      </w:r>
      <w:r w:rsidRPr="00EA293E">
        <w:rPr>
          <w:i/>
          <w:iCs/>
          <w:lang w:val="de-DE"/>
        </w:rPr>
        <w:t xml:space="preserve">, </w:t>
      </w:r>
      <w:r w:rsidR="00676D5F">
        <w:rPr>
          <w:i/>
          <w:iCs/>
          <w:lang w:val="de-DE"/>
        </w:rPr>
        <w:t>&lt;Organisation&gt;, &lt;Funktion&gt;</w:t>
      </w:r>
      <w:r w:rsidRPr="00EA293E">
        <w:rPr>
          <w:i/>
          <w:iCs/>
          <w:lang w:val="de-DE"/>
        </w:rPr>
        <w:t xml:space="preserve">, E-Mail: </w:t>
      </w:r>
      <w:r w:rsidR="00676D5F">
        <w:rPr>
          <w:i/>
          <w:iCs/>
          <w:lang w:val="de-DE"/>
        </w:rPr>
        <w:t>&lt;E-Mail&gt;</w:t>
      </w:r>
      <w:r w:rsidR="004E2184" w:rsidRPr="00EA293E">
        <w:rPr>
          <w:b/>
          <w:bCs/>
          <w:lang w:val="de-DE"/>
        </w:rPr>
        <w:br w:type="page"/>
      </w:r>
    </w:p>
    <w:p w14:paraId="5EB04E14" w14:textId="34CD5367" w:rsidR="008B1A5F" w:rsidRPr="00C12C56" w:rsidRDefault="00676D5F" w:rsidP="008B1A5F">
      <w:pPr>
        <w:rPr>
          <w:b/>
          <w:bCs/>
          <w:lang w:val="de-DE"/>
        </w:rPr>
      </w:pPr>
      <w:r w:rsidRPr="00C12C56">
        <w:rPr>
          <w:b/>
          <w:bCs/>
          <w:lang w:val="de-DE"/>
        </w:rPr>
        <w:lastRenderedPageBreak/>
        <w:t>Angebotsinhalt</w:t>
      </w:r>
    </w:p>
    <w:p w14:paraId="4582EECC" w14:textId="77777777" w:rsidR="00C12C56" w:rsidRPr="00C12C56" w:rsidRDefault="00C12C56" w:rsidP="00C12C56">
      <w:pPr>
        <w:rPr>
          <w:i/>
          <w:iCs/>
          <w:lang w:val="de-DE"/>
        </w:rPr>
      </w:pPr>
      <w:r w:rsidRPr="00C12C56">
        <w:rPr>
          <w:i/>
          <w:iCs/>
          <w:lang w:val="de-DE"/>
        </w:rPr>
        <w:t xml:space="preserve">Das Angebot sollte auf die folgenden Themen eingehen: </w:t>
      </w:r>
    </w:p>
    <w:p w14:paraId="4B0FF3A2" w14:textId="4E30270E" w:rsidR="00C12C56" w:rsidRPr="00C12C56" w:rsidRDefault="00C12C56" w:rsidP="00C12C56">
      <w:pPr>
        <w:pStyle w:val="Listenabsatz"/>
        <w:numPr>
          <w:ilvl w:val="0"/>
          <w:numId w:val="11"/>
        </w:numPr>
        <w:rPr>
          <w:i/>
          <w:iCs/>
          <w:lang w:val="de-DE"/>
        </w:rPr>
      </w:pPr>
      <w:r w:rsidRPr="00C12C56">
        <w:rPr>
          <w:i/>
          <w:iCs/>
          <w:lang w:val="de-DE"/>
        </w:rPr>
        <w:t xml:space="preserve">Produktbeschreibung (Marke/Typ, Qualität, Lebensdauer, Montage/Installation, Garantie, Kontrolle, Energieverbrauch, Lebenszykluskosten, Leistung (z. B. Wirkungsgrade) und Wartung, ...) </w:t>
      </w:r>
    </w:p>
    <w:p w14:paraId="3E025A6E" w14:textId="345A04C5" w:rsidR="00C12C56" w:rsidRPr="00C12C56" w:rsidRDefault="00C12C56" w:rsidP="00C12C56">
      <w:pPr>
        <w:pStyle w:val="Listenabsatz"/>
        <w:numPr>
          <w:ilvl w:val="0"/>
          <w:numId w:val="11"/>
        </w:numPr>
        <w:rPr>
          <w:i/>
          <w:iCs/>
          <w:lang w:val="de-DE"/>
        </w:rPr>
      </w:pPr>
      <w:r w:rsidRPr="00C12C56">
        <w:rPr>
          <w:i/>
          <w:iCs/>
          <w:lang w:val="de-DE"/>
        </w:rPr>
        <w:t xml:space="preserve">Lieferzeit Produkt/Dienstleistung </w:t>
      </w:r>
    </w:p>
    <w:p w14:paraId="7B53F9DC" w14:textId="220887FD" w:rsidR="00C12C56" w:rsidRPr="00C12C56" w:rsidRDefault="00C12C56" w:rsidP="00C12C56">
      <w:pPr>
        <w:pStyle w:val="Listenabsatz"/>
        <w:numPr>
          <w:ilvl w:val="0"/>
          <w:numId w:val="11"/>
        </w:numPr>
        <w:rPr>
          <w:i/>
          <w:iCs/>
          <w:lang w:val="de-DE"/>
        </w:rPr>
      </w:pPr>
      <w:r w:rsidRPr="00C12C56">
        <w:rPr>
          <w:i/>
          <w:iCs/>
          <w:lang w:val="de-DE"/>
        </w:rPr>
        <w:t xml:space="preserve">Zeitplan </w:t>
      </w:r>
    </w:p>
    <w:p w14:paraId="5FA56D33" w14:textId="4D5820B6" w:rsidR="00C12C56" w:rsidRPr="00C12C56" w:rsidRDefault="00C12C56" w:rsidP="00C12C56">
      <w:pPr>
        <w:pStyle w:val="Listenabsatz"/>
        <w:numPr>
          <w:ilvl w:val="0"/>
          <w:numId w:val="11"/>
        </w:numPr>
        <w:rPr>
          <w:i/>
          <w:iCs/>
          <w:lang w:val="de-DE"/>
        </w:rPr>
      </w:pPr>
      <w:r w:rsidRPr="00C12C56">
        <w:rPr>
          <w:i/>
          <w:iCs/>
          <w:lang w:val="de-DE"/>
        </w:rPr>
        <w:t xml:space="preserve">Preisangebot (insgesamt und aufgeteilt auf Produkt und Dienstleistung) </w:t>
      </w:r>
    </w:p>
    <w:p w14:paraId="685B162A" w14:textId="30EEBCEE" w:rsidR="00C12C56" w:rsidRPr="00C12C56" w:rsidRDefault="00C12C56" w:rsidP="00C12C56">
      <w:pPr>
        <w:pStyle w:val="Listenabsatz"/>
        <w:numPr>
          <w:ilvl w:val="0"/>
          <w:numId w:val="11"/>
        </w:numPr>
        <w:rPr>
          <w:i/>
          <w:iCs/>
          <w:lang w:val="en-US"/>
        </w:rPr>
      </w:pPr>
      <w:proofErr w:type="spellStart"/>
      <w:r w:rsidRPr="00C12C56">
        <w:rPr>
          <w:i/>
          <w:iCs/>
          <w:lang w:val="en-US"/>
        </w:rPr>
        <w:t>Abrechnungsmodalitäten</w:t>
      </w:r>
      <w:proofErr w:type="spellEnd"/>
      <w:r w:rsidRPr="00C12C56">
        <w:rPr>
          <w:i/>
          <w:iCs/>
          <w:lang w:val="en-US"/>
        </w:rPr>
        <w:t xml:space="preserve"> </w:t>
      </w:r>
    </w:p>
    <w:p w14:paraId="7FB6EC6E" w14:textId="1F71DB42" w:rsidR="00C12C56" w:rsidRPr="00C12C56" w:rsidRDefault="00C12C56" w:rsidP="00C12C56">
      <w:pPr>
        <w:pStyle w:val="Listenabsatz"/>
        <w:numPr>
          <w:ilvl w:val="0"/>
          <w:numId w:val="11"/>
        </w:numPr>
        <w:rPr>
          <w:i/>
          <w:iCs/>
          <w:lang w:val="en-US"/>
        </w:rPr>
      </w:pPr>
      <w:proofErr w:type="spellStart"/>
      <w:r w:rsidRPr="00C12C56">
        <w:rPr>
          <w:i/>
          <w:iCs/>
          <w:lang w:val="en-US"/>
        </w:rPr>
        <w:t>Geeignete</w:t>
      </w:r>
      <w:proofErr w:type="spellEnd"/>
      <w:r w:rsidRPr="00C12C56">
        <w:rPr>
          <w:i/>
          <w:iCs/>
          <w:lang w:val="en-US"/>
        </w:rPr>
        <w:t xml:space="preserve"> </w:t>
      </w:r>
      <w:proofErr w:type="spellStart"/>
      <w:r w:rsidRPr="00C12C56">
        <w:rPr>
          <w:i/>
          <w:iCs/>
          <w:lang w:val="en-US"/>
        </w:rPr>
        <w:t>Referenzen</w:t>
      </w:r>
      <w:proofErr w:type="spellEnd"/>
      <w:r w:rsidRPr="00C12C56">
        <w:rPr>
          <w:i/>
          <w:iCs/>
          <w:lang w:val="en-US"/>
        </w:rPr>
        <w:t xml:space="preserve"> </w:t>
      </w:r>
    </w:p>
    <w:p w14:paraId="70BA3912" w14:textId="77777777" w:rsidR="004732C1" w:rsidRDefault="004732C1" w:rsidP="008B1A5F">
      <w:pPr>
        <w:rPr>
          <w:b/>
          <w:bCs/>
          <w:lang w:val="en-US"/>
        </w:rPr>
      </w:pPr>
    </w:p>
    <w:p w14:paraId="512BD7FC" w14:textId="77777777" w:rsidR="004732C1" w:rsidRPr="004732C1" w:rsidRDefault="004732C1" w:rsidP="004732C1">
      <w:pPr>
        <w:rPr>
          <w:i/>
          <w:iCs/>
          <w:lang w:val="de-DE"/>
        </w:rPr>
      </w:pPr>
      <w:r w:rsidRPr="004732C1">
        <w:rPr>
          <w:i/>
          <w:iCs/>
          <w:lang w:val="de-DE"/>
        </w:rPr>
        <w:t xml:space="preserve">Wir freuen uns auf Ihr Angebot. </w:t>
      </w:r>
    </w:p>
    <w:p w14:paraId="1A09BA90" w14:textId="77777777" w:rsidR="004732C1" w:rsidRPr="004732C1" w:rsidRDefault="004732C1" w:rsidP="004732C1">
      <w:pPr>
        <w:rPr>
          <w:i/>
          <w:iCs/>
          <w:lang w:val="de-DE"/>
        </w:rPr>
      </w:pPr>
      <w:r w:rsidRPr="004732C1">
        <w:rPr>
          <w:i/>
          <w:iCs/>
          <w:lang w:val="de-DE"/>
        </w:rPr>
        <w:t xml:space="preserve">Mit freundlichen Grüßen, </w:t>
      </w:r>
    </w:p>
    <w:p w14:paraId="49F9102F" w14:textId="0246DBE4" w:rsidR="008B1A5F" w:rsidRPr="004732C1" w:rsidRDefault="004732C1" w:rsidP="004732C1">
      <w:pPr>
        <w:rPr>
          <w:lang w:val="de-DE"/>
        </w:rPr>
      </w:pPr>
      <w:r w:rsidRPr="004732C1">
        <w:rPr>
          <w:i/>
          <w:iCs/>
          <w:lang w:val="de-DE"/>
        </w:rPr>
        <w:t>&lt;Name des Antragstellers&gt;.</w:t>
      </w:r>
    </w:p>
    <w:p w14:paraId="4341E5D5" w14:textId="01FBF337" w:rsidR="008848D3" w:rsidRPr="004732C1" w:rsidRDefault="008848D3" w:rsidP="003C77BC">
      <w:pPr>
        <w:pStyle w:val="Rubrik2-onumrerad"/>
        <w:rPr>
          <w:lang w:val="de-DE"/>
        </w:rPr>
      </w:pPr>
    </w:p>
    <w:p w14:paraId="521AECED" w14:textId="702C3C0F" w:rsidR="00A462E5" w:rsidRPr="004732C1" w:rsidRDefault="003C77BC" w:rsidP="003C77BC">
      <w:pPr>
        <w:tabs>
          <w:tab w:val="left" w:pos="3352"/>
        </w:tabs>
        <w:rPr>
          <w:lang w:val="de-DE"/>
        </w:rPr>
      </w:pPr>
      <w:r w:rsidRPr="004732C1">
        <w:rPr>
          <w:lang w:val="de-DE"/>
        </w:rPr>
        <w:tab/>
      </w:r>
    </w:p>
    <w:p w14:paraId="1673EC67" w14:textId="77777777" w:rsidR="003F18C9" w:rsidRPr="004732C1" w:rsidRDefault="003F18C9" w:rsidP="00EA1150">
      <w:pPr>
        <w:rPr>
          <w:lang w:val="de-DE"/>
        </w:rPr>
      </w:pPr>
    </w:p>
    <w:sectPr w:rsidR="003F18C9" w:rsidRPr="004732C1" w:rsidSect="004640BE">
      <w:headerReference w:type="default" r:id="rId12"/>
      <w:footerReference w:type="default" r:id="rId13"/>
      <w:pgSz w:w="11906" w:h="16838"/>
      <w:pgMar w:top="2431" w:right="1418" w:bottom="1134" w:left="1418" w:header="426" w:footer="170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B2AA2" w14:textId="77777777" w:rsidR="004B49F5" w:rsidRDefault="004B49F5" w:rsidP="00083D29">
      <w:pPr>
        <w:spacing w:after="0" w:line="240" w:lineRule="auto"/>
      </w:pPr>
      <w:r>
        <w:separator/>
      </w:r>
    </w:p>
  </w:endnote>
  <w:endnote w:type="continuationSeparator" w:id="0">
    <w:p w14:paraId="11EE5789" w14:textId="77777777" w:rsidR="004B49F5" w:rsidRDefault="004B49F5" w:rsidP="00083D29">
      <w:pPr>
        <w:spacing w:after="0" w:line="240" w:lineRule="auto"/>
      </w:pPr>
      <w:r>
        <w:continuationSeparator/>
      </w:r>
    </w:p>
  </w:endnote>
  <w:endnote w:type="continuationNotice" w:id="1">
    <w:p w14:paraId="5BC8D835" w14:textId="77777777" w:rsidR="004B49F5" w:rsidRDefault="004B49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aNormal-Roman">
    <w:panose1 w:val="02000503000000000000"/>
    <w:charset w:val="00"/>
    <w:family w:val="auto"/>
    <w:pitch w:val="variable"/>
    <w:sig w:usb0="800000A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084CA" w14:textId="77777777" w:rsidR="004640BE" w:rsidRDefault="004640BE" w:rsidP="004640BE">
    <w:pPr>
      <w:pStyle w:val="Fuzeile"/>
      <w:jc w:val="left"/>
    </w:pPr>
    <w:r w:rsidRPr="008848D3">
      <w:rPr>
        <w:noProof/>
      </w:rPr>
      <w:drawing>
        <wp:anchor distT="0" distB="0" distL="114300" distR="114300" simplePos="0" relativeHeight="251662352" behindDoc="0" locked="0" layoutInCell="1" allowOverlap="1" wp14:anchorId="47D30164" wp14:editId="04E9222A">
          <wp:simplePos x="0" y="0"/>
          <wp:positionH relativeFrom="column">
            <wp:posOffset>-746760</wp:posOffset>
          </wp:positionH>
          <wp:positionV relativeFrom="paragraph">
            <wp:posOffset>5080</wp:posOffset>
          </wp:positionV>
          <wp:extent cx="501650" cy="337185"/>
          <wp:effectExtent l="0" t="0" r="0" b="5715"/>
          <wp:wrapSquare wrapText="bothSides"/>
          <wp:docPr id="49" name="Grafik 13" descr="Ein Bild, das Blume, Pflanze, Sonnenblume enthält.&#10;&#10;Automatisch generierte Beschreibung">
            <a:extLst xmlns:a="http://schemas.openxmlformats.org/drawingml/2006/main">
              <a:ext uri="{FF2B5EF4-FFF2-40B4-BE49-F238E27FC236}">
                <a16:creationId xmlns:a16="http://schemas.microsoft.com/office/drawing/2014/main" id="{150F95C0-8540-4F30-B067-350D27C33E54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" name="Grafik 13" descr="Ein Bild, das Blume, Pflanze, Sonnenblume enthält.&#10;&#10;Automatisch generierte Beschreibung">
                    <a:extLst>
                      <a:ext uri="{FF2B5EF4-FFF2-40B4-BE49-F238E27FC236}">
                        <a16:creationId xmlns:a16="http://schemas.microsoft.com/office/drawing/2014/main" id="{150F95C0-8540-4F30-B067-350D27C33E54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1650" cy="337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42DAA">
      <w:rPr>
        <w:rFonts w:cstheme="minorHAnsi"/>
        <w:color w:val="808080" w:themeColor="background1" w:themeShade="80"/>
        <w:sz w:val="18"/>
        <w:szCs w:val="18"/>
        <w:lang w:val="en-US"/>
      </w:rPr>
      <w:t>©</w:t>
    </w:r>
    <w:r>
      <w:rPr>
        <w:color w:val="808080" w:themeColor="background1" w:themeShade="80"/>
        <w:sz w:val="18"/>
        <w:szCs w:val="18"/>
        <w:lang w:val="en-US"/>
      </w:rPr>
      <w:t xml:space="preserve"> 2020</w:t>
    </w:r>
    <w:r w:rsidRPr="00B42DAA">
      <w:rPr>
        <w:color w:val="808080" w:themeColor="background1" w:themeShade="80"/>
        <w:sz w:val="18"/>
        <w:szCs w:val="18"/>
        <w:lang w:val="en-US"/>
      </w:rPr>
      <w:t xml:space="preserve"> </w:t>
    </w:r>
    <w:r>
      <w:rPr>
        <w:color w:val="808080" w:themeColor="background1" w:themeShade="80"/>
        <w:sz w:val="18"/>
        <w:szCs w:val="18"/>
        <w:lang w:val="en-US"/>
      </w:rPr>
      <w:t>Gear-at-SME | Horizon 2020 |</w:t>
    </w:r>
    <w:r w:rsidRPr="00B42DAA">
      <w:rPr>
        <w:color w:val="808080" w:themeColor="background1" w:themeShade="80"/>
        <w:sz w:val="18"/>
        <w:szCs w:val="18"/>
        <w:lang w:val="en-US"/>
      </w:rPr>
      <w:t xml:space="preserve"> </w:t>
    </w:r>
    <w:r w:rsidRPr="00333382">
      <w:rPr>
        <w:color w:val="808080" w:themeColor="background1" w:themeShade="80"/>
        <w:sz w:val="18"/>
        <w:szCs w:val="18"/>
      </w:rPr>
      <w:t>Grant Agreement No.</w:t>
    </w:r>
    <w:r>
      <w:rPr>
        <w:color w:val="808080" w:themeColor="background1" w:themeShade="80"/>
        <w:sz w:val="18"/>
        <w:szCs w:val="18"/>
      </w:rPr>
      <w:t xml:space="preserve"> 894356</w:t>
    </w:r>
    <w:r w:rsidRPr="00A449B4">
      <w:t xml:space="preserve"> </w:t>
    </w:r>
    <w:sdt>
      <w:sdtPr>
        <w:id w:val="1490517149"/>
        <w:docPartObj>
          <w:docPartGallery w:val="Page Numbers (Bottom of Page)"/>
          <w:docPartUnique/>
        </w:docPartObj>
      </w:sdtPr>
      <w:sdtEndPr/>
      <w:sdtContent>
        <w:r w:rsidRPr="00206B5A">
          <w:t xml:space="preserve"> </w:t>
        </w:r>
        <w:r w:rsidRPr="00EF18E8">
          <w:t xml:space="preserve"> </w:t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sdtContent>
    </w:sdt>
  </w:p>
  <w:p w14:paraId="20BACA97" w14:textId="1D7403B6" w:rsidR="008A440F" w:rsidRPr="004640BE" w:rsidRDefault="008A440F" w:rsidP="004640B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E9360" w14:textId="77777777" w:rsidR="004B49F5" w:rsidRDefault="004B49F5" w:rsidP="00083D29">
      <w:pPr>
        <w:spacing w:after="0" w:line="240" w:lineRule="auto"/>
      </w:pPr>
      <w:r>
        <w:separator/>
      </w:r>
    </w:p>
  </w:footnote>
  <w:footnote w:type="continuationSeparator" w:id="0">
    <w:p w14:paraId="200671F0" w14:textId="77777777" w:rsidR="004B49F5" w:rsidRDefault="004B49F5" w:rsidP="00083D29">
      <w:pPr>
        <w:spacing w:after="0" w:line="240" w:lineRule="auto"/>
      </w:pPr>
      <w:r>
        <w:continuationSeparator/>
      </w:r>
    </w:p>
  </w:footnote>
  <w:footnote w:type="continuationNotice" w:id="1">
    <w:p w14:paraId="6F026305" w14:textId="77777777" w:rsidR="004B49F5" w:rsidRDefault="004B49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6EF76" w14:textId="22F6F84C" w:rsidR="003C77BC" w:rsidRPr="00283C38" w:rsidRDefault="003C77BC" w:rsidP="009E03FC">
    <w:pPr>
      <w:pStyle w:val="Kopfzeile"/>
      <w:jc w:val="left"/>
      <w:rPr>
        <w:lang w:val="de-DE"/>
      </w:rPr>
    </w:pPr>
    <w:r w:rsidRPr="008848D3">
      <w:rPr>
        <w:noProof/>
      </w:rPr>
      <w:drawing>
        <wp:anchor distT="0" distB="0" distL="114300" distR="114300" simplePos="0" relativeHeight="251660304" behindDoc="0" locked="0" layoutInCell="1" allowOverlap="1" wp14:anchorId="58356467" wp14:editId="615B19BD">
          <wp:simplePos x="0" y="0"/>
          <wp:positionH relativeFrom="column">
            <wp:posOffset>3775710</wp:posOffset>
          </wp:positionH>
          <wp:positionV relativeFrom="paragraph">
            <wp:posOffset>-201295</wp:posOffset>
          </wp:positionV>
          <wp:extent cx="2655570" cy="945515"/>
          <wp:effectExtent l="0" t="0" r="0" b="6985"/>
          <wp:wrapSquare wrapText="bothSides"/>
          <wp:docPr id="47" name="Grafik 202" descr="\\oberon\root\CS\Projekte\KG_EU\19014800_GEARSME\04_Projektinhalte\WP8\T.8.2_Dissemination material\00_Logo_Dateien\gear_at_sme_logo_horizontal\gear_at_sme_logo_horizontal_rgb\gear_at_sme_logo_horizontal_claim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\\oberon\root\CS\Projekte\KG_EU\19014800_GEARSME\04_Projektinhalte\WP8\T.8.2_Dissemination material\00_Logo_Dateien\gear_at_sme_logo_horizontal\gear_at_sme_logo_horizontal_rgb\gear_at_sme_logo_horizontal_claim_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5570" cy="945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83C38">
      <w:rPr>
        <w:lang w:val="de-DE"/>
      </w:rPr>
      <w:t xml:space="preserve">Administrative Tools </w:t>
    </w:r>
    <w:r w:rsidR="009E03FC" w:rsidRPr="00283C38">
      <w:rPr>
        <w:lang w:val="de-DE"/>
      </w:rPr>
      <w:br/>
    </w:r>
    <w:r w:rsidR="00283C38" w:rsidRPr="00283C38">
      <w:rPr>
        <w:lang w:val="de-DE"/>
      </w:rPr>
      <w:t>Beispiel eine</w:t>
    </w:r>
    <w:r w:rsidR="00D67D75">
      <w:rPr>
        <w:lang w:val="de-DE"/>
      </w:rPr>
      <w:t>r</w:t>
    </w:r>
    <w:r w:rsidR="00283C38" w:rsidRPr="00283C38">
      <w:rPr>
        <w:lang w:val="de-DE"/>
      </w:rPr>
      <w:t xml:space="preserve"> Angebotsanfrage</w:t>
    </w:r>
  </w:p>
  <w:p w14:paraId="673A06A2" w14:textId="7DCEFE36" w:rsidR="003C77BC" w:rsidRPr="00283C38" w:rsidRDefault="003C77BC" w:rsidP="00B6683D">
    <w:pPr>
      <w:pStyle w:val="Kopfzeile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A701A"/>
    <w:multiLevelType w:val="hybridMultilevel"/>
    <w:tmpl w:val="C9CAC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D2C18"/>
    <w:multiLevelType w:val="hybridMultilevel"/>
    <w:tmpl w:val="7DC8BF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Noto Sans" w:eastAsia="Calibri" w:hAnsi="Noto Sans" w:cs="Noto San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3047F"/>
    <w:multiLevelType w:val="hybridMultilevel"/>
    <w:tmpl w:val="0C580A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Noto Sans" w:eastAsia="Calibri" w:hAnsi="Noto Sans" w:cs="Noto San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C1EFC"/>
    <w:multiLevelType w:val="hybridMultilevel"/>
    <w:tmpl w:val="262E0040"/>
    <w:lvl w:ilvl="0" w:tplc="C930EF62">
      <w:numFmt w:val="bullet"/>
      <w:lvlText w:val="-"/>
      <w:lvlJc w:val="left"/>
      <w:pPr>
        <w:ind w:left="720" w:hanging="360"/>
      </w:pPr>
      <w:rPr>
        <w:rFonts w:ascii="Noto Sans" w:eastAsia="Calibri" w:hAnsi="Noto Sans" w:cs="Noto San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D6566"/>
    <w:multiLevelType w:val="hybridMultilevel"/>
    <w:tmpl w:val="8A80E3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AECDC6">
      <w:numFmt w:val="bullet"/>
      <w:lvlText w:val="-"/>
      <w:lvlJc w:val="left"/>
      <w:pPr>
        <w:ind w:left="1440" w:hanging="360"/>
      </w:pPr>
      <w:rPr>
        <w:rFonts w:ascii="Noto Sans" w:eastAsia="Calibri" w:hAnsi="Noto Sans" w:cs="Noto San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50AFD"/>
    <w:multiLevelType w:val="hybridMultilevel"/>
    <w:tmpl w:val="B4E424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E70BFF"/>
    <w:multiLevelType w:val="hybridMultilevel"/>
    <w:tmpl w:val="67BABC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4731A"/>
    <w:multiLevelType w:val="hybridMultilevel"/>
    <w:tmpl w:val="0EA051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6597"/>
    <w:multiLevelType w:val="multilevel"/>
    <w:tmpl w:val="18F83CA6"/>
    <w:lvl w:ilvl="0">
      <w:start w:val="1"/>
      <w:numFmt w:val="upperLetter"/>
      <w:lvlText w:val="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lang w:val="en-GB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4405240A"/>
    <w:multiLevelType w:val="hybridMultilevel"/>
    <w:tmpl w:val="9EA8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6B4B11"/>
    <w:multiLevelType w:val="hybridMultilevel"/>
    <w:tmpl w:val="10AA940A"/>
    <w:lvl w:ilvl="0" w:tplc="B6C8962A">
      <w:start w:val="1"/>
      <w:numFmt w:val="lowerLetter"/>
      <w:pStyle w:val="Enumeration"/>
      <w:lvlText w:val="%1."/>
      <w:lvlJc w:val="left"/>
      <w:pPr>
        <w:ind w:left="720" w:hanging="360"/>
      </w:pPr>
      <w:rPr>
        <w:rFonts w:ascii="Noto Sans" w:hAnsi="Noto Sans" w:hint="default"/>
        <w:b w:val="0"/>
        <w:i w:val="0"/>
        <w:color w:val="034EA2"/>
        <w:sz w:val="22"/>
        <w:u w:val="none"/>
        <w14:cntxtAlt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2F2914"/>
    <w:multiLevelType w:val="hybridMultilevel"/>
    <w:tmpl w:val="3BF6BB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801"/>
    <w:multiLevelType w:val="hybridMultilevel"/>
    <w:tmpl w:val="1D6AB1C8"/>
    <w:lvl w:ilvl="0" w:tplc="78DE45F0">
      <w:start w:val="3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90520739">
    <w:abstractNumId w:val="8"/>
  </w:num>
  <w:num w:numId="2" w16cid:durableId="244998824">
    <w:abstractNumId w:val="10"/>
  </w:num>
  <w:num w:numId="3" w16cid:durableId="226843529">
    <w:abstractNumId w:val="12"/>
  </w:num>
  <w:num w:numId="4" w16cid:durableId="820121137">
    <w:abstractNumId w:val="0"/>
  </w:num>
  <w:num w:numId="5" w16cid:durableId="31157818">
    <w:abstractNumId w:val="7"/>
  </w:num>
  <w:num w:numId="6" w16cid:durableId="909465767">
    <w:abstractNumId w:val="11"/>
  </w:num>
  <w:num w:numId="7" w16cid:durableId="32967835">
    <w:abstractNumId w:val="6"/>
  </w:num>
  <w:num w:numId="8" w16cid:durableId="1313824664">
    <w:abstractNumId w:val="4"/>
  </w:num>
  <w:num w:numId="9" w16cid:durableId="1892962567">
    <w:abstractNumId w:val="9"/>
  </w:num>
  <w:num w:numId="10" w16cid:durableId="363945221">
    <w:abstractNumId w:val="3"/>
  </w:num>
  <w:num w:numId="11" w16cid:durableId="1038161502">
    <w:abstractNumId w:val="5"/>
  </w:num>
  <w:num w:numId="12" w16cid:durableId="1353802846">
    <w:abstractNumId w:val="1"/>
  </w:num>
  <w:num w:numId="13" w16cid:durableId="900941891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sv-SE" w:vendorID="64" w:dllVersion="0" w:nlCheck="1" w:checkStyle="0"/>
  <w:activeWritingStyle w:appName="MSWord" w:lang="de-AT" w:vendorID="64" w:dllVersion="0" w:nlCheck="1" w:checkStyle="0"/>
  <w:proofState w:spelling="clean" w:grammar="clean"/>
  <w:attachedTemplate r:id="rId1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QzNzIyNjMysjQ1NDdU0lEKTi0uzszPAykwqwUA4KKIjiwAAAA="/>
    <w:docVar w:name="FLIR_DOCUMENT_ID" w:val="254bc340-5b4a-49eb-816c-0c97ffb9ee55"/>
  </w:docVars>
  <w:rsids>
    <w:rsidRoot w:val="003C77BC"/>
    <w:rsid w:val="000000A7"/>
    <w:rsid w:val="00000823"/>
    <w:rsid w:val="00000E9F"/>
    <w:rsid w:val="000014C7"/>
    <w:rsid w:val="000014D8"/>
    <w:rsid w:val="000014F7"/>
    <w:rsid w:val="00001583"/>
    <w:rsid w:val="000015C2"/>
    <w:rsid w:val="000016AF"/>
    <w:rsid w:val="000018EC"/>
    <w:rsid w:val="00001A2C"/>
    <w:rsid w:val="00001B02"/>
    <w:rsid w:val="00001E36"/>
    <w:rsid w:val="0000225B"/>
    <w:rsid w:val="0000231D"/>
    <w:rsid w:val="00002A81"/>
    <w:rsid w:val="00002B75"/>
    <w:rsid w:val="00002C3B"/>
    <w:rsid w:val="00003455"/>
    <w:rsid w:val="000036BF"/>
    <w:rsid w:val="00003C27"/>
    <w:rsid w:val="00003F0E"/>
    <w:rsid w:val="000042E5"/>
    <w:rsid w:val="000046C2"/>
    <w:rsid w:val="000048EA"/>
    <w:rsid w:val="00004A80"/>
    <w:rsid w:val="00004CF4"/>
    <w:rsid w:val="00004FC1"/>
    <w:rsid w:val="0000583C"/>
    <w:rsid w:val="000058CF"/>
    <w:rsid w:val="0000595F"/>
    <w:rsid w:val="00005998"/>
    <w:rsid w:val="00005999"/>
    <w:rsid w:val="00005A0E"/>
    <w:rsid w:val="00005F65"/>
    <w:rsid w:val="000063A4"/>
    <w:rsid w:val="000065A4"/>
    <w:rsid w:val="00006C28"/>
    <w:rsid w:val="00006CC3"/>
    <w:rsid w:val="00006D88"/>
    <w:rsid w:val="00006DC6"/>
    <w:rsid w:val="00006FD1"/>
    <w:rsid w:val="000076CF"/>
    <w:rsid w:val="0000777C"/>
    <w:rsid w:val="00007968"/>
    <w:rsid w:val="00007EEE"/>
    <w:rsid w:val="0001008C"/>
    <w:rsid w:val="00010226"/>
    <w:rsid w:val="000103BC"/>
    <w:rsid w:val="00010432"/>
    <w:rsid w:val="0001088C"/>
    <w:rsid w:val="00010A55"/>
    <w:rsid w:val="00010A67"/>
    <w:rsid w:val="00010EE5"/>
    <w:rsid w:val="00010F1B"/>
    <w:rsid w:val="0001121E"/>
    <w:rsid w:val="000113EB"/>
    <w:rsid w:val="00011C96"/>
    <w:rsid w:val="00011CEF"/>
    <w:rsid w:val="00012454"/>
    <w:rsid w:val="000126B6"/>
    <w:rsid w:val="00012C24"/>
    <w:rsid w:val="0001300F"/>
    <w:rsid w:val="000130F1"/>
    <w:rsid w:val="00013143"/>
    <w:rsid w:val="000133E0"/>
    <w:rsid w:val="0001361F"/>
    <w:rsid w:val="00014628"/>
    <w:rsid w:val="0001467B"/>
    <w:rsid w:val="00014E13"/>
    <w:rsid w:val="00014F4C"/>
    <w:rsid w:val="0001517B"/>
    <w:rsid w:val="000151CE"/>
    <w:rsid w:val="000153B1"/>
    <w:rsid w:val="0001557E"/>
    <w:rsid w:val="000156C4"/>
    <w:rsid w:val="00015F1E"/>
    <w:rsid w:val="00016220"/>
    <w:rsid w:val="00016336"/>
    <w:rsid w:val="00016876"/>
    <w:rsid w:val="000168B7"/>
    <w:rsid w:val="00016A56"/>
    <w:rsid w:val="00016C34"/>
    <w:rsid w:val="00016F70"/>
    <w:rsid w:val="000173EF"/>
    <w:rsid w:val="0001751E"/>
    <w:rsid w:val="00017526"/>
    <w:rsid w:val="00017639"/>
    <w:rsid w:val="00017658"/>
    <w:rsid w:val="00017F0D"/>
    <w:rsid w:val="00017F5D"/>
    <w:rsid w:val="00020149"/>
    <w:rsid w:val="000204FC"/>
    <w:rsid w:val="000209B6"/>
    <w:rsid w:val="00020CC4"/>
    <w:rsid w:val="00020D14"/>
    <w:rsid w:val="00020D47"/>
    <w:rsid w:val="0002105E"/>
    <w:rsid w:val="000212E4"/>
    <w:rsid w:val="00021325"/>
    <w:rsid w:val="00021A94"/>
    <w:rsid w:val="00021B2D"/>
    <w:rsid w:val="0002289D"/>
    <w:rsid w:val="00022A22"/>
    <w:rsid w:val="00023025"/>
    <w:rsid w:val="00023208"/>
    <w:rsid w:val="000237D6"/>
    <w:rsid w:val="000238F8"/>
    <w:rsid w:val="00023937"/>
    <w:rsid w:val="000239CC"/>
    <w:rsid w:val="000239D8"/>
    <w:rsid w:val="00023DED"/>
    <w:rsid w:val="00024283"/>
    <w:rsid w:val="000244E7"/>
    <w:rsid w:val="000245C6"/>
    <w:rsid w:val="000248C6"/>
    <w:rsid w:val="00024996"/>
    <w:rsid w:val="00024A26"/>
    <w:rsid w:val="00024B71"/>
    <w:rsid w:val="000250D2"/>
    <w:rsid w:val="0002521C"/>
    <w:rsid w:val="00025676"/>
    <w:rsid w:val="000256A6"/>
    <w:rsid w:val="00025BF1"/>
    <w:rsid w:val="00025CD1"/>
    <w:rsid w:val="00025E3F"/>
    <w:rsid w:val="00026ECE"/>
    <w:rsid w:val="00027102"/>
    <w:rsid w:val="000276AD"/>
    <w:rsid w:val="00027A74"/>
    <w:rsid w:val="00027D28"/>
    <w:rsid w:val="00027DCB"/>
    <w:rsid w:val="000301FB"/>
    <w:rsid w:val="00030928"/>
    <w:rsid w:val="00030AF7"/>
    <w:rsid w:val="00030D4A"/>
    <w:rsid w:val="00030FC0"/>
    <w:rsid w:val="00031120"/>
    <w:rsid w:val="00031241"/>
    <w:rsid w:val="0003130C"/>
    <w:rsid w:val="000313F0"/>
    <w:rsid w:val="0003156A"/>
    <w:rsid w:val="000315CE"/>
    <w:rsid w:val="000316DA"/>
    <w:rsid w:val="00031864"/>
    <w:rsid w:val="00031A61"/>
    <w:rsid w:val="00031F76"/>
    <w:rsid w:val="00032179"/>
    <w:rsid w:val="000327AE"/>
    <w:rsid w:val="0003296D"/>
    <w:rsid w:val="00032A4C"/>
    <w:rsid w:val="00033990"/>
    <w:rsid w:val="00033BCA"/>
    <w:rsid w:val="00033C7B"/>
    <w:rsid w:val="00033D5D"/>
    <w:rsid w:val="00033E65"/>
    <w:rsid w:val="00034CA9"/>
    <w:rsid w:val="000350A0"/>
    <w:rsid w:val="00035208"/>
    <w:rsid w:val="00035441"/>
    <w:rsid w:val="000355DC"/>
    <w:rsid w:val="0003574A"/>
    <w:rsid w:val="000357AB"/>
    <w:rsid w:val="00035966"/>
    <w:rsid w:val="00035F32"/>
    <w:rsid w:val="00035FBD"/>
    <w:rsid w:val="00036837"/>
    <w:rsid w:val="00036896"/>
    <w:rsid w:val="000369C2"/>
    <w:rsid w:val="00036B18"/>
    <w:rsid w:val="00036CEA"/>
    <w:rsid w:val="00037239"/>
    <w:rsid w:val="0003727F"/>
    <w:rsid w:val="000372DC"/>
    <w:rsid w:val="000374CF"/>
    <w:rsid w:val="00037785"/>
    <w:rsid w:val="0003782C"/>
    <w:rsid w:val="00037861"/>
    <w:rsid w:val="00037E4D"/>
    <w:rsid w:val="00037E94"/>
    <w:rsid w:val="00037EB1"/>
    <w:rsid w:val="0004024F"/>
    <w:rsid w:val="00040716"/>
    <w:rsid w:val="00040BCD"/>
    <w:rsid w:val="00040E96"/>
    <w:rsid w:val="000412BB"/>
    <w:rsid w:val="00041512"/>
    <w:rsid w:val="000415F8"/>
    <w:rsid w:val="0004162C"/>
    <w:rsid w:val="0004181C"/>
    <w:rsid w:val="00041D48"/>
    <w:rsid w:val="00041D6F"/>
    <w:rsid w:val="00041D9C"/>
    <w:rsid w:val="00042112"/>
    <w:rsid w:val="0004248C"/>
    <w:rsid w:val="00042533"/>
    <w:rsid w:val="00042740"/>
    <w:rsid w:val="00042972"/>
    <w:rsid w:val="00043084"/>
    <w:rsid w:val="000440D7"/>
    <w:rsid w:val="000449FD"/>
    <w:rsid w:val="00044C81"/>
    <w:rsid w:val="00044F5C"/>
    <w:rsid w:val="00044FE9"/>
    <w:rsid w:val="0004509C"/>
    <w:rsid w:val="00046021"/>
    <w:rsid w:val="000460F6"/>
    <w:rsid w:val="00046119"/>
    <w:rsid w:val="00046218"/>
    <w:rsid w:val="000466A1"/>
    <w:rsid w:val="00046793"/>
    <w:rsid w:val="000467ED"/>
    <w:rsid w:val="00046827"/>
    <w:rsid w:val="00046AC2"/>
    <w:rsid w:val="00046C95"/>
    <w:rsid w:val="0004708C"/>
    <w:rsid w:val="000470D5"/>
    <w:rsid w:val="000471EA"/>
    <w:rsid w:val="00047272"/>
    <w:rsid w:val="00047353"/>
    <w:rsid w:val="000475F3"/>
    <w:rsid w:val="0004772A"/>
    <w:rsid w:val="000478B5"/>
    <w:rsid w:val="00047D06"/>
    <w:rsid w:val="00050086"/>
    <w:rsid w:val="00050675"/>
    <w:rsid w:val="00050894"/>
    <w:rsid w:val="0005129E"/>
    <w:rsid w:val="000512BE"/>
    <w:rsid w:val="00051368"/>
    <w:rsid w:val="00051B3E"/>
    <w:rsid w:val="00051BA9"/>
    <w:rsid w:val="00051C9C"/>
    <w:rsid w:val="00051D28"/>
    <w:rsid w:val="00051F7D"/>
    <w:rsid w:val="0005206B"/>
    <w:rsid w:val="0005222A"/>
    <w:rsid w:val="00052311"/>
    <w:rsid w:val="00052608"/>
    <w:rsid w:val="00052880"/>
    <w:rsid w:val="000528DF"/>
    <w:rsid w:val="00053072"/>
    <w:rsid w:val="00053088"/>
    <w:rsid w:val="000532B8"/>
    <w:rsid w:val="0005372E"/>
    <w:rsid w:val="000537D1"/>
    <w:rsid w:val="00053905"/>
    <w:rsid w:val="00053AB8"/>
    <w:rsid w:val="00053EF8"/>
    <w:rsid w:val="000542A5"/>
    <w:rsid w:val="000542FE"/>
    <w:rsid w:val="00054B71"/>
    <w:rsid w:val="00054F50"/>
    <w:rsid w:val="0005517C"/>
    <w:rsid w:val="000552EA"/>
    <w:rsid w:val="0005551E"/>
    <w:rsid w:val="00055676"/>
    <w:rsid w:val="00055715"/>
    <w:rsid w:val="000557A4"/>
    <w:rsid w:val="0005598E"/>
    <w:rsid w:val="00055AC6"/>
    <w:rsid w:val="000565D6"/>
    <w:rsid w:val="00056758"/>
    <w:rsid w:val="00056A0E"/>
    <w:rsid w:val="00056D31"/>
    <w:rsid w:val="00057220"/>
    <w:rsid w:val="000573FA"/>
    <w:rsid w:val="00057842"/>
    <w:rsid w:val="00057912"/>
    <w:rsid w:val="00057D1C"/>
    <w:rsid w:val="00057E24"/>
    <w:rsid w:val="00057E7D"/>
    <w:rsid w:val="00060305"/>
    <w:rsid w:val="00060317"/>
    <w:rsid w:val="0006039B"/>
    <w:rsid w:val="000603AB"/>
    <w:rsid w:val="0006057A"/>
    <w:rsid w:val="00060AF4"/>
    <w:rsid w:val="00060ECA"/>
    <w:rsid w:val="00061026"/>
    <w:rsid w:val="00061146"/>
    <w:rsid w:val="000611DD"/>
    <w:rsid w:val="00061310"/>
    <w:rsid w:val="00061C31"/>
    <w:rsid w:val="00061EC6"/>
    <w:rsid w:val="000621AF"/>
    <w:rsid w:val="000623C3"/>
    <w:rsid w:val="000624B5"/>
    <w:rsid w:val="000624CA"/>
    <w:rsid w:val="00062559"/>
    <w:rsid w:val="00062680"/>
    <w:rsid w:val="0006276A"/>
    <w:rsid w:val="000629AD"/>
    <w:rsid w:val="00062D89"/>
    <w:rsid w:val="00062E83"/>
    <w:rsid w:val="00062E93"/>
    <w:rsid w:val="00062EAB"/>
    <w:rsid w:val="00063071"/>
    <w:rsid w:val="00063223"/>
    <w:rsid w:val="000633F6"/>
    <w:rsid w:val="0006374E"/>
    <w:rsid w:val="00063927"/>
    <w:rsid w:val="00063B43"/>
    <w:rsid w:val="00063D61"/>
    <w:rsid w:val="0006438C"/>
    <w:rsid w:val="00064572"/>
    <w:rsid w:val="00064674"/>
    <w:rsid w:val="000646B0"/>
    <w:rsid w:val="0006477C"/>
    <w:rsid w:val="00064B82"/>
    <w:rsid w:val="0006587B"/>
    <w:rsid w:val="000659C0"/>
    <w:rsid w:val="00065E1A"/>
    <w:rsid w:val="00065EF4"/>
    <w:rsid w:val="000661A8"/>
    <w:rsid w:val="00066405"/>
    <w:rsid w:val="00066941"/>
    <w:rsid w:val="00066CC1"/>
    <w:rsid w:val="00067147"/>
    <w:rsid w:val="00067402"/>
    <w:rsid w:val="000674A7"/>
    <w:rsid w:val="000675D2"/>
    <w:rsid w:val="0006772D"/>
    <w:rsid w:val="00070072"/>
    <w:rsid w:val="000703CA"/>
    <w:rsid w:val="000705E2"/>
    <w:rsid w:val="00070842"/>
    <w:rsid w:val="00070B6F"/>
    <w:rsid w:val="00070E13"/>
    <w:rsid w:val="00070E3F"/>
    <w:rsid w:val="0007117C"/>
    <w:rsid w:val="000714D5"/>
    <w:rsid w:val="00071771"/>
    <w:rsid w:val="0007188A"/>
    <w:rsid w:val="00071D67"/>
    <w:rsid w:val="00071E8D"/>
    <w:rsid w:val="00071F86"/>
    <w:rsid w:val="00072664"/>
    <w:rsid w:val="00073011"/>
    <w:rsid w:val="00073784"/>
    <w:rsid w:val="00073AA3"/>
    <w:rsid w:val="0007433C"/>
    <w:rsid w:val="00074518"/>
    <w:rsid w:val="00074E17"/>
    <w:rsid w:val="0007507D"/>
    <w:rsid w:val="00075376"/>
    <w:rsid w:val="0007539F"/>
    <w:rsid w:val="00075506"/>
    <w:rsid w:val="000755C9"/>
    <w:rsid w:val="00075C09"/>
    <w:rsid w:val="00075D66"/>
    <w:rsid w:val="000762C4"/>
    <w:rsid w:val="00076B51"/>
    <w:rsid w:val="00076FDB"/>
    <w:rsid w:val="000771D4"/>
    <w:rsid w:val="00077642"/>
    <w:rsid w:val="0007764C"/>
    <w:rsid w:val="00077854"/>
    <w:rsid w:val="00077889"/>
    <w:rsid w:val="000779DB"/>
    <w:rsid w:val="00077D0B"/>
    <w:rsid w:val="00077DFB"/>
    <w:rsid w:val="000800D7"/>
    <w:rsid w:val="00080130"/>
    <w:rsid w:val="00080153"/>
    <w:rsid w:val="00080270"/>
    <w:rsid w:val="00080572"/>
    <w:rsid w:val="00080861"/>
    <w:rsid w:val="000808AD"/>
    <w:rsid w:val="00080AD6"/>
    <w:rsid w:val="00080F02"/>
    <w:rsid w:val="00081AC1"/>
    <w:rsid w:val="00081BDB"/>
    <w:rsid w:val="00081DC0"/>
    <w:rsid w:val="00082817"/>
    <w:rsid w:val="00082E71"/>
    <w:rsid w:val="00082EB4"/>
    <w:rsid w:val="00082F56"/>
    <w:rsid w:val="00083710"/>
    <w:rsid w:val="00083733"/>
    <w:rsid w:val="0008389A"/>
    <w:rsid w:val="00083BC5"/>
    <w:rsid w:val="00083D25"/>
    <w:rsid w:val="00083D29"/>
    <w:rsid w:val="00083D31"/>
    <w:rsid w:val="00083DA0"/>
    <w:rsid w:val="00083E17"/>
    <w:rsid w:val="000840DF"/>
    <w:rsid w:val="000841A6"/>
    <w:rsid w:val="00084421"/>
    <w:rsid w:val="00084651"/>
    <w:rsid w:val="0008475A"/>
    <w:rsid w:val="00084A71"/>
    <w:rsid w:val="00084ED1"/>
    <w:rsid w:val="0008503F"/>
    <w:rsid w:val="0008514A"/>
    <w:rsid w:val="00085716"/>
    <w:rsid w:val="000858B5"/>
    <w:rsid w:val="00085D5D"/>
    <w:rsid w:val="000860C8"/>
    <w:rsid w:val="00086158"/>
    <w:rsid w:val="00086159"/>
    <w:rsid w:val="0008652B"/>
    <w:rsid w:val="00086592"/>
    <w:rsid w:val="000867BA"/>
    <w:rsid w:val="00086C2D"/>
    <w:rsid w:val="00086C32"/>
    <w:rsid w:val="00086CBD"/>
    <w:rsid w:val="00086EF4"/>
    <w:rsid w:val="0008748B"/>
    <w:rsid w:val="00087644"/>
    <w:rsid w:val="00087794"/>
    <w:rsid w:val="00087A14"/>
    <w:rsid w:val="00087B70"/>
    <w:rsid w:val="00090231"/>
    <w:rsid w:val="00090A3B"/>
    <w:rsid w:val="00090BCF"/>
    <w:rsid w:val="00090F69"/>
    <w:rsid w:val="00091139"/>
    <w:rsid w:val="000911E9"/>
    <w:rsid w:val="000916D1"/>
    <w:rsid w:val="000917CA"/>
    <w:rsid w:val="00091903"/>
    <w:rsid w:val="00091916"/>
    <w:rsid w:val="0009201D"/>
    <w:rsid w:val="000921F1"/>
    <w:rsid w:val="0009258B"/>
    <w:rsid w:val="00092657"/>
    <w:rsid w:val="00092744"/>
    <w:rsid w:val="00092982"/>
    <w:rsid w:val="00092B4E"/>
    <w:rsid w:val="00092E59"/>
    <w:rsid w:val="000930BF"/>
    <w:rsid w:val="00093335"/>
    <w:rsid w:val="0009337C"/>
    <w:rsid w:val="00093392"/>
    <w:rsid w:val="00093E9A"/>
    <w:rsid w:val="00094678"/>
    <w:rsid w:val="000946BC"/>
    <w:rsid w:val="000946C9"/>
    <w:rsid w:val="00094862"/>
    <w:rsid w:val="00094AAC"/>
    <w:rsid w:val="00094CAB"/>
    <w:rsid w:val="000951E6"/>
    <w:rsid w:val="000954C7"/>
    <w:rsid w:val="000956C6"/>
    <w:rsid w:val="0009590D"/>
    <w:rsid w:val="0009595B"/>
    <w:rsid w:val="00095D5C"/>
    <w:rsid w:val="00095ECA"/>
    <w:rsid w:val="00095F09"/>
    <w:rsid w:val="00095F7D"/>
    <w:rsid w:val="0009614B"/>
    <w:rsid w:val="00096599"/>
    <w:rsid w:val="000966C4"/>
    <w:rsid w:val="00096759"/>
    <w:rsid w:val="00096790"/>
    <w:rsid w:val="00096CB8"/>
    <w:rsid w:val="00097122"/>
    <w:rsid w:val="000977B4"/>
    <w:rsid w:val="000977E6"/>
    <w:rsid w:val="00097952"/>
    <w:rsid w:val="000A0153"/>
    <w:rsid w:val="000A036B"/>
    <w:rsid w:val="000A0371"/>
    <w:rsid w:val="000A0521"/>
    <w:rsid w:val="000A12FF"/>
    <w:rsid w:val="000A145C"/>
    <w:rsid w:val="000A14C6"/>
    <w:rsid w:val="000A1567"/>
    <w:rsid w:val="000A19AF"/>
    <w:rsid w:val="000A1D71"/>
    <w:rsid w:val="000A229E"/>
    <w:rsid w:val="000A2700"/>
    <w:rsid w:val="000A2A7E"/>
    <w:rsid w:val="000A2BE1"/>
    <w:rsid w:val="000A321A"/>
    <w:rsid w:val="000A327D"/>
    <w:rsid w:val="000A33E5"/>
    <w:rsid w:val="000A357A"/>
    <w:rsid w:val="000A398A"/>
    <w:rsid w:val="000A4588"/>
    <w:rsid w:val="000A4669"/>
    <w:rsid w:val="000A4B3A"/>
    <w:rsid w:val="000A4FE1"/>
    <w:rsid w:val="000A5238"/>
    <w:rsid w:val="000A5840"/>
    <w:rsid w:val="000A62B8"/>
    <w:rsid w:val="000A6458"/>
    <w:rsid w:val="000A645E"/>
    <w:rsid w:val="000A6D57"/>
    <w:rsid w:val="000A6E27"/>
    <w:rsid w:val="000A7160"/>
    <w:rsid w:val="000A73BD"/>
    <w:rsid w:val="000A765B"/>
    <w:rsid w:val="000A76A7"/>
    <w:rsid w:val="000A76D7"/>
    <w:rsid w:val="000A797E"/>
    <w:rsid w:val="000A7D5E"/>
    <w:rsid w:val="000A7D82"/>
    <w:rsid w:val="000B0266"/>
    <w:rsid w:val="000B034C"/>
    <w:rsid w:val="000B07A9"/>
    <w:rsid w:val="000B0821"/>
    <w:rsid w:val="000B0AB7"/>
    <w:rsid w:val="000B0BEF"/>
    <w:rsid w:val="000B12AB"/>
    <w:rsid w:val="000B1579"/>
    <w:rsid w:val="000B17DE"/>
    <w:rsid w:val="000B194F"/>
    <w:rsid w:val="000B1B6C"/>
    <w:rsid w:val="000B1D46"/>
    <w:rsid w:val="000B22CC"/>
    <w:rsid w:val="000B23BB"/>
    <w:rsid w:val="000B2410"/>
    <w:rsid w:val="000B273D"/>
    <w:rsid w:val="000B2943"/>
    <w:rsid w:val="000B33BD"/>
    <w:rsid w:val="000B36C0"/>
    <w:rsid w:val="000B36FA"/>
    <w:rsid w:val="000B3963"/>
    <w:rsid w:val="000B3DE6"/>
    <w:rsid w:val="000B4403"/>
    <w:rsid w:val="000B44E6"/>
    <w:rsid w:val="000B4593"/>
    <w:rsid w:val="000B4613"/>
    <w:rsid w:val="000B49C4"/>
    <w:rsid w:val="000B4A41"/>
    <w:rsid w:val="000B4DE8"/>
    <w:rsid w:val="000B4F46"/>
    <w:rsid w:val="000B4F61"/>
    <w:rsid w:val="000B5232"/>
    <w:rsid w:val="000B54C0"/>
    <w:rsid w:val="000B57F8"/>
    <w:rsid w:val="000B588E"/>
    <w:rsid w:val="000B5985"/>
    <w:rsid w:val="000B5D97"/>
    <w:rsid w:val="000B62ED"/>
    <w:rsid w:val="000B6336"/>
    <w:rsid w:val="000B63A5"/>
    <w:rsid w:val="000B78D9"/>
    <w:rsid w:val="000B7A7F"/>
    <w:rsid w:val="000B7D0B"/>
    <w:rsid w:val="000B7DC6"/>
    <w:rsid w:val="000B7F3A"/>
    <w:rsid w:val="000C0220"/>
    <w:rsid w:val="000C0662"/>
    <w:rsid w:val="000C0714"/>
    <w:rsid w:val="000C094B"/>
    <w:rsid w:val="000C0972"/>
    <w:rsid w:val="000C0BBF"/>
    <w:rsid w:val="000C0DCE"/>
    <w:rsid w:val="000C1717"/>
    <w:rsid w:val="000C18A8"/>
    <w:rsid w:val="000C1B2D"/>
    <w:rsid w:val="000C1E17"/>
    <w:rsid w:val="000C21D0"/>
    <w:rsid w:val="000C2963"/>
    <w:rsid w:val="000C2B86"/>
    <w:rsid w:val="000C2D28"/>
    <w:rsid w:val="000C2DAD"/>
    <w:rsid w:val="000C3486"/>
    <w:rsid w:val="000C387A"/>
    <w:rsid w:val="000C390A"/>
    <w:rsid w:val="000C3B7C"/>
    <w:rsid w:val="000C3C6B"/>
    <w:rsid w:val="000C428A"/>
    <w:rsid w:val="000C429F"/>
    <w:rsid w:val="000C4358"/>
    <w:rsid w:val="000C4377"/>
    <w:rsid w:val="000C487B"/>
    <w:rsid w:val="000C4987"/>
    <w:rsid w:val="000C4AAD"/>
    <w:rsid w:val="000C4C87"/>
    <w:rsid w:val="000C4CE9"/>
    <w:rsid w:val="000C4F3F"/>
    <w:rsid w:val="000C4FEB"/>
    <w:rsid w:val="000C5194"/>
    <w:rsid w:val="000C5249"/>
    <w:rsid w:val="000C55DC"/>
    <w:rsid w:val="000C56CE"/>
    <w:rsid w:val="000C56EE"/>
    <w:rsid w:val="000C5B1A"/>
    <w:rsid w:val="000C5F64"/>
    <w:rsid w:val="000C68F1"/>
    <w:rsid w:val="000C796C"/>
    <w:rsid w:val="000C7A08"/>
    <w:rsid w:val="000C7A9B"/>
    <w:rsid w:val="000C7B34"/>
    <w:rsid w:val="000D03A6"/>
    <w:rsid w:val="000D0A48"/>
    <w:rsid w:val="000D0B07"/>
    <w:rsid w:val="000D0DE6"/>
    <w:rsid w:val="000D13DA"/>
    <w:rsid w:val="000D146B"/>
    <w:rsid w:val="000D153E"/>
    <w:rsid w:val="000D1983"/>
    <w:rsid w:val="000D19C5"/>
    <w:rsid w:val="000D1A46"/>
    <w:rsid w:val="000D1A83"/>
    <w:rsid w:val="000D221A"/>
    <w:rsid w:val="000D2AAB"/>
    <w:rsid w:val="000D2EC3"/>
    <w:rsid w:val="000D2EE1"/>
    <w:rsid w:val="000D2F33"/>
    <w:rsid w:val="000D2FD6"/>
    <w:rsid w:val="000D30CA"/>
    <w:rsid w:val="000D328B"/>
    <w:rsid w:val="000D33FF"/>
    <w:rsid w:val="000D35FE"/>
    <w:rsid w:val="000D3887"/>
    <w:rsid w:val="000D3AED"/>
    <w:rsid w:val="000D3B61"/>
    <w:rsid w:val="000D3B62"/>
    <w:rsid w:val="000D3BE3"/>
    <w:rsid w:val="000D4186"/>
    <w:rsid w:val="000D4743"/>
    <w:rsid w:val="000D48DF"/>
    <w:rsid w:val="000D4EB0"/>
    <w:rsid w:val="000D5027"/>
    <w:rsid w:val="000D50AA"/>
    <w:rsid w:val="000D523C"/>
    <w:rsid w:val="000D54D1"/>
    <w:rsid w:val="000D5A55"/>
    <w:rsid w:val="000D5E81"/>
    <w:rsid w:val="000D6116"/>
    <w:rsid w:val="000D6275"/>
    <w:rsid w:val="000D6511"/>
    <w:rsid w:val="000D69FB"/>
    <w:rsid w:val="000D6C24"/>
    <w:rsid w:val="000D6C3F"/>
    <w:rsid w:val="000D6D74"/>
    <w:rsid w:val="000D712C"/>
    <w:rsid w:val="000D71CD"/>
    <w:rsid w:val="000D7798"/>
    <w:rsid w:val="000D78BA"/>
    <w:rsid w:val="000D7D55"/>
    <w:rsid w:val="000D7E58"/>
    <w:rsid w:val="000E01D2"/>
    <w:rsid w:val="000E0321"/>
    <w:rsid w:val="000E0352"/>
    <w:rsid w:val="000E0491"/>
    <w:rsid w:val="000E0691"/>
    <w:rsid w:val="000E0C35"/>
    <w:rsid w:val="000E186A"/>
    <w:rsid w:val="000E1910"/>
    <w:rsid w:val="000E1C7B"/>
    <w:rsid w:val="000E1DAB"/>
    <w:rsid w:val="000E206B"/>
    <w:rsid w:val="000E2166"/>
    <w:rsid w:val="000E252E"/>
    <w:rsid w:val="000E2869"/>
    <w:rsid w:val="000E2BA3"/>
    <w:rsid w:val="000E2E94"/>
    <w:rsid w:val="000E30C7"/>
    <w:rsid w:val="000E30E7"/>
    <w:rsid w:val="000E31E4"/>
    <w:rsid w:val="000E3AA6"/>
    <w:rsid w:val="000E3BF2"/>
    <w:rsid w:val="000E3F09"/>
    <w:rsid w:val="000E4117"/>
    <w:rsid w:val="000E44CB"/>
    <w:rsid w:val="000E46C6"/>
    <w:rsid w:val="000E4B58"/>
    <w:rsid w:val="000E4D70"/>
    <w:rsid w:val="000E4DB8"/>
    <w:rsid w:val="000E4DF2"/>
    <w:rsid w:val="000E517F"/>
    <w:rsid w:val="000E547A"/>
    <w:rsid w:val="000E59AE"/>
    <w:rsid w:val="000E5A48"/>
    <w:rsid w:val="000E5EEA"/>
    <w:rsid w:val="000E624E"/>
    <w:rsid w:val="000E6A6C"/>
    <w:rsid w:val="000E6C0E"/>
    <w:rsid w:val="000E70F4"/>
    <w:rsid w:val="000E745E"/>
    <w:rsid w:val="000E7606"/>
    <w:rsid w:val="000E79ED"/>
    <w:rsid w:val="000E7AED"/>
    <w:rsid w:val="000E7BD2"/>
    <w:rsid w:val="000E7DA2"/>
    <w:rsid w:val="000E7E08"/>
    <w:rsid w:val="000F0376"/>
    <w:rsid w:val="000F0379"/>
    <w:rsid w:val="000F05D0"/>
    <w:rsid w:val="000F0905"/>
    <w:rsid w:val="000F11F2"/>
    <w:rsid w:val="000F1214"/>
    <w:rsid w:val="000F1342"/>
    <w:rsid w:val="000F1480"/>
    <w:rsid w:val="000F161B"/>
    <w:rsid w:val="000F1BE0"/>
    <w:rsid w:val="000F1D7D"/>
    <w:rsid w:val="000F1FC8"/>
    <w:rsid w:val="000F1FE7"/>
    <w:rsid w:val="000F261F"/>
    <w:rsid w:val="000F27A1"/>
    <w:rsid w:val="000F2815"/>
    <w:rsid w:val="000F29F8"/>
    <w:rsid w:val="000F2DA5"/>
    <w:rsid w:val="000F335A"/>
    <w:rsid w:val="000F36C6"/>
    <w:rsid w:val="000F36E8"/>
    <w:rsid w:val="000F4097"/>
    <w:rsid w:val="000F442D"/>
    <w:rsid w:val="000F45D2"/>
    <w:rsid w:val="000F4607"/>
    <w:rsid w:val="000F4734"/>
    <w:rsid w:val="000F47BA"/>
    <w:rsid w:val="000F4D11"/>
    <w:rsid w:val="000F4DAE"/>
    <w:rsid w:val="000F506F"/>
    <w:rsid w:val="000F52D3"/>
    <w:rsid w:val="000F53F6"/>
    <w:rsid w:val="000F5569"/>
    <w:rsid w:val="000F5590"/>
    <w:rsid w:val="000F5919"/>
    <w:rsid w:val="000F5D8C"/>
    <w:rsid w:val="000F5FBE"/>
    <w:rsid w:val="000F633E"/>
    <w:rsid w:val="000F68A3"/>
    <w:rsid w:val="000F6AC0"/>
    <w:rsid w:val="000F6D65"/>
    <w:rsid w:val="000F6E96"/>
    <w:rsid w:val="000F70B4"/>
    <w:rsid w:val="000F7221"/>
    <w:rsid w:val="000F779C"/>
    <w:rsid w:val="000F79A3"/>
    <w:rsid w:val="000F79C6"/>
    <w:rsid w:val="000F7A12"/>
    <w:rsid w:val="000F7F5F"/>
    <w:rsid w:val="001001F1"/>
    <w:rsid w:val="001004FC"/>
    <w:rsid w:val="0010050F"/>
    <w:rsid w:val="00100522"/>
    <w:rsid w:val="001006E3"/>
    <w:rsid w:val="001009BD"/>
    <w:rsid w:val="00100C2C"/>
    <w:rsid w:val="00101134"/>
    <w:rsid w:val="0010172C"/>
    <w:rsid w:val="00101830"/>
    <w:rsid w:val="00101BE1"/>
    <w:rsid w:val="0010245F"/>
    <w:rsid w:val="00102B96"/>
    <w:rsid w:val="00103A7E"/>
    <w:rsid w:val="00103ADA"/>
    <w:rsid w:val="00103CEF"/>
    <w:rsid w:val="00104119"/>
    <w:rsid w:val="0010446C"/>
    <w:rsid w:val="00104B0C"/>
    <w:rsid w:val="00105060"/>
    <w:rsid w:val="001051FD"/>
    <w:rsid w:val="0010690C"/>
    <w:rsid w:val="0010697D"/>
    <w:rsid w:val="00106A41"/>
    <w:rsid w:val="00106BCD"/>
    <w:rsid w:val="00106DB3"/>
    <w:rsid w:val="0010752B"/>
    <w:rsid w:val="00107826"/>
    <w:rsid w:val="00107869"/>
    <w:rsid w:val="00107D66"/>
    <w:rsid w:val="001102A1"/>
    <w:rsid w:val="00110596"/>
    <w:rsid w:val="00110829"/>
    <w:rsid w:val="0011091F"/>
    <w:rsid w:val="00110B7C"/>
    <w:rsid w:val="00110F71"/>
    <w:rsid w:val="00111321"/>
    <w:rsid w:val="001117EC"/>
    <w:rsid w:val="00111B9C"/>
    <w:rsid w:val="0011208B"/>
    <w:rsid w:val="0011225F"/>
    <w:rsid w:val="0011236E"/>
    <w:rsid w:val="0011253B"/>
    <w:rsid w:val="00112BD3"/>
    <w:rsid w:val="00112FF3"/>
    <w:rsid w:val="001131C4"/>
    <w:rsid w:val="00113553"/>
    <w:rsid w:val="001135E8"/>
    <w:rsid w:val="001138D4"/>
    <w:rsid w:val="00113B57"/>
    <w:rsid w:val="00113D04"/>
    <w:rsid w:val="00113DF3"/>
    <w:rsid w:val="001140E8"/>
    <w:rsid w:val="0011421E"/>
    <w:rsid w:val="00114812"/>
    <w:rsid w:val="00114D07"/>
    <w:rsid w:val="00114E4A"/>
    <w:rsid w:val="00114ED7"/>
    <w:rsid w:val="001155D6"/>
    <w:rsid w:val="00115683"/>
    <w:rsid w:val="00115758"/>
    <w:rsid w:val="0011579A"/>
    <w:rsid w:val="001157FC"/>
    <w:rsid w:val="0011596F"/>
    <w:rsid w:val="00116364"/>
    <w:rsid w:val="00116921"/>
    <w:rsid w:val="00116CB7"/>
    <w:rsid w:val="00116DCC"/>
    <w:rsid w:val="001173FE"/>
    <w:rsid w:val="00117475"/>
    <w:rsid w:val="0011772D"/>
    <w:rsid w:val="001177DE"/>
    <w:rsid w:val="00120329"/>
    <w:rsid w:val="001206B1"/>
    <w:rsid w:val="001208EB"/>
    <w:rsid w:val="00120B38"/>
    <w:rsid w:val="00120C63"/>
    <w:rsid w:val="001211A7"/>
    <w:rsid w:val="0012133D"/>
    <w:rsid w:val="0012172B"/>
    <w:rsid w:val="00121B18"/>
    <w:rsid w:val="00121BC8"/>
    <w:rsid w:val="00121C5F"/>
    <w:rsid w:val="00121E1A"/>
    <w:rsid w:val="001224FD"/>
    <w:rsid w:val="00122754"/>
    <w:rsid w:val="00123109"/>
    <w:rsid w:val="001232AD"/>
    <w:rsid w:val="001232F7"/>
    <w:rsid w:val="0012350D"/>
    <w:rsid w:val="00123A3E"/>
    <w:rsid w:val="00123C1F"/>
    <w:rsid w:val="00124935"/>
    <w:rsid w:val="0012496E"/>
    <w:rsid w:val="00124975"/>
    <w:rsid w:val="00124C40"/>
    <w:rsid w:val="00125334"/>
    <w:rsid w:val="001253ED"/>
    <w:rsid w:val="001254E9"/>
    <w:rsid w:val="001259E0"/>
    <w:rsid w:val="00125D27"/>
    <w:rsid w:val="00125D60"/>
    <w:rsid w:val="00125EE2"/>
    <w:rsid w:val="00126052"/>
    <w:rsid w:val="00126198"/>
    <w:rsid w:val="00126516"/>
    <w:rsid w:val="001267FF"/>
    <w:rsid w:val="001269C9"/>
    <w:rsid w:val="00126CB5"/>
    <w:rsid w:val="00126FBF"/>
    <w:rsid w:val="00127149"/>
    <w:rsid w:val="00127840"/>
    <w:rsid w:val="00127BA0"/>
    <w:rsid w:val="00130277"/>
    <w:rsid w:val="0013063D"/>
    <w:rsid w:val="0013096D"/>
    <w:rsid w:val="00130B89"/>
    <w:rsid w:val="00130C18"/>
    <w:rsid w:val="00130CCA"/>
    <w:rsid w:val="001316D6"/>
    <w:rsid w:val="0013188E"/>
    <w:rsid w:val="00131BBB"/>
    <w:rsid w:val="00131CBC"/>
    <w:rsid w:val="00131E8B"/>
    <w:rsid w:val="001323AA"/>
    <w:rsid w:val="00132728"/>
    <w:rsid w:val="00132824"/>
    <w:rsid w:val="001329BB"/>
    <w:rsid w:val="00132C7F"/>
    <w:rsid w:val="00132ECC"/>
    <w:rsid w:val="00132F3A"/>
    <w:rsid w:val="0013329E"/>
    <w:rsid w:val="00133543"/>
    <w:rsid w:val="00133843"/>
    <w:rsid w:val="00133882"/>
    <w:rsid w:val="00133BCB"/>
    <w:rsid w:val="00133CDB"/>
    <w:rsid w:val="00133E86"/>
    <w:rsid w:val="00134142"/>
    <w:rsid w:val="001343D1"/>
    <w:rsid w:val="00134496"/>
    <w:rsid w:val="00134DFE"/>
    <w:rsid w:val="00135159"/>
    <w:rsid w:val="001352BF"/>
    <w:rsid w:val="001352C1"/>
    <w:rsid w:val="0013578E"/>
    <w:rsid w:val="0013596E"/>
    <w:rsid w:val="00135C6E"/>
    <w:rsid w:val="00135CF0"/>
    <w:rsid w:val="00135D23"/>
    <w:rsid w:val="001360F8"/>
    <w:rsid w:val="00136205"/>
    <w:rsid w:val="00136272"/>
    <w:rsid w:val="00136294"/>
    <w:rsid w:val="00136387"/>
    <w:rsid w:val="001365D2"/>
    <w:rsid w:val="0013697E"/>
    <w:rsid w:val="00136A02"/>
    <w:rsid w:val="00136F44"/>
    <w:rsid w:val="0013734C"/>
    <w:rsid w:val="001373BD"/>
    <w:rsid w:val="00137584"/>
    <w:rsid w:val="001375F2"/>
    <w:rsid w:val="001377F6"/>
    <w:rsid w:val="00137AA7"/>
    <w:rsid w:val="00137AF2"/>
    <w:rsid w:val="00137C63"/>
    <w:rsid w:val="00137CD5"/>
    <w:rsid w:val="0014028A"/>
    <w:rsid w:val="00140478"/>
    <w:rsid w:val="001404F7"/>
    <w:rsid w:val="00140C7A"/>
    <w:rsid w:val="0014127B"/>
    <w:rsid w:val="001412A1"/>
    <w:rsid w:val="00141618"/>
    <w:rsid w:val="00141A1F"/>
    <w:rsid w:val="00141AD8"/>
    <w:rsid w:val="00141FA8"/>
    <w:rsid w:val="00142078"/>
    <w:rsid w:val="0014226F"/>
    <w:rsid w:val="001423CD"/>
    <w:rsid w:val="001425B7"/>
    <w:rsid w:val="00142AE5"/>
    <w:rsid w:val="0014307A"/>
    <w:rsid w:val="00143386"/>
    <w:rsid w:val="001433C6"/>
    <w:rsid w:val="00143890"/>
    <w:rsid w:val="00143DC9"/>
    <w:rsid w:val="00144184"/>
    <w:rsid w:val="00144502"/>
    <w:rsid w:val="00144575"/>
    <w:rsid w:val="00144B83"/>
    <w:rsid w:val="00144C8E"/>
    <w:rsid w:val="001450FA"/>
    <w:rsid w:val="0014510F"/>
    <w:rsid w:val="00145730"/>
    <w:rsid w:val="00145B7A"/>
    <w:rsid w:val="00145CDB"/>
    <w:rsid w:val="0014635D"/>
    <w:rsid w:val="00146557"/>
    <w:rsid w:val="001467E2"/>
    <w:rsid w:val="00146AFF"/>
    <w:rsid w:val="00146B2E"/>
    <w:rsid w:val="00146FB1"/>
    <w:rsid w:val="00147312"/>
    <w:rsid w:val="00147394"/>
    <w:rsid w:val="0014788C"/>
    <w:rsid w:val="00147899"/>
    <w:rsid w:val="00147EE5"/>
    <w:rsid w:val="0015000F"/>
    <w:rsid w:val="001513F4"/>
    <w:rsid w:val="001517B7"/>
    <w:rsid w:val="00151827"/>
    <w:rsid w:val="00151BCD"/>
    <w:rsid w:val="00151DBA"/>
    <w:rsid w:val="001523E8"/>
    <w:rsid w:val="00152428"/>
    <w:rsid w:val="001525B6"/>
    <w:rsid w:val="00152ABA"/>
    <w:rsid w:val="00152C7E"/>
    <w:rsid w:val="00152F69"/>
    <w:rsid w:val="001532B6"/>
    <w:rsid w:val="0015347C"/>
    <w:rsid w:val="00153646"/>
    <w:rsid w:val="001536E1"/>
    <w:rsid w:val="001537E4"/>
    <w:rsid w:val="001537FC"/>
    <w:rsid w:val="0015398C"/>
    <w:rsid w:val="001539AC"/>
    <w:rsid w:val="0015423F"/>
    <w:rsid w:val="00154358"/>
    <w:rsid w:val="00154595"/>
    <w:rsid w:val="00154640"/>
    <w:rsid w:val="00154682"/>
    <w:rsid w:val="00154683"/>
    <w:rsid w:val="001546B3"/>
    <w:rsid w:val="001548EF"/>
    <w:rsid w:val="00154941"/>
    <w:rsid w:val="00154A12"/>
    <w:rsid w:val="00154BD2"/>
    <w:rsid w:val="00154DA8"/>
    <w:rsid w:val="001551D8"/>
    <w:rsid w:val="001556D1"/>
    <w:rsid w:val="001557FB"/>
    <w:rsid w:val="00155D29"/>
    <w:rsid w:val="00155E19"/>
    <w:rsid w:val="00155FF4"/>
    <w:rsid w:val="00155FF6"/>
    <w:rsid w:val="0015625C"/>
    <w:rsid w:val="00156301"/>
    <w:rsid w:val="0015630A"/>
    <w:rsid w:val="00156843"/>
    <w:rsid w:val="001569E1"/>
    <w:rsid w:val="00156E10"/>
    <w:rsid w:val="00156F42"/>
    <w:rsid w:val="00157290"/>
    <w:rsid w:val="001577B9"/>
    <w:rsid w:val="0015783C"/>
    <w:rsid w:val="00157940"/>
    <w:rsid w:val="00157B8C"/>
    <w:rsid w:val="00160248"/>
    <w:rsid w:val="001603C8"/>
    <w:rsid w:val="0016041F"/>
    <w:rsid w:val="00160798"/>
    <w:rsid w:val="00160C3D"/>
    <w:rsid w:val="00160D16"/>
    <w:rsid w:val="001618C3"/>
    <w:rsid w:val="00161F9B"/>
    <w:rsid w:val="0016225A"/>
    <w:rsid w:val="001622C0"/>
    <w:rsid w:val="00162625"/>
    <w:rsid w:val="001626CE"/>
    <w:rsid w:val="00162793"/>
    <w:rsid w:val="00162794"/>
    <w:rsid w:val="0016287B"/>
    <w:rsid w:val="00162F46"/>
    <w:rsid w:val="00162F9C"/>
    <w:rsid w:val="00162FE6"/>
    <w:rsid w:val="00163076"/>
    <w:rsid w:val="00163200"/>
    <w:rsid w:val="00163455"/>
    <w:rsid w:val="00163637"/>
    <w:rsid w:val="00163735"/>
    <w:rsid w:val="00163883"/>
    <w:rsid w:val="00163F36"/>
    <w:rsid w:val="00163F45"/>
    <w:rsid w:val="001641BA"/>
    <w:rsid w:val="00164578"/>
    <w:rsid w:val="00164D56"/>
    <w:rsid w:val="001656E5"/>
    <w:rsid w:val="001657CB"/>
    <w:rsid w:val="00165AD2"/>
    <w:rsid w:val="00165FAD"/>
    <w:rsid w:val="0016614A"/>
    <w:rsid w:val="00166365"/>
    <w:rsid w:val="0016675A"/>
    <w:rsid w:val="00166776"/>
    <w:rsid w:val="00167070"/>
    <w:rsid w:val="001670B5"/>
    <w:rsid w:val="001670F0"/>
    <w:rsid w:val="00167233"/>
    <w:rsid w:val="001673FE"/>
    <w:rsid w:val="00167701"/>
    <w:rsid w:val="0016772B"/>
    <w:rsid w:val="001678D4"/>
    <w:rsid w:val="001679FA"/>
    <w:rsid w:val="00167A8D"/>
    <w:rsid w:val="00167D0B"/>
    <w:rsid w:val="00167EAF"/>
    <w:rsid w:val="00167F80"/>
    <w:rsid w:val="001701EC"/>
    <w:rsid w:val="001708CF"/>
    <w:rsid w:val="00170966"/>
    <w:rsid w:val="00170A4A"/>
    <w:rsid w:val="00170D57"/>
    <w:rsid w:val="00170F96"/>
    <w:rsid w:val="00171074"/>
    <w:rsid w:val="00171282"/>
    <w:rsid w:val="00171290"/>
    <w:rsid w:val="001716C3"/>
    <w:rsid w:val="00171CC5"/>
    <w:rsid w:val="00171DC4"/>
    <w:rsid w:val="00171EC4"/>
    <w:rsid w:val="00172306"/>
    <w:rsid w:val="00172766"/>
    <w:rsid w:val="00172838"/>
    <w:rsid w:val="00172C66"/>
    <w:rsid w:val="00172DCE"/>
    <w:rsid w:val="00172FFF"/>
    <w:rsid w:val="001734F1"/>
    <w:rsid w:val="00173548"/>
    <w:rsid w:val="001735B5"/>
    <w:rsid w:val="00173621"/>
    <w:rsid w:val="001738E6"/>
    <w:rsid w:val="00173ACA"/>
    <w:rsid w:val="00173CD7"/>
    <w:rsid w:val="001743B1"/>
    <w:rsid w:val="001744CD"/>
    <w:rsid w:val="00174F9E"/>
    <w:rsid w:val="0017502B"/>
    <w:rsid w:val="0017513A"/>
    <w:rsid w:val="00175255"/>
    <w:rsid w:val="00175260"/>
    <w:rsid w:val="00175482"/>
    <w:rsid w:val="001755FC"/>
    <w:rsid w:val="00175FA4"/>
    <w:rsid w:val="0017614D"/>
    <w:rsid w:val="0017671C"/>
    <w:rsid w:val="001768AF"/>
    <w:rsid w:val="001769A1"/>
    <w:rsid w:val="00176C80"/>
    <w:rsid w:val="00176E36"/>
    <w:rsid w:val="001771D6"/>
    <w:rsid w:val="0017723C"/>
    <w:rsid w:val="0017725A"/>
    <w:rsid w:val="00177439"/>
    <w:rsid w:val="001774FC"/>
    <w:rsid w:val="00177718"/>
    <w:rsid w:val="00177891"/>
    <w:rsid w:val="00177DEC"/>
    <w:rsid w:val="0018018C"/>
    <w:rsid w:val="00180512"/>
    <w:rsid w:val="001806DE"/>
    <w:rsid w:val="00180987"/>
    <w:rsid w:val="00180B04"/>
    <w:rsid w:val="001814B0"/>
    <w:rsid w:val="0018171F"/>
    <w:rsid w:val="001821E0"/>
    <w:rsid w:val="00182205"/>
    <w:rsid w:val="00182216"/>
    <w:rsid w:val="00182237"/>
    <w:rsid w:val="0018261F"/>
    <w:rsid w:val="0018277C"/>
    <w:rsid w:val="001829B0"/>
    <w:rsid w:val="001829CA"/>
    <w:rsid w:val="00182AA6"/>
    <w:rsid w:val="00182EE5"/>
    <w:rsid w:val="00183075"/>
    <w:rsid w:val="0018307C"/>
    <w:rsid w:val="001830E6"/>
    <w:rsid w:val="00183784"/>
    <w:rsid w:val="001838C8"/>
    <w:rsid w:val="001838CF"/>
    <w:rsid w:val="00183972"/>
    <w:rsid w:val="00183A0E"/>
    <w:rsid w:val="00183F03"/>
    <w:rsid w:val="00184F9D"/>
    <w:rsid w:val="00185380"/>
    <w:rsid w:val="001853D7"/>
    <w:rsid w:val="0018553F"/>
    <w:rsid w:val="001855B6"/>
    <w:rsid w:val="00185762"/>
    <w:rsid w:val="00185888"/>
    <w:rsid w:val="001858C3"/>
    <w:rsid w:val="00185906"/>
    <w:rsid w:val="00185DB7"/>
    <w:rsid w:val="00186276"/>
    <w:rsid w:val="0018634E"/>
    <w:rsid w:val="001866F7"/>
    <w:rsid w:val="0018695B"/>
    <w:rsid w:val="00186A04"/>
    <w:rsid w:val="00186CA9"/>
    <w:rsid w:val="00186EAD"/>
    <w:rsid w:val="00187181"/>
    <w:rsid w:val="001871A5"/>
    <w:rsid w:val="0018724B"/>
    <w:rsid w:val="0018756B"/>
    <w:rsid w:val="001875C8"/>
    <w:rsid w:val="00187B40"/>
    <w:rsid w:val="00187CD5"/>
    <w:rsid w:val="00187E2F"/>
    <w:rsid w:val="00190029"/>
    <w:rsid w:val="0019026F"/>
    <w:rsid w:val="00190771"/>
    <w:rsid w:val="00190F2B"/>
    <w:rsid w:val="001911EB"/>
    <w:rsid w:val="001912E0"/>
    <w:rsid w:val="00191334"/>
    <w:rsid w:val="00191699"/>
    <w:rsid w:val="00191E10"/>
    <w:rsid w:val="00191E71"/>
    <w:rsid w:val="001920A8"/>
    <w:rsid w:val="001928C9"/>
    <w:rsid w:val="00192A6A"/>
    <w:rsid w:val="00192B29"/>
    <w:rsid w:val="00192C62"/>
    <w:rsid w:val="00192F7A"/>
    <w:rsid w:val="0019301A"/>
    <w:rsid w:val="00193383"/>
    <w:rsid w:val="001934BF"/>
    <w:rsid w:val="001934ED"/>
    <w:rsid w:val="001936A5"/>
    <w:rsid w:val="00193965"/>
    <w:rsid w:val="00193BCD"/>
    <w:rsid w:val="00193D32"/>
    <w:rsid w:val="00193E0E"/>
    <w:rsid w:val="00193F30"/>
    <w:rsid w:val="001941D1"/>
    <w:rsid w:val="001943F1"/>
    <w:rsid w:val="00194402"/>
    <w:rsid w:val="001949D6"/>
    <w:rsid w:val="001949E2"/>
    <w:rsid w:val="00194D41"/>
    <w:rsid w:val="00194E2E"/>
    <w:rsid w:val="00195283"/>
    <w:rsid w:val="001952BB"/>
    <w:rsid w:val="00195546"/>
    <w:rsid w:val="001957EE"/>
    <w:rsid w:val="00195861"/>
    <w:rsid w:val="00196317"/>
    <w:rsid w:val="00196565"/>
    <w:rsid w:val="00196AB8"/>
    <w:rsid w:val="00196B4C"/>
    <w:rsid w:val="00196CC0"/>
    <w:rsid w:val="00196DFC"/>
    <w:rsid w:val="001976A6"/>
    <w:rsid w:val="0019791E"/>
    <w:rsid w:val="00197A24"/>
    <w:rsid w:val="00197CB9"/>
    <w:rsid w:val="001A09DA"/>
    <w:rsid w:val="001A0A86"/>
    <w:rsid w:val="001A0DAF"/>
    <w:rsid w:val="001A1289"/>
    <w:rsid w:val="001A1703"/>
    <w:rsid w:val="001A1AB9"/>
    <w:rsid w:val="001A1B3B"/>
    <w:rsid w:val="001A270B"/>
    <w:rsid w:val="001A297D"/>
    <w:rsid w:val="001A2B5E"/>
    <w:rsid w:val="001A2C29"/>
    <w:rsid w:val="001A2F3F"/>
    <w:rsid w:val="001A3068"/>
    <w:rsid w:val="001A30A5"/>
    <w:rsid w:val="001A32AA"/>
    <w:rsid w:val="001A3901"/>
    <w:rsid w:val="001A39B7"/>
    <w:rsid w:val="001A3F6F"/>
    <w:rsid w:val="001A4964"/>
    <w:rsid w:val="001A53E3"/>
    <w:rsid w:val="001A5435"/>
    <w:rsid w:val="001A59E7"/>
    <w:rsid w:val="001A5BA0"/>
    <w:rsid w:val="001A5BF5"/>
    <w:rsid w:val="001A5D83"/>
    <w:rsid w:val="001A5E45"/>
    <w:rsid w:val="001A5F3E"/>
    <w:rsid w:val="001A6114"/>
    <w:rsid w:val="001A6216"/>
    <w:rsid w:val="001A6773"/>
    <w:rsid w:val="001A687A"/>
    <w:rsid w:val="001A6884"/>
    <w:rsid w:val="001A6A20"/>
    <w:rsid w:val="001A6EF6"/>
    <w:rsid w:val="001A729D"/>
    <w:rsid w:val="001A7312"/>
    <w:rsid w:val="001A7649"/>
    <w:rsid w:val="001A76B8"/>
    <w:rsid w:val="001A7995"/>
    <w:rsid w:val="001A7A77"/>
    <w:rsid w:val="001A7C8D"/>
    <w:rsid w:val="001A7D40"/>
    <w:rsid w:val="001A7DF0"/>
    <w:rsid w:val="001A7E27"/>
    <w:rsid w:val="001B0058"/>
    <w:rsid w:val="001B0095"/>
    <w:rsid w:val="001B01EA"/>
    <w:rsid w:val="001B04CB"/>
    <w:rsid w:val="001B052E"/>
    <w:rsid w:val="001B0BA7"/>
    <w:rsid w:val="001B0E9E"/>
    <w:rsid w:val="001B0EF2"/>
    <w:rsid w:val="001B1208"/>
    <w:rsid w:val="001B1328"/>
    <w:rsid w:val="001B1433"/>
    <w:rsid w:val="001B15F5"/>
    <w:rsid w:val="001B1654"/>
    <w:rsid w:val="001B17EC"/>
    <w:rsid w:val="001B18B3"/>
    <w:rsid w:val="001B19AD"/>
    <w:rsid w:val="001B1A0A"/>
    <w:rsid w:val="001B1BB0"/>
    <w:rsid w:val="001B1F6C"/>
    <w:rsid w:val="001B2120"/>
    <w:rsid w:val="001B216B"/>
    <w:rsid w:val="001B2312"/>
    <w:rsid w:val="001B26E6"/>
    <w:rsid w:val="001B29DB"/>
    <w:rsid w:val="001B2BC1"/>
    <w:rsid w:val="001B2F74"/>
    <w:rsid w:val="001B2FC5"/>
    <w:rsid w:val="001B305E"/>
    <w:rsid w:val="001B33D6"/>
    <w:rsid w:val="001B34A1"/>
    <w:rsid w:val="001B37F0"/>
    <w:rsid w:val="001B3891"/>
    <w:rsid w:val="001B3BCF"/>
    <w:rsid w:val="001B4189"/>
    <w:rsid w:val="001B471E"/>
    <w:rsid w:val="001B4A56"/>
    <w:rsid w:val="001B4BEC"/>
    <w:rsid w:val="001B4C93"/>
    <w:rsid w:val="001B4C95"/>
    <w:rsid w:val="001B4E77"/>
    <w:rsid w:val="001B5574"/>
    <w:rsid w:val="001B568A"/>
    <w:rsid w:val="001B575C"/>
    <w:rsid w:val="001B57C2"/>
    <w:rsid w:val="001B5A48"/>
    <w:rsid w:val="001B5A58"/>
    <w:rsid w:val="001B5C44"/>
    <w:rsid w:val="001B5C90"/>
    <w:rsid w:val="001B64A8"/>
    <w:rsid w:val="001B6559"/>
    <w:rsid w:val="001B65AD"/>
    <w:rsid w:val="001B665C"/>
    <w:rsid w:val="001B674C"/>
    <w:rsid w:val="001B6AA4"/>
    <w:rsid w:val="001B6BA1"/>
    <w:rsid w:val="001B6BE5"/>
    <w:rsid w:val="001B6EFB"/>
    <w:rsid w:val="001B7F4D"/>
    <w:rsid w:val="001B7FBF"/>
    <w:rsid w:val="001C004E"/>
    <w:rsid w:val="001C056C"/>
    <w:rsid w:val="001C09BE"/>
    <w:rsid w:val="001C0A02"/>
    <w:rsid w:val="001C0D03"/>
    <w:rsid w:val="001C1001"/>
    <w:rsid w:val="001C109E"/>
    <w:rsid w:val="001C115A"/>
    <w:rsid w:val="001C1230"/>
    <w:rsid w:val="001C1413"/>
    <w:rsid w:val="001C14B0"/>
    <w:rsid w:val="001C1B08"/>
    <w:rsid w:val="001C2062"/>
    <w:rsid w:val="001C21F2"/>
    <w:rsid w:val="001C2479"/>
    <w:rsid w:val="001C263A"/>
    <w:rsid w:val="001C269D"/>
    <w:rsid w:val="001C2915"/>
    <w:rsid w:val="001C29FA"/>
    <w:rsid w:val="001C2BC5"/>
    <w:rsid w:val="001C2F7C"/>
    <w:rsid w:val="001C30BE"/>
    <w:rsid w:val="001C311E"/>
    <w:rsid w:val="001C32BF"/>
    <w:rsid w:val="001C4268"/>
    <w:rsid w:val="001C42FA"/>
    <w:rsid w:val="001C4A48"/>
    <w:rsid w:val="001C4A52"/>
    <w:rsid w:val="001C5174"/>
    <w:rsid w:val="001C5219"/>
    <w:rsid w:val="001C56C2"/>
    <w:rsid w:val="001C585E"/>
    <w:rsid w:val="001C59A7"/>
    <w:rsid w:val="001C5A7B"/>
    <w:rsid w:val="001C60E2"/>
    <w:rsid w:val="001C65CA"/>
    <w:rsid w:val="001C680E"/>
    <w:rsid w:val="001C68B3"/>
    <w:rsid w:val="001C6A82"/>
    <w:rsid w:val="001C6BBD"/>
    <w:rsid w:val="001C6C4B"/>
    <w:rsid w:val="001C6C71"/>
    <w:rsid w:val="001C73BC"/>
    <w:rsid w:val="001C76CF"/>
    <w:rsid w:val="001C7CD4"/>
    <w:rsid w:val="001C7CF3"/>
    <w:rsid w:val="001D0737"/>
    <w:rsid w:val="001D0C54"/>
    <w:rsid w:val="001D0F35"/>
    <w:rsid w:val="001D102C"/>
    <w:rsid w:val="001D1147"/>
    <w:rsid w:val="001D116C"/>
    <w:rsid w:val="001D1388"/>
    <w:rsid w:val="001D1799"/>
    <w:rsid w:val="001D1808"/>
    <w:rsid w:val="001D19D6"/>
    <w:rsid w:val="001D1EA1"/>
    <w:rsid w:val="001D2046"/>
    <w:rsid w:val="001D216F"/>
    <w:rsid w:val="001D22E1"/>
    <w:rsid w:val="001D2AA9"/>
    <w:rsid w:val="001D2BBF"/>
    <w:rsid w:val="001D2C7B"/>
    <w:rsid w:val="001D2F14"/>
    <w:rsid w:val="001D3167"/>
    <w:rsid w:val="001D3488"/>
    <w:rsid w:val="001D3489"/>
    <w:rsid w:val="001D355A"/>
    <w:rsid w:val="001D3617"/>
    <w:rsid w:val="001D3859"/>
    <w:rsid w:val="001D3941"/>
    <w:rsid w:val="001D39F2"/>
    <w:rsid w:val="001D4126"/>
    <w:rsid w:val="001D42A9"/>
    <w:rsid w:val="001D4457"/>
    <w:rsid w:val="001D4CE9"/>
    <w:rsid w:val="001D5239"/>
    <w:rsid w:val="001D52C1"/>
    <w:rsid w:val="001D5452"/>
    <w:rsid w:val="001D5628"/>
    <w:rsid w:val="001D572E"/>
    <w:rsid w:val="001D58A8"/>
    <w:rsid w:val="001D5E32"/>
    <w:rsid w:val="001D5FF1"/>
    <w:rsid w:val="001D6429"/>
    <w:rsid w:val="001D65FB"/>
    <w:rsid w:val="001D6650"/>
    <w:rsid w:val="001D7407"/>
    <w:rsid w:val="001D74D8"/>
    <w:rsid w:val="001D792E"/>
    <w:rsid w:val="001D7A56"/>
    <w:rsid w:val="001D7E0B"/>
    <w:rsid w:val="001E0131"/>
    <w:rsid w:val="001E0302"/>
    <w:rsid w:val="001E066D"/>
    <w:rsid w:val="001E0957"/>
    <w:rsid w:val="001E0A5A"/>
    <w:rsid w:val="001E0D48"/>
    <w:rsid w:val="001E1042"/>
    <w:rsid w:val="001E13FD"/>
    <w:rsid w:val="001E1674"/>
    <w:rsid w:val="001E1A14"/>
    <w:rsid w:val="001E1EAE"/>
    <w:rsid w:val="001E21CA"/>
    <w:rsid w:val="001E263E"/>
    <w:rsid w:val="001E2E8C"/>
    <w:rsid w:val="001E2EA7"/>
    <w:rsid w:val="001E311C"/>
    <w:rsid w:val="001E315C"/>
    <w:rsid w:val="001E318A"/>
    <w:rsid w:val="001E33FB"/>
    <w:rsid w:val="001E409A"/>
    <w:rsid w:val="001E490F"/>
    <w:rsid w:val="001E4D8A"/>
    <w:rsid w:val="001E4FFD"/>
    <w:rsid w:val="001E51F4"/>
    <w:rsid w:val="001E5959"/>
    <w:rsid w:val="001E595C"/>
    <w:rsid w:val="001E5A0D"/>
    <w:rsid w:val="001E5A8A"/>
    <w:rsid w:val="001E5AAE"/>
    <w:rsid w:val="001E615D"/>
    <w:rsid w:val="001E616D"/>
    <w:rsid w:val="001E6287"/>
    <w:rsid w:val="001E644A"/>
    <w:rsid w:val="001E687E"/>
    <w:rsid w:val="001E6B56"/>
    <w:rsid w:val="001E6C48"/>
    <w:rsid w:val="001E6E10"/>
    <w:rsid w:val="001E6ED1"/>
    <w:rsid w:val="001E6FF3"/>
    <w:rsid w:val="001E7151"/>
    <w:rsid w:val="001E7314"/>
    <w:rsid w:val="001E7417"/>
    <w:rsid w:val="001E7623"/>
    <w:rsid w:val="001E7CFD"/>
    <w:rsid w:val="001F005C"/>
    <w:rsid w:val="001F020F"/>
    <w:rsid w:val="001F0247"/>
    <w:rsid w:val="001F02F6"/>
    <w:rsid w:val="001F036D"/>
    <w:rsid w:val="001F06FE"/>
    <w:rsid w:val="001F075C"/>
    <w:rsid w:val="001F1765"/>
    <w:rsid w:val="001F1AA4"/>
    <w:rsid w:val="001F1B17"/>
    <w:rsid w:val="001F1B74"/>
    <w:rsid w:val="001F1B7C"/>
    <w:rsid w:val="001F1ED2"/>
    <w:rsid w:val="001F2BFE"/>
    <w:rsid w:val="001F2F35"/>
    <w:rsid w:val="001F347B"/>
    <w:rsid w:val="001F3599"/>
    <w:rsid w:val="001F36A6"/>
    <w:rsid w:val="001F3839"/>
    <w:rsid w:val="001F3D0A"/>
    <w:rsid w:val="001F3D27"/>
    <w:rsid w:val="001F3D28"/>
    <w:rsid w:val="001F4076"/>
    <w:rsid w:val="001F41E7"/>
    <w:rsid w:val="001F4551"/>
    <w:rsid w:val="001F4769"/>
    <w:rsid w:val="001F47F1"/>
    <w:rsid w:val="001F4A7D"/>
    <w:rsid w:val="001F4AE7"/>
    <w:rsid w:val="001F4BE5"/>
    <w:rsid w:val="001F50F7"/>
    <w:rsid w:val="001F53D1"/>
    <w:rsid w:val="001F55D4"/>
    <w:rsid w:val="001F5617"/>
    <w:rsid w:val="001F58BE"/>
    <w:rsid w:val="001F59AC"/>
    <w:rsid w:val="001F59CC"/>
    <w:rsid w:val="001F5A74"/>
    <w:rsid w:val="001F5DEE"/>
    <w:rsid w:val="001F6261"/>
    <w:rsid w:val="001F6306"/>
    <w:rsid w:val="001F6404"/>
    <w:rsid w:val="001F6E18"/>
    <w:rsid w:val="001F730D"/>
    <w:rsid w:val="001F7475"/>
    <w:rsid w:val="001F75DC"/>
    <w:rsid w:val="001F7A3D"/>
    <w:rsid w:val="001F7C63"/>
    <w:rsid w:val="001F7D34"/>
    <w:rsid w:val="001F7E67"/>
    <w:rsid w:val="001F7F04"/>
    <w:rsid w:val="001F7F7A"/>
    <w:rsid w:val="00200285"/>
    <w:rsid w:val="00200502"/>
    <w:rsid w:val="0020079B"/>
    <w:rsid w:val="00200960"/>
    <w:rsid w:val="00200E8D"/>
    <w:rsid w:val="002010BD"/>
    <w:rsid w:val="00201133"/>
    <w:rsid w:val="002022CE"/>
    <w:rsid w:val="002024DA"/>
    <w:rsid w:val="00202995"/>
    <w:rsid w:val="00202ED3"/>
    <w:rsid w:val="00202EE5"/>
    <w:rsid w:val="00202FB0"/>
    <w:rsid w:val="00202FD4"/>
    <w:rsid w:val="002039C3"/>
    <w:rsid w:val="00203AFE"/>
    <w:rsid w:val="00203CD8"/>
    <w:rsid w:val="00203D93"/>
    <w:rsid w:val="00204078"/>
    <w:rsid w:val="002040AD"/>
    <w:rsid w:val="00204259"/>
    <w:rsid w:val="002047B4"/>
    <w:rsid w:val="0020485B"/>
    <w:rsid w:val="00204965"/>
    <w:rsid w:val="00204E75"/>
    <w:rsid w:val="00204FDB"/>
    <w:rsid w:val="002051BD"/>
    <w:rsid w:val="00205421"/>
    <w:rsid w:val="00205691"/>
    <w:rsid w:val="00205726"/>
    <w:rsid w:val="00205800"/>
    <w:rsid w:val="0020593E"/>
    <w:rsid w:val="00205B7E"/>
    <w:rsid w:val="00205EE2"/>
    <w:rsid w:val="00205F8B"/>
    <w:rsid w:val="002066A3"/>
    <w:rsid w:val="00206930"/>
    <w:rsid w:val="00206B5A"/>
    <w:rsid w:val="00206CCD"/>
    <w:rsid w:val="00207B62"/>
    <w:rsid w:val="00207FFC"/>
    <w:rsid w:val="00210883"/>
    <w:rsid w:val="002108CA"/>
    <w:rsid w:val="00210BFB"/>
    <w:rsid w:val="00211040"/>
    <w:rsid w:val="002110D7"/>
    <w:rsid w:val="00211539"/>
    <w:rsid w:val="002116E3"/>
    <w:rsid w:val="00211912"/>
    <w:rsid w:val="0021273E"/>
    <w:rsid w:val="0021285C"/>
    <w:rsid w:val="002128EC"/>
    <w:rsid w:val="00212AD6"/>
    <w:rsid w:val="00212D83"/>
    <w:rsid w:val="00213090"/>
    <w:rsid w:val="002136F4"/>
    <w:rsid w:val="00213913"/>
    <w:rsid w:val="002139A3"/>
    <w:rsid w:val="00213CD8"/>
    <w:rsid w:val="00213DF3"/>
    <w:rsid w:val="00213F9E"/>
    <w:rsid w:val="002144BB"/>
    <w:rsid w:val="00214C92"/>
    <w:rsid w:val="00214E9D"/>
    <w:rsid w:val="00214F67"/>
    <w:rsid w:val="00215477"/>
    <w:rsid w:val="00215519"/>
    <w:rsid w:val="002158F8"/>
    <w:rsid w:val="00215BA4"/>
    <w:rsid w:val="0021629A"/>
    <w:rsid w:val="002162B9"/>
    <w:rsid w:val="00216312"/>
    <w:rsid w:val="002164CA"/>
    <w:rsid w:val="00216730"/>
    <w:rsid w:val="002167A5"/>
    <w:rsid w:val="0021697A"/>
    <w:rsid w:val="00216A68"/>
    <w:rsid w:val="00216B92"/>
    <w:rsid w:val="00216F14"/>
    <w:rsid w:val="0021708B"/>
    <w:rsid w:val="002173D1"/>
    <w:rsid w:val="00217501"/>
    <w:rsid w:val="002202BE"/>
    <w:rsid w:val="00220817"/>
    <w:rsid w:val="00220A0E"/>
    <w:rsid w:val="00220B0A"/>
    <w:rsid w:val="00220B12"/>
    <w:rsid w:val="00220C7D"/>
    <w:rsid w:val="00220EA8"/>
    <w:rsid w:val="0022149E"/>
    <w:rsid w:val="0022198B"/>
    <w:rsid w:val="00222896"/>
    <w:rsid w:val="00222AA8"/>
    <w:rsid w:val="00222FF8"/>
    <w:rsid w:val="00223645"/>
    <w:rsid w:val="0022381E"/>
    <w:rsid w:val="00223998"/>
    <w:rsid w:val="002240AB"/>
    <w:rsid w:val="00224235"/>
    <w:rsid w:val="002243B2"/>
    <w:rsid w:val="00224612"/>
    <w:rsid w:val="002248D7"/>
    <w:rsid w:val="00224A44"/>
    <w:rsid w:val="00224E4C"/>
    <w:rsid w:val="00224EA7"/>
    <w:rsid w:val="00224F0D"/>
    <w:rsid w:val="00224FC6"/>
    <w:rsid w:val="002250C2"/>
    <w:rsid w:val="002252F5"/>
    <w:rsid w:val="00225410"/>
    <w:rsid w:val="0022579A"/>
    <w:rsid w:val="00225804"/>
    <w:rsid w:val="002259D6"/>
    <w:rsid w:val="00225D1B"/>
    <w:rsid w:val="00225DD1"/>
    <w:rsid w:val="00225FF1"/>
    <w:rsid w:val="0022603C"/>
    <w:rsid w:val="002261C6"/>
    <w:rsid w:val="0022652C"/>
    <w:rsid w:val="002267BE"/>
    <w:rsid w:val="00226C14"/>
    <w:rsid w:val="00226C17"/>
    <w:rsid w:val="002271E2"/>
    <w:rsid w:val="0022727F"/>
    <w:rsid w:val="002273C9"/>
    <w:rsid w:val="0022773F"/>
    <w:rsid w:val="00227772"/>
    <w:rsid w:val="002277B6"/>
    <w:rsid w:val="002277E6"/>
    <w:rsid w:val="002278BF"/>
    <w:rsid w:val="00227CF7"/>
    <w:rsid w:val="00227FFD"/>
    <w:rsid w:val="002300B2"/>
    <w:rsid w:val="002302E3"/>
    <w:rsid w:val="00230548"/>
    <w:rsid w:val="002305AF"/>
    <w:rsid w:val="0023067C"/>
    <w:rsid w:val="00230910"/>
    <w:rsid w:val="00230911"/>
    <w:rsid w:val="00230AD6"/>
    <w:rsid w:val="00230B89"/>
    <w:rsid w:val="00230FE7"/>
    <w:rsid w:val="002310C6"/>
    <w:rsid w:val="0023118E"/>
    <w:rsid w:val="002314C3"/>
    <w:rsid w:val="002315F2"/>
    <w:rsid w:val="00231D18"/>
    <w:rsid w:val="0023254B"/>
    <w:rsid w:val="002329E8"/>
    <w:rsid w:val="00232A71"/>
    <w:rsid w:val="00233085"/>
    <w:rsid w:val="0023325B"/>
    <w:rsid w:val="00233413"/>
    <w:rsid w:val="002335C6"/>
    <w:rsid w:val="002339B3"/>
    <w:rsid w:val="002339EB"/>
    <w:rsid w:val="002339FA"/>
    <w:rsid w:val="00233A2D"/>
    <w:rsid w:val="00233A5D"/>
    <w:rsid w:val="00233D32"/>
    <w:rsid w:val="00233E0C"/>
    <w:rsid w:val="0023447B"/>
    <w:rsid w:val="002344F7"/>
    <w:rsid w:val="00234548"/>
    <w:rsid w:val="002345EE"/>
    <w:rsid w:val="0023465A"/>
    <w:rsid w:val="00234FAC"/>
    <w:rsid w:val="002354D0"/>
    <w:rsid w:val="002358FE"/>
    <w:rsid w:val="00235AE8"/>
    <w:rsid w:val="00235C20"/>
    <w:rsid w:val="00235CD0"/>
    <w:rsid w:val="00235E36"/>
    <w:rsid w:val="002363DD"/>
    <w:rsid w:val="00236654"/>
    <w:rsid w:val="002366D6"/>
    <w:rsid w:val="002369EA"/>
    <w:rsid w:val="00237022"/>
    <w:rsid w:val="00237064"/>
    <w:rsid w:val="002374E4"/>
    <w:rsid w:val="00237541"/>
    <w:rsid w:val="00237768"/>
    <w:rsid w:val="002378E0"/>
    <w:rsid w:val="00237F5B"/>
    <w:rsid w:val="0024023D"/>
    <w:rsid w:val="0024053C"/>
    <w:rsid w:val="00240E41"/>
    <w:rsid w:val="00240E49"/>
    <w:rsid w:val="00240F04"/>
    <w:rsid w:val="002411A1"/>
    <w:rsid w:val="00241C1D"/>
    <w:rsid w:val="002422BA"/>
    <w:rsid w:val="00242545"/>
    <w:rsid w:val="002427A5"/>
    <w:rsid w:val="00242C43"/>
    <w:rsid w:val="00242EBA"/>
    <w:rsid w:val="00243348"/>
    <w:rsid w:val="0024367C"/>
    <w:rsid w:val="0024367E"/>
    <w:rsid w:val="00243766"/>
    <w:rsid w:val="002437E3"/>
    <w:rsid w:val="00243C3E"/>
    <w:rsid w:val="00243E52"/>
    <w:rsid w:val="00244411"/>
    <w:rsid w:val="0024493D"/>
    <w:rsid w:val="00244EBE"/>
    <w:rsid w:val="00244F3A"/>
    <w:rsid w:val="00245093"/>
    <w:rsid w:val="00245195"/>
    <w:rsid w:val="002452ED"/>
    <w:rsid w:val="00245E44"/>
    <w:rsid w:val="00245EA5"/>
    <w:rsid w:val="002464FF"/>
    <w:rsid w:val="0024657E"/>
    <w:rsid w:val="00246B44"/>
    <w:rsid w:val="00246D98"/>
    <w:rsid w:val="00246E4B"/>
    <w:rsid w:val="00246F39"/>
    <w:rsid w:val="0024741D"/>
    <w:rsid w:val="0024784F"/>
    <w:rsid w:val="002478D8"/>
    <w:rsid w:val="00247D75"/>
    <w:rsid w:val="00247F70"/>
    <w:rsid w:val="00250277"/>
    <w:rsid w:val="002502B8"/>
    <w:rsid w:val="002503D7"/>
    <w:rsid w:val="00250550"/>
    <w:rsid w:val="002506E5"/>
    <w:rsid w:val="00250C37"/>
    <w:rsid w:val="00250EDA"/>
    <w:rsid w:val="00251853"/>
    <w:rsid w:val="00251D1C"/>
    <w:rsid w:val="00251EA0"/>
    <w:rsid w:val="002527EB"/>
    <w:rsid w:val="0025294F"/>
    <w:rsid w:val="0025378F"/>
    <w:rsid w:val="00253DFC"/>
    <w:rsid w:val="00253FEC"/>
    <w:rsid w:val="0025400E"/>
    <w:rsid w:val="00254461"/>
    <w:rsid w:val="00254FAD"/>
    <w:rsid w:val="002550E0"/>
    <w:rsid w:val="0025512F"/>
    <w:rsid w:val="002551BE"/>
    <w:rsid w:val="00255750"/>
    <w:rsid w:val="00255871"/>
    <w:rsid w:val="002559EF"/>
    <w:rsid w:val="00255B6A"/>
    <w:rsid w:val="00255CFB"/>
    <w:rsid w:val="00255EC7"/>
    <w:rsid w:val="00255F2F"/>
    <w:rsid w:val="002562A4"/>
    <w:rsid w:val="00256444"/>
    <w:rsid w:val="00256862"/>
    <w:rsid w:val="0025690E"/>
    <w:rsid w:val="002569C7"/>
    <w:rsid w:val="00256A02"/>
    <w:rsid w:val="00256CC2"/>
    <w:rsid w:val="00256FAE"/>
    <w:rsid w:val="0025712F"/>
    <w:rsid w:val="00257178"/>
    <w:rsid w:val="0025727E"/>
    <w:rsid w:val="0025736F"/>
    <w:rsid w:val="00257726"/>
    <w:rsid w:val="00257F8A"/>
    <w:rsid w:val="0026004B"/>
    <w:rsid w:val="0026050E"/>
    <w:rsid w:val="00260C3D"/>
    <w:rsid w:val="00260C67"/>
    <w:rsid w:val="00260F52"/>
    <w:rsid w:val="00260FBB"/>
    <w:rsid w:val="002617B3"/>
    <w:rsid w:val="002618DA"/>
    <w:rsid w:val="00261DE4"/>
    <w:rsid w:val="00261E23"/>
    <w:rsid w:val="00261E54"/>
    <w:rsid w:val="00262026"/>
    <w:rsid w:val="00262840"/>
    <w:rsid w:val="002628F0"/>
    <w:rsid w:val="00262A88"/>
    <w:rsid w:val="00262FAE"/>
    <w:rsid w:val="00263CEA"/>
    <w:rsid w:val="00263E47"/>
    <w:rsid w:val="00264318"/>
    <w:rsid w:val="00264CB3"/>
    <w:rsid w:val="00264CD3"/>
    <w:rsid w:val="00264EB1"/>
    <w:rsid w:val="00265329"/>
    <w:rsid w:val="002653CA"/>
    <w:rsid w:val="002655CB"/>
    <w:rsid w:val="002656BC"/>
    <w:rsid w:val="002656E4"/>
    <w:rsid w:val="002659A9"/>
    <w:rsid w:val="00265B17"/>
    <w:rsid w:val="00265ED0"/>
    <w:rsid w:val="00266112"/>
    <w:rsid w:val="00266254"/>
    <w:rsid w:val="00266908"/>
    <w:rsid w:val="00267168"/>
    <w:rsid w:val="002672CD"/>
    <w:rsid w:val="00267475"/>
    <w:rsid w:val="0026770A"/>
    <w:rsid w:val="00267A0C"/>
    <w:rsid w:val="00267A19"/>
    <w:rsid w:val="002700F7"/>
    <w:rsid w:val="00270278"/>
    <w:rsid w:val="00270373"/>
    <w:rsid w:val="0027046E"/>
    <w:rsid w:val="0027057D"/>
    <w:rsid w:val="0027065C"/>
    <w:rsid w:val="00270825"/>
    <w:rsid w:val="00270AB7"/>
    <w:rsid w:val="00270B06"/>
    <w:rsid w:val="00270F38"/>
    <w:rsid w:val="00271D58"/>
    <w:rsid w:val="00271DCC"/>
    <w:rsid w:val="00271EC3"/>
    <w:rsid w:val="002722A3"/>
    <w:rsid w:val="002728F2"/>
    <w:rsid w:val="00272999"/>
    <w:rsid w:val="00272FC1"/>
    <w:rsid w:val="0027307D"/>
    <w:rsid w:val="002731C2"/>
    <w:rsid w:val="002731E8"/>
    <w:rsid w:val="002731F9"/>
    <w:rsid w:val="0027344A"/>
    <w:rsid w:val="002737E6"/>
    <w:rsid w:val="002738C4"/>
    <w:rsid w:val="0027393B"/>
    <w:rsid w:val="0027426C"/>
    <w:rsid w:val="002743B4"/>
    <w:rsid w:val="0027497F"/>
    <w:rsid w:val="00274AB6"/>
    <w:rsid w:val="00274CE3"/>
    <w:rsid w:val="00274E9A"/>
    <w:rsid w:val="00274F2B"/>
    <w:rsid w:val="00275379"/>
    <w:rsid w:val="002759A3"/>
    <w:rsid w:val="00275D2F"/>
    <w:rsid w:val="002760BB"/>
    <w:rsid w:val="00276126"/>
    <w:rsid w:val="002762E6"/>
    <w:rsid w:val="002762F8"/>
    <w:rsid w:val="00276398"/>
    <w:rsid w:val="00276E36"/>
    <w:rsid w:val="002773ED"/>
    <w:rsid w:val="0027751E"/>
    <w:rsid w:val="0027757F"/>
    <w:rsid w:val="002778AE"/>
    <w:rsid w:val="00277B59"/>
    <w:rsid w:val="00277EAC"/>
    <w:rsid w:val="00277FDB"/>
    <w:rsid w:val="00280248"/>
    <w:rsid w:val="002804F2"/>
    <w:rsid w:val="002805B5"/>
    <w:rsid w:val="00280691"/>
    <w:rsid w:val="0028087B"/>
    <w:rsid w:val="00280955"/>
    <w:rsid w:val="00280B86"/>
    <w:rsid w:val="002810E0"/>
    <w:rsid w:val="0028117D"/>
    <w:rsid w:val="002811FF"/>
    <w:rsid w:val="0028127C"/>
    <w:rsid w:val="002812D4"/>
    <w:rsid w:val="00281416"/>
    <w:rsid w:val="0028169E"/>
    <w:rsid w:val="00281882"/>
    <w:rsid w:val="00281AF3"/>
    <w:rsid w:val="00281B14"/>
    <w:rsid w:val="00281B74"/>
    <w:rsid w:val="00281CD3"/>
    <w:rsid w:val="0028253C"/>
    <w:rsid w:val="00282781"/>
    <w:rsid w:val="0028281F"/>
    <w:rsid w:val="002828BC"/>
    <w:rsid w:val="0028323A"/>
    <w:rsid w:val="002833C3"/>
    <w:rsid w:val="00283502"/>
    <w:rsid w:val="00283C38"/>
    <w:rsid w:val="00283CD6"/>
    <w:rsid w:val="00283D0B"/>
    <w:rsid w:val="00283F65"/>
    <w:rsid w:val="00283F8D"/>
    <w:rsid w:val="00284CA1"/>
    <w:rsid w:val="00284D48"/>
    <w:rsid w:val="002851D2"/>
    <w:rsid w:val="0028522D"/>
    <w:rsid w:val="002859FC"/>
    <w:rsid w:val="0028647F"/>
    <w:rsid w:val="002864FB"/>
    <w:rsid w:val="0028662D"/>
    <w:rsid w:val="00286942"/>
    <w:rsid w:val="002869C7"/>
    <w:rsid w:val="00286AB2"/>
    <w:rsid w:val="00286C45"/>
    <w:rsid w:val="002874A0"/>
    <w:rsid w:val="00287825"/>
    <w:rsid w:val="00290DA9"/>
    <w:rsid w:val="00290DCD"/>
    <w:rsid w:val="00290EF8"/>
    <w:rsid w:val="0029102D"/>
    <w:rsid w:val="002910B9"/>
    <w:rsid w:val="00291442"/>
    <w:rsid w:val="0029169E"/>
    <w:rsid w:val="002919E9"/>
    <w:rsid w:val="002924BA"/>
    <w:rsid w:val="002929D1"/>
    <w:rsid w:val="00292D12"/>
    <w:rsid w:val="00292E45"/>
    <w:rsid w:val="00292EDF"/>
    <w:rsid w:val="00293070"/>
    <w:rsid w:val="002930DD"/>
    <w:rsid w:val="0029313D"/>
    <w:rsid w:val="002931C7"/>
    <w:rsid w:val="00293264"/>
    <w:rsid w:val="00293D9B"/>
    <w:rsid w:val="00294040"/>
    <w:rsid w:val="0029412F"/>
    <w:rsid w:val="002942F5"/>
    <w:rsid w:val="0029495F"/>
    <w:rsid w:val="00294ABD"/>
    <w:rsid w:val="00294B61"/>
    <w:rsid w:val="00294B8A"/>
    <w:rsid w:val="00294C88"/>
    <w:rsid w:val="00294CB5"/>
    <w:rsid w:val="0029544E"/>
    <w:rsid w:val="00295912"/>
    <w:rsid w:val="0029596A"/>
    <w:rsid w:val="002959F8"/>
    <w:rsid w:val="00295B1E"/>
    <w:rsid w:val="00295B38"/>
    <w:rsid w:val="00295EF0"/>
    <w:rsid w:val="00296433"/>
    <w:rsid w:val="002964F9"/>
    <w:rsid w:val="00296745"/>
    <w:rsid w:val="00296DEA"/>
    <w:rsid w:val="0029768E"/>
    <w:rsid w:val="0029787E"/>
    <w:rsid w:val="00297B74"/>
    <w:rsid w:val="00297D80"/>
    <w:rsid w:val="00297F87"/>
    <w:rsid w:val="002A0352"/>
    <w:rsid w:val="002A0837"/>
    <w:rsid w:val="002A0859"/>
    <w:rsid w:val="002A0B75"/>
    <w:rsid w:val="002A0F54"/>
    <w:rsid w:val="002A123F"/>
    <w:rsid w:val="002A132E"/>
    <w:rsid w:val="002A152B"/>
    <w:rsid w:val="002A175B"/>
    <w:rsid w:val="002A1A07"/>
    <w:rsid w:val="002A1BE6"/>
    <w:rsid w:val="002A1D4C"/>
    <w:rsid w:val="002A1D67"/>
    <w:rsid w:val="002A2455"/>
    <w:rsid w:val="002A24B8"/>
    <w:rsid w:val="002A28C1"/>
    <w:rsid w:val="002A2CEB"/>
    <w:rsid w:val="002A3015"/>
    <w:rsid w:val="002A316E"/>
    <w:rsid w:val="002A32DA"/>
    <w:rsid w:val="002A37B4"/>
    <w:rsid w:val="002A3972"/>
    <w:rsid w:val="002A3E20"/>
    <w:rsid w:val="002A4AC9"/>
    <w:rsid w:val="002A4C5E"/>
    <w:rsid w:val="002A4DA3"/>
    <w:rsid w:val="002A5064"/>
    <w:rsid w:val="002A522B"/>
    <w:rsid w:val="002A5728"/>
    <w:rsid w:val="002A5B46"/>
    <w:rsid w:val="002A5EC6"/>
    <w:rsid w:val="002A634B"/>
    <w:rsid w:val="002A63E3"/>
    <w:rsid w:val="002A6A21"/>
    <w:rsid w:val="002A7052"/>
    <w:rsid w:val="002A7186"/>
    <w:rsid w:val="002A7513"/>
    <w:rsid w:val="002A75BB"/>
    <w:rsid w:val="002A772C"/>
    <w:rsid w:val="002A7821"/>
    <w:rsid w:val="002A7D87"/>
    <w:rsid w:val="002B0220"/>
    <w:rsid w:val="002B02D4"/>
    <w:rsid w:val="002B04CE"/>
    <w:rsid w:val="002B0893"/>
    <w:rsid w:val="002B0AA5"/>
    <w:rsid w:val="002B0E4E"/>
    <w:rsid w:val="002B1098"/>
    <w:rsid w:val="002B1398"/>
    <w:rsid w:val="002B14C3"/>
    <w:rsid w:val="002B154F"/>
    <w:rsid w:val="002B16A0"/>
    <w:rsid w:val="002B1770"/>
    <w:rsid w:val="002B1B92"/>
    <w:rsid w:val="002B235F"/>
    <w:rsid w:val="002B239E"/>
    <w:rsid w:val="002B260A"/>
    <w:rsid w:val="002B289B"/>
    <w:rsid w:val="002B28C2"/>
    <w:rsid w:val="002B2B0B"/>
    <w:rsid w:val="002B2BF0"/>
    <w:rsid w:val="002B2D89"/>
    <w:rsid w:val="002B2E10"/>
    <w:rsid w:val="002B30FF"/>
    <w:rsid w:val="002B3537"/>
    <w:rsid w:val="002B378E"/>
    <w:rsid w:val="002B37D7"/>
    <w:rsid w:val="002B390E"/>
    <w:rsid w:val="002B3A76"/>
    <w:rsid w:val="002B3C39"/>
    <w:rsid w:val="002B421E"/>
    <w:rsid w:val="002B4867"/>
    <w:rsid w:val="002B4BC9"/>
    <w:rsid w:val="002B4F76"/>
    <w:rsid w:val="002B503D"/>
    <w:rsid w:val="002B5486"/>
    <w:rsid w:val="002B5879"/>
    <w:rsid w:val="002B596E"/>
    <w:rsid w:val="002B5C4B"/>
    <w:rsid w:val="002B5F5E"/>
    <w:rsid w:val="002B703C"/>
    <w:rsid w:val="002B7135"/>
    <w:rsid w:val="002B7547"/>
    <w:rsid w:val="002C06AF"/>
    <w:rsid w:val="002C0764"/>
    <w:rsid w:val="002C0899"/>
    <w:rsid w:val="002C08D7"/>
    <w:rsid w:val="002C0E03"/>
    <w:rsid w:val="002C0F5A"/>
    <w:rsid w:val="002C1122"/>
    <w:rsid w:val="002C1512"/>
    <w:rsid w:val="002C182D"/>
    <w:rsid w:val="002C2251"/>
    <w:rsid w:val="002C2467"/>
    <w:rsid w:val="002C2474"/>
    <w:rsid w:val="002C24BB"/>
    <w:rsid w:val="002C2569"/>
    <w:rsid w:val="002C29C3"/>
    <w:rsid w:val="002C2B3D"/>
    <w:rsid w:val="002C2D8E"/>
    <w:rsid w:val="002C2EAA"/>
    <w:rsid w:val="002C305D"/>
    <w:rsid w:val="002C3855"/>
    <w:rsid w:val="002C3CF3"/>
    <w:rsid w:val="002C3FDE"/>
    <w:rsid w:val="002C41CD"/>
    <w:rsid w:val="002C4288"/>
    <w:rsid w:val="002C4325"/>
    <w:rsid w:val="002C47EB"/>
    <w:rsid w:val="002C4BA1"/>
    <w:rsid w:val="002C4D4A"/>
    <w:rsid w:val="002C4DEA"/>
    <w:rsid w:val="002C4E4E"/>
    <w:rsid w:val="002C5894"/>
    <w:rsid w:val="002C5EDE"/>
    <w:rsid w:val="002C5FEC"/>
    <w:rsid w:val="002C62C6"/>
    <w:rsid w:val="002C664A"/>
    <w:rsid w:val="002C66BE"/>
    <w:rsid w:val="002C6C72"/>
    <w:rsid w:val="002C6CB2"/>
    <w:rsid w:val="002C717B"/>
    <w:rsid w:val="002C7578"/>
    <w:rsid w:val="002C7763"/>
    <w:rsid w:val="002C7E1C"/>
    <w:rsid w:val="002D0032"/>
    <w:rsid w:val="002D03DC"/>
    <w:rsid w:val="002D04AC"/>
    <w:rsid w:val="002D0B03"/>
    <w:rsid w:val="002D0F41"/>
    <w:rsid w:val="002D128A"/>
    <w:rsid w:val="002D169C"/>
    <w:rsid w:val="002D1906"/>
    <w:rsid w:val="002D1A2F"/>
    <w:rsid w:val="002D2164"/>
    <w:rsid w:val="002D22E1"/>
    <w:rsid w:val="002D2323"/>
    <w:rsid w:val="002D270B"/>
    <w:rsid w:val="002D2871"/>
    <w:rsid w:val="002D2E3E"/>
    <w:rsid w:val="002D31F5"/>
    <w:rsid w:val="002D3694"/>
    <w:rsid w:val="002D3922"/>
    <w:rsid w:val="002D3A67"/>
    <w:rsid w:val="002D3A96"/>
    <w:rsid w:val="002D3B7E"/>
    <w:rsid w:val="002D3BE2"/>
    <w:rsid w:val="002D430F"/>
    <w:rsid w:val="002D4474"/>
    <w:rsid w:val="002D4BE2"/>
    <w:rsid w:val="002D4F92"/>
    <w:rsid w:val="002D5312"/>
    <w:rsid w:val="002D54B4"/>
    <w:rsid w:val="002D5BA8"/>
    <w:rsid w:val="002D5E0A"/>
    <w:rsid w:val="002D61FC"/>
    <w:rsid w:val="002D62F3"/>
    <w:rsid w:val="002D6352"/>
    <w:rsid w:val="002D6639"/>
    <w:rsid w:val="002D66B4"/>
    <w:rsid w:val="002D6804"/>
    <w:rsid w:val="002D6913"/>
    <w:rsid w:val="002D6C37"/>
    <w:rsid w:val="002D6C56"/>
    <w:rsid w:val="002D6D4C"/>
    <w:rsid w:val="002D7755"/>
    <w:rsid w:val="002D791A"/>
    <w:rsid w:val="002D7A3C"/>
    <w:rsid w:val="002D7BDF"/>
    <w:rsid w:val="002D7D1B"/>
    <w:rsid w:val="002E03F7"/>
    <w:rsid w:val="002E04AE"/>
    <w:rsid w:val="002E0546"/>
    <w:rsid w:val="002E07F5"/>
    <w:rsid w:val="002E0B2C"/>
    <w:rsid w:val="002E0E88"/>
    <w:rsid w:val="002E100E"/>
    <w:rsid w:val="002E124C"/>
    <w:rsid w:val="002E18BB"/>
    <w:rsid w:val="002E193A"/>
    <w:rsid w:val="002E19F8"/>
    <w:rsid w:val="002E1A37"/>
    <w:rsid w:val="002E213E"/>
    <w:rsid w:val="002E27FE"/>
    <w:rsid w:val="002E28C5"/>
    <w:rsid w:val="002E2AE7"/>
    <w:rsid w:val="002E2C56"/>
    <w:rsid w:val="002E2D18"/>
    <w:rsid w:val="002E2F6E"/>
    <w:rsid w:val="002E30EB"/>
    <w:rsid w:val="002E323D"/>
    <w:rsid w:val="002E3994"/>
    <w:rsid w:val="002E4DF6"/>
    <w:rsid w:val="002E4E97"/>
    <w:rsid w:val="002E5097"/>
    <w:rsid w:val="002E5210"/>
    <w:rsid w:val="002E52E7"/>
    <w:rsid w:val="002E5A8A"/>
    <w:rsid w:val="002E5CCB"/>
    <w:rsid w:val="002E6044"/>
    <w:rsid w:val="002E6236"/>
    <w:rsid w:val="002E649C"/>
    <w:rsid w:val="002E6576"/>
    <w:rsid w:val="002E6B15"/>
    <w:rsid w:val="002E70B6"/>
    <w:rsid w:val="002E7282"/>
    <w:rsid w:val="002E791E"/>
    <w:rsid w:val="002F0235"/>
    <w:rsid w:val="002F036C"/>
    <w:rsid w:val="002F064A"/>
    <w:rsid w:val="002F0A54"/>
    <w:rsid w:val="002F0B5B"/>
    <w:rsid w:val="002F129E"/>
    <w:rsid w:val="002F13E7"/>
    <w:rsid w:val="002F1431"/>
    <w:rsid w:val="002F1489"/>
    <w:rsid w:val="002F15CA"/>
    <w:rsid w:val="002F160C"/>
    <w:rsid w:val="002F16B7"/>
    <w:rsid w:val="002F19D4"/>
    <w:rsid w:val="002F1A09"/>
    <w:rsid w:val="002F1B71"/>
    <w:rsid w:val="002F1C28"/>
    <w:rsid w:val="002F1E1B"/>
    <w:rsid w:val="002F1E78"/>
    <w:rsid w:val="002F2ADC"/>
    <w:rsid w:val="002F2B7E"/>
    <w:rsid w:val="002F316E"/>
    <w:rsid w:val="002F32F1"/>
    <w:rsid w:val="002F3806"/>
    <w:rsid w:val="002F3B0F"/>
    <w:rsid w:val="002F3C02"/>
    <w:rsid w:val="002F3CC1"/>
    <w:rsid w:val="002F3F51"/>
    <w:rsid w:val="002F413E"/>
    <w:rsid w:val="002F42CE"/>
    <w:rsid w:val="002F474F"/>
    <w:rsid w:val="002F482D"/>
    <w:rsid w:val="002F4887"/>
    <w:rsid w:val="002F4CA1"/>
    <w:rsid w:val="002F4D85"/>
    <w:rsid w:val="002F4F6D"/>
    <w:rsid w:val="002F4FEC"/>
    <w:rsid w:val="002F54D3"/>
    <w:rsid w:val="002F5621"/>
    <w:rsid w:val="002F56B4"/>
    <w:rsid w:val="002F57A7"/>
    <w:rsid w:val="002F59D3"/>
    <w:rsid w:val="002F5F95"/>
    <w:rsid w:val="002F6567"/>
    <w:rsid w:val="002F666D"/>
    <w:rsid w:val="002F66AD"/>
    <w:rsid w:val="002F6ADE"/>
    <w:rsid w:val="002F779A"/>
    <w:rsid w:val="002F7A14"/>
    <w:rsid w:val="003001D6"/>
    <w:rsid w:val="00300493"/>
    <w:rsid w:val="00300636"/>
    <w:rsid w:val="00300723"/>
    <w:rsid w:val="00300796"/>
    <w:rsid w:val="00300B32"/>
    <w:rsid w:val="003019A5"/>
    <w:rsid w:val="00301B81"/>
    <w:rsid w:val="00301E03"/>
    <w:rsid w:val="003020A7"/>
    <w:rsid w:val="00302444"/>
    <w:rsid w:val="00302815"/>
    <w:rsid w:val="00302A06"/>
    <w:rsid w:val="00302E6E"/>
    <w:rsid w:val="00303126"/>
    <w:rsid w:val="003031AC"/>
    <w:rsid w:val="0030360B"/>
    <w:rsid w:val="0030375D"/>
    <w:rsid w:val="003038FC"/>
    <w:rsid w:val="00303BC3"/>
    <w:rsid w:val="00303BCB"/>
    <w:rsid w:val="00303C7E"/>
    <w:rsid w:val="00303EA4"/>
    <w:rsid w:val="00303EE9"/>
    <w:rsid w:val="00303F24"/>
    <w:rsid w:val="0030408C"/>
    <w:rsid w:val="00304094"/>
    <w:rsid w:val="003046B7"/>
    <w:rsid w:val="003051D6"/>
    <w:rsid w:val="0030535D"/>
    <w:rsid w:val="003053C3"/>
    <w:rsid w:val="00305E66"/>
    <w:rsid w:val="00305F0B"/>
    <w:rsid w:val="003060FA"/>
    <w:rsid w:val="003061B5"/>
    <w:rsid w:val="00306540"/>
    <w:rsid w:val="0030657C"/>
    <w:rsid w:val="00306910"/>
    <w:rsid w:val="00306AD7"/>
    <w:rsid w:val="00306CB1"/>
    <w:rsid w:val="0030707D"/>
    <w:rsid w:val="003071C8"/>
    <w:rsid w:val="0030759F"/>
    <w:rsid w:val="00310026"/>
    <w:rsid w:val="00310876"/>
    <w:rsid w:val="00310B96"/>
    <w:rsid w:val="00310D36"/>
    <w:rsid w:val="00310DFB"/>
    <w:rsid w:val="00310F4E"/>
    <w:rsid w:val="003110C4"/>
    <w:rsid w:val="0031136F"/>
    <w:rsid w:val="0031145F"/>
    <w:rsid w:val="0031177A"/>
    <w:rsid w:val="003118B4"/>
    <w:rsid w:val="00311C6D"/>
    <w:rsid w:val="00311D49"/>
    <w:rsid w:val="00312128"/>
    <w:rsid w:val="00312138"/>
    <w:rsid w:val="00312162"/>
    <w:rsid w:val="0031292C"/>
    <w:rsid w:val="003129A4"/>
    <w:rsid w:val="00312BA2"/>
    <w:rsid w:val="00312DBF"/>
    <w:rsid w:val="00312DF1"/>
    <w:rsid w:val="00313046"/>
    <w:rsid w:val="00313088"/>
    <w:rsid w:val="0031313B"/>
    <w:rsid w:val="00313D17"/>
    <w:rsid w:val="003145CB"/>
    <w:rsid w:val="003146D1"/>
    <w:rsid w:val="0031497D"/>
    <w:rsid w:val="00315120"/>
    <w:rsid w:val="003152E8"/>
    <w:rsid w:val="0031534E"/>
    <w:rsid w:val="00315723"/>
    <w:rsid w:val="0031585F"/>
    <w:rsid w:val="003159A5"/>
    <w:rsid w:val="00315AC4"/>
    <w:rsid w:val="00315E1B"/>
    <w:rsid w:val="00315F36"/>
    <w:rsid w:val="00316165"/>
    <w:rsid w:val="0031630D"/>
    <w:rsid w:val="00316526"/>
    <w:rsid w:val="00316AA6"/>
    <w:rsid w:val="00316B8A"/>
    <w:rsid w:val="00316DC4"/>
    <w:rsid w:val="00316E25"/>
    <w:rsid w:val="00317762"/>
    <w:rsid w:val="00317931"/>
    <w:rsid w:val="0032000D"/>
    <w:rsid w:val="0032089A"/>
    <w:rsid w:val="00320CD2"/>
    <w:rsid w:val="00320D0F"/>
    <w:rsid w:val="00320F08"/>
    <w:rsid w:val="0032124A"/>
    <w:rsid w:val="00321775"/>
    <w:rsid w:val="0032181E"/>
    <w:rsid w:val="00321841"/>
    <w:rsid w:val="00321857"/>
    <w:rsid w:val="00321FB5"/>
    <w:rsid w:val="003220E4"/>
    <w:rsid w:val="003227FB"/>
    <w:rsid w:val="00322A72"/>
    <w:rsid w:val="00322EFC"/>
    <w:rsid w:val="0032312F"/>
    <w:rsid w:val="0032338D"/>
    <w:rsid w:val="00323611"/>
    <w:rsid w:val="00323A9F"/>
    <w:rsid w:val="00323AF0"/>
    <w:rsid w:val="00323E90"/>
    <w:rsid w:val="003240EC"/>
    <w:rsid w:val="00324193"/>
    <w:rsid w:val="0032424F"/>
    <w:rsid w:val="00324369"/>
    <w:rsid w:val="00324409"/>
    <w:rsid w:val="0032454D"/>
    <w:rsid w:val="003245A3"/>
    <w:rsid w:val="0032467A"/>
    <w:rsid w:val="0032469F"/>
    <w:rsid w:val="00324734"/>
    <w:rsid w:val="00324805"/>
    <w:rsid w:val="003249B7"/>
    <w:rsid w:val="003249CB"/>
    <w:rsid w:val="00324BBE"/>
    <w:rsid w:val="00325090"/>
    <w:rsid w:val="003252BD"/>
    <w:rsid w:val="0032588F"/>
    <w:rsid w:val="00325C32"/>
    <w:rsid w:val="00325F2E"/>
    <w:rsid w:val="003261F9"/>
    <w:rsid w:val="00326403"/>
    <w:rsid w:val="00326E07"/>
    <w:rsid w:val="00326F6B"/>
    <w:rsid w:val="00326FE7"/>
    <w:rsid w:val="0032703D"/>
    <w:rsid w:val="003271AD"/>
    <w:rsid w:val="003276C5"/>
    <w:rsid w:val="00327859"/>
    <w:rsid w:val="00327BAF"/>
    <w:rsid w:val="00330040"/>
    <w:rsid w:val="00330205"/>
    <w:rsid w:val="003302E1"/>
    <w:rsid w:val="00330733"/>
    <w:rsid w:val="00330C47"/>
    <w:rsid w:val="00330DBA"/>
    <w:rsid w:val="00330EE9"/>
    <w:rsid w:val="00331468"/>
    <w:rsid w:val="0033183A"/>
    <w:rsid w:val="003318F7"/>
    <w:rsid w:val="00331CCA"/>
    <w:rsid w:val="00332291"/>
    <w:rsid w:val="003324F1"/>
    <w:rsid w:val="003326D4"/>
    <w:rsid w:val="00332794"/>
    <w:rsid w:val="00332C37"/>
    <w:rsid w:val="00332D8F"/>
    <w:rsid w:val="00332EE8"/>
    <w:rsid w:val="00332F49"/>
    <w:rsid w:val="00333010"/>
    <w:rsid w:val="0033390C"/>
    <w:rsid w:val="00333AFB"/>
    <w:rsid w:val="00333D56"/>
    <w:rsid w:val="00333DB5"/>
    <w:rsid w:val="00334331"/>
    <w:rsid w:val="0033467D"/>
    <w:rsid w:val="00334711"/>
    <w:rsid w:val="0033489C"/>
    <w:rsid w:val="00335018"/>
    <w:rsid w:val="00335181"/>
    <w:rsid w:val="003353B5"/>
    <w:rsid w:val="003356DE"/>
    <w:rsid w:val="00335BC3"/>
    <w:rsid w:val="00335EB8"/>
    <w:rsid w:val="00336441"/>
    <w:rsid w:val="00336691"/>
    <w:rsid w:val="0033684D"/>
    <w:rsid w:val="003369D1"/>
    <w:rsid w:val="00336B51"/>
    <w:rsid w:val="00336E92"/>
    <w:rsid w:val="003373EE"/>
    <w:rsid w:val="00337408"/>
    <w:rsid w:val="00337476"/>
    <w:rsid w:val="00337A1D"/>
    <w:rsid w:val="00337B99"/>
    <w:rsid w:val="00337BC1"/>
    <w:rsid w:val="00337F46"/>
    <w:rsid w:val="0034014C"/>
    <w:rsid w:val="0034044A"/>
    <w:rsid w:val="00340535"/>
    <w:rsid w:val="0034058E"/>
    <w:rsid w:val="00340A27"/>
    <w:rsid w:val="00340F17"/>
    <w:rsid w:val="00340F4C"/>
    <w:rsid w:val="003410B3"/>
    <w:rsid w:val="0034153A"/>
    <w:rsid w:val="0034174A"/>
    <w:rsid w:val="00341788"/>
    <w:rsid w:val="00341AE2"/>
    <w:rsid w:val="00341D8B"/>
    <w:rsid w:val="00341F4F"/>
    <w:rsid w:val="00342262"/>
    <w:rsid w:val="0034229B"/>
    <w:rsid w:val="0034247F"/>
    <w:rsid w:val="00342684"/>
    <w:rsid w:val="003431FB"/>
    <w:rsid w:val="00343786"/>
    <w:rsid w:val="003438EC"/>
    <w:rsid w:val="00343C55"/>
    <w:rsid w:val="00343ED3"/>
    <w:rsid w:val="00343FC0"/>
    <w:rsid w:val="00344355"/>
    <w:rsid w:val="003449C7"/>
    <w:rsid w:val="00344E12"/>
    <w:rsid w:val="00344FA4"/>
    <w:rsid w:val="00345126"/>
    <w:rsid w:val="003451E1"/>
    <w:rsid w:val="0034542C"/>
    <w:rsid w:val="003454F7"/>
    <w:rsid w:val="003457AA"/>
    <w:rsid w:val="00345A48"/>
    <w:rsid w:val="00345DB0"/>
    <w:rsid w:val="00345F97"/>
    <w:rsid w:val="00345FC1"/>
    <w:rsid w:val="0034623A"/>
    <w:rsid w:val="00346315"/>
    <w:rsid w:val="003465A4"/>
    <w:rsid w:val="00346BE3"/>
    <w:rsid w:val="00346CED"/>
    <w:rsid w:val="00346FAE"/>
    <w:rsid w:val="00347108"/>
    <w:rsid w:val="00347152"/>
    <w:rsid w:val="0034719D"/>
    <w:rsid w:val="003471BF"/>
    <w:rsid w:val="003472A7"/>
    <w:rsid w:val="003474BC"/>
    <w:rsid w:val="00347502"/>
    <w:rsid w:val="00347A12"/>
    <w:rsid w:val="00347BB5"/>
    <w:rsid w:val="0035021F"/>
    <w:rsid w:val="0035035B"/>
    <w:rsid w:val="00350DE2"/>
    <w:rsid w:val="00351400"/>
    <w:rsid w:val="0035185B"/>
    <w:rsid w:val="00351A34"/>
    <w:rsid w:val="00351A6A"/>
    <w:rsid w:val="00351AA7"/>
    <w:rsid w:val="00351BA8"/>
    <w:rsid w:val="00351C56"/>
    <w:rsid w:val="00351D92"/>
    <w:rsid w:val="00351F9D"/>
    <w:rsid w:val="0035237A"/>
    <w:rsid w:val="00352471"/>
    <w:rsid w:val="0035258A"/>
    <w:rsid w:val="0035281B"/>
    <w:rsid w:val="00352CC6"/>
    <w:rsid w:val="00352D6B"/>
    <w:rsid w:val="00352E29"/>
    <w:rsid w:val="003532A5"/>
    <w:rsid w:val="003534A5"/>
    <w:rsid w:val="00353645"/>
    <w:rsid w:val="003538B5"/>
    <w:rsid w:val="0035391D"/>
    <w:rsid w:val="0035394B"/>
    <w:rsid w:val="00353951"/>
    <w:rsid w:val="0035396D"/>
    <w:rsid w:val="003539ED"/>
    <w:rsid w:val="00353DDE"/>
    <w:rsid w:val="00353DED"/>
    <w:rsid w:val="00354517"/>
    <w:rsid w:val="00354754"/>
    <w:rsid w:val="003547DF"/>
    <w:rsid w:val="00354A33"/>
    <w:rsid w:val="00354AB5"/>
    <w:rsid w:val="00354F1A"/>
    <w:rsid w:val="00355688"/>
    <w:rsid w:val="00355A50"/>
    <w:rsid w:val="00355B5F"/>
    <w:rsid w:val="00355C4B"/>
    <w:rsid w:val="00356074"/>
    <w:rsid w:val="0035620A"/>
    <w:rsid w:val="00356451"/>
    <w:rsid w:val="00356487"/>
    <w:rsid w:val="003567BB"/>
    <w:rsid w:val="00356DBD"/>
    <w:rsid w:val="00357231"/>
    <w:rsid w:val="00357457"/>
    <w:rsid w:val="00357890"/>
    <w:rsid w:val="00357A08"/>
    <w:rsid w:val="00357AF8"/>
    <w:rsid w:val="0036002B"/>
    <w:rsid w:val="003601BB"/>
    <w:rsid w:val="0036046E"/>
    <w:rsid w:val="00360727"/>
    <w:rsid w:val="003608B0"/>
    <w:rsid w:val="0036099D"/>
    <w:rsid w:val="003609FB"/>
    <w:rsid w:val="00360A7F"/>
    <w:rsid w:val="00360E54"/>
    <w:rsid w:val="00360EA3"/>
    <w:rsid w:val="00360EBC"/>
    <w:rsid w:val="00360FC9"/>
    <w:rsid w:val="003626BB"/>
    <w:rsid w:val="003627A7"/>
    <w:rsid w:val="00362B37"/>
    <w:rsid w:val="00362B75"/>
    <w:rsid w:val="00363B74"/>
    <w:rsid w:val="00363E4A"/>
    <w:rsid w:val="00363EB4"/>
    <w:rsid w:val="00363F91"/>
    <w:rsid w:val="00363F9F"/>
    <w:rsid w:val="0036402A"/>
    <w:rsid w:val="003641B3"/>
    <w:rsid w:val="0036457C"/>
    <w:rsid w:val="0036483A"/>
    <w:rsid w:val="00364A7B"/>
    <w:rsid w:val="00364B5B"/>
    <w:rsid w:val="00365059"/>
    <w:rsid w:val="0036597A"/>
    <w:rsid w:val="00366252"/>
    <w:rsid w:val="00366383"/>
    <w:rsid w:val="00366882"/>
    <w:rsid w:val="00366A70"/>
    <w:rsid w:val="00366BB9"/>
    <w:rsid w:val="00366C5E"/>
    <w:rsid w:val="00366C7C"/>
    <w:rsid w:val="00367897"/>
    <w:rsid w:val="003679A1"/>
    <w:rsid w:val="003679BB"/>
    <w:rsid w:val="00367B93"/>
    <w:rsid w:val="00367C63"/>
    <w:rsid w:val="00367CBB"/>
    <w:rsid w:val="00367D9A"/>
    <w:rsid w:val="003700BA"/>
    <w:rsid w:val="00370166"/>
    <w:rsid w:val="0037027F"/>
    <w:rsid w:val="00370A95"/>
    <w:rsid w:val="00370B51"/>
    <w:rsid w:val="00370C61"/>
    <w:rsid w:val="0037116E"/>
    <w:rsid w:val="003714C1"/>
    <w:rsid w:val="003714ED"/>
    <w:rsid w:val="00371704"/>
    <w:rsid w:val="003723F6"/>
    <w:rsid w:val="003724E2"/>
    <w:rsid w:val="003729CB"/>
    <w:rsid w:val="00372D4D"/>
    <w:rsid w:val="00372E0B"/>
    <w:rsid w:val="00372F7B"/>
    <w:rsid w:val="0037374A"/>
    <w:rsid w:val="0037379C"/>
    <w:rsid w:val="003738A1"/>
    <w:rsid w:val="00373B9F"/>
    <w:rsid w:val="00374101"/>
    <w:rsid w:val="003742C0"/>
    <w:rsid w:val="0037434E"/>
    <w:rsid w:val="00374830"/>
    <w:rsid w:val="00375008"/>
    <w:rsid w:val="00375732"/>
    <w:rsid w:val="00375772"/>
    <w:rsid w:val="003759F1"/>
    <w:rsid w:val="00375ADC"/>
    <w:rsid w:val="00375B8F"/>
    <w:rsid w:val="00375BEE"/>
    <w:rsid w:val="00375C86"/>
    <w:rsid w:val="00375CAC"/>
    <w:rsid w:val="00375DF4"/>
    <w:rsid w:val="00376062"/>
    <w:rsid w:val="00376084"/>
    <w:rsid w:val="00376267"/>
    <w:rsid w:val="0037673B"/>
    <w:rsid w:val="003767E3"/>
    <w:rsid w:val="00376998"/>
    <w:rsid w:val="00376A39"/>
    <w:rsid w:val="00376C28"/>
    <w:rsid w:val="00376E79"/>
    <w:rsid w:val="00376ED7"/>
    <w:rsid w:val="0037712F"/>
    <w:rsid w:val="003772EC"/>
    <w:rsid w:val="0037765D"/>
    <w:rsid w:val="00377AFB"/>
    <w:rsid w:val="00377B76"/>
    <w:rsid w:val="00377C28"/>
    <w:rsid w:val="003800C2"/>
    <w:rsid w:val="00380CF1"/>
    <w:rsid w:val="00380D41"/>
    <w:rsid w:val="00380D62"/>
    <w:rsid w:val="00380F3B"/>
    <w:rsid w:val="00381313"/>
    <w:rsid w:val="00381989"/>
    <w:rsid w:val="00381CE7"/>
    <w:rsid w:val="003820E4"/>
    <w:rsid w:val="003824D0"/>
    <w:rsid w:val="00382663"/>
    <w:rsid w:val="0038287A"/>
    <w:rsid w:val="00382A51"/>
    <w:rsid w:val="00382B50"/>
    <w:rsid w:val="00382D81"/>
    <w:rsid w:val="00382E63"/>
    <w:rsid w:val="0038316A"/>
    <w:rsid w:val="003832D9"/>
    <w:rsid w:val="00383527"/>
    <w:rsid w:val="00383CD1"/>
    <w:rsid w:val="00383D75"/>
    <w:rsid w:val="00383F2E"/>
    <w:rsid w:val="00384003"/>
    <w:rsid w:val="003846AC"/>
    <w:rsid w:val="003847EA"/>
    <w:rsid w:val="003851A9"/>
    <w:rsid w:val="00385DDA"/>
    <w:rsid w:val="00385ED6"/>
    <w:rsid w:val="00385F18"/>
    <w:rsid w:val="0038607E"/>
    <w:rsid w:val="00386638"/>
    <w:rsid w:val="00386A87"/>
    <w:rsid w:val="00386B05"/>
    <w:rsid w:val="00387051"/>
    <w:rsid w:val="003874A7"/>
    <w:rsid w:val="00387520"/>
    <w:rsid w:val="00387676"/>
    <w:rsid w:val="00387724"/>
    <w:rsid w:val="003877DF"/>
    <w:rsid w:val="00387C94"/>
    <w:rsid w:val="00390365"/>
    <w:rsid w:val="00390422"/>
    <w:rsid w:val="003906F0"/>
    <w:rsid w:val="003907E8"/>
    <w:rsid w:val="00390878"/>
    <w:rsid w:val="003916C5"/>
    <w:rsid w:val="00391788"/>
    <w:rsid w:val="00391DA5"/>
    <w:rsid w:val="003920B7"/>
    <w:rsid w:val="0039223F"/>
    <w:rsid w:val="00392AF6"/>
    <w:rsid w:val="00392B6D"/>
    <w:rsid w:val="00392DE4"/>
    <w:rsid w:val="0039321B"/>
    <w:rsid w:val="003932A4"/>
    <w:rsid w:val="003932FE"/>
    <w:rsid w:val="0039355C"/>
    <w:rsid w:val="003935CE"/>
    <w:rsid w:val="00393718"/>
    <w:rsid w:val="003938BE"/>
    <w:rsid w:val="00393A22"/>
    <w:rsid w:val="0039436F"/>
    <w:rsid w:val="00394487"/>
    <w:rsid w:val="00394795"/>
    <w:rsid w:val="0039496D"/>
    <w:rsid w:val="00394AB7"/>
    <w:rsid w:val="00394CA6"/>
    <w:rsid w:val="00394E09"/>
    <w:rsid w:val="00395029"/>
    <w:rsid w:val="003950A5"/>
    <w:rsid w:val="0039576B"/>
    <w:rsid w:val="00395D2F"/>
    <w:rsid w:val="00395DC3"/>
    <w:rsid w:val="00396038"/>
    <w:rsid w:val="00396405"/>
    <w:rsid w:val="003964D0"/>
    <w:rsid w:val="0039695D"/>
    <w:rsid w:val="00396A7D"/>
    <w:rsid w:val="0039740A"/>
    <w:rsid w:val="00397496"/>
    <w:rsid w:val="003974B5"/>
    <w:rsid w:val="00397981"/>
    <w:rsid w:val="00397D14"/>
    <w:rsid w:val="003A00BD"/>
    <w:rsid w:val="003A07CD"/>
    <w:rsid w:val="003A08B0"/>
    <w:rsid w:val="003A0A6A"/>
    <w:rsid w:val="003A0D2F"/>
    <w:rsid w:val="003A0EA5"/>
    <w:rsid w:val="003A11CD"/>
    <w:rsid w:val="003A1242"/>
    <w:rsid w:val="003A1676"/>
    <w:rsid w:val="003A227B"/>
    <w:rsid w:val="003A2C6E"/>
    <w:rsid w:val="003A3157"/>
    <w:rsid w:val="003A348B"/>
    <w:rsid w:val="003A3492"/>
    <w:rsid w:val="003A3542"/>
    <w:rsid w:val="003A3EB0"/>
    <w:rsid w:val="003A4073"/>
    <w:rsid w:val="003A42A8"/>
    <w:rsid w:val="003A433D"/>
    <w:rsid w:val="003A4375"/>
    <w:rsid w:val="003A44B9"/>
    <w:rsid w:val="003A4539"/>
    <w:rsid w:val="003A4A35"/>
    <w:rsid w:val="003A4AF3"/>
    <w:rsid w:val="003A4E2C"/>
    <w:rsid w:val="003A4EBC"/>
    <w:rsid w:val="003A528C"/>
    <w:rsid w:val="003A565E"/>
    <w:rsid w:val="003A5CAA"/>
    <w:rsid w:val="003A5D11"/>
    <w:rsid w:val="003A67E7"/>
    <w:rsid w:val="003A683A"/>
    <w:rsid w:val="003A695B"/>
    <w:rsid w:val="003A6B59"/>
    <w:rsid w:val="003A7314"/>
    <w:rsid w:val="003A7407"/>
    <w:rsid w:val="003A7429"/>
    <w:rsid w:val="003A742A"/>
    <w:rsid w:val="003A74CC"/>
    <w:rsid w:val="003A7689"/>
    <w:rsid w:val="003A7702"/>
    <w:rsid w:val="003A7A3E"/>
    <w:rsid w:val="003A7C67"/>
    <w:rsid w:val="003A7C93"/>
    <w:rsid w:val="003A7D02"/>
    <w:rsid w:val="003B006C"/>
    <w:rsid w:val="003B019C"/>
    <w:rsid w:val="003B026A"/>
    <w:rsid w:val="003B02F5"/>
    <w:rsid w:val="003B078E"/>
    <w:rsid w:val="003B09AA"/>
    <w:rsid w:val="003B0A69"/>
    <w:rsid w:val="003B0AC9"/>
    <w:rsid w:val="003B11A7"/>
    <w:rsid w:val="003B1243"/>
    <w:rsid w:val="003B1672"/>
    <w:rsid w:val="003B174F"/>
    <w:rsid w:val="003B19ED"/>
    <w:rsid w:val="003B1A14"/>
    <w:rsid w:val="003B1D1A"/>
    <w:rsid w:val="003B200A"/>
    <w:rsid w:val="003B2030"/>
    <w:rsid w:val="003B20F7"/>
    <w:rsid w:val="003B2140"/>
    <w:rsid w:val="003B2143"/>
    <w:rsid w:val="003B24C6"/>
    <w:rsid w:val="003B2517"/>
    <w:rsid w:val="003B2556"/>
    <w:rsid w:val="003B2591"/>
    <w:rsid w:val="003B2750"/>
    <w:rsid w:val="003B2C36"/>
    <w:rsid w:val="003B2D61"/>
    <w:rsid w:val="003B301D"/>
    <w:rsid w:val="003B30FB"/>
    <w:rsid w:val="003B3560"/>
    <w:rsid w:val="003B35FF"/>
    <w:rsid w:val="003B3738"/>
    <w:rsid w:val="003B37ED"/>
    <w:rsid w:val="003B3AEE"/>
    <w:rsid w:val="003B41C4"/>
    <w:rsid w:val="003B43CC"/>
    <w:rsid w:val="003B44F6"/>
    <w:rsid w:val="003B4573"/>
    <w:rsid w:val="003B4664"/>
    <w:rsid w:val="003B48E7"/>
    <w:rsid w:val="003B4AE4"/>
    <w:rsid w:val="003B4CAB"/>
    <w:rsid w:val="003B4F50"/>
    <w:rsid w:val="003B5198"/>
    <w:rsid w:val="003B51C2"/>
    <w:rsid w:val="003B6450"/>
    <w:rsid w:val="003B698D"/>
    <w:rsid w:val="003B6E3B"/>
    <w:rsid w:val="003B6EB0"/>
    <w:rsid w:val="003B6FD7"/>
    <w:rsid w:val="003B71A8"/>
    <w:rsid w:val="003B71DD"/>
    <w:rsid w:val="003B734C"/>
    <w:rsid w:val="003B743D"/>
    <w:rsid w:val="003B7521"/>
    <w:rsid w:val="003B7634"/>
    <w:rsid w:val="003B79F4"/>
    <w:rsid w:val="003B7A15"/>
    <w:rsid w:val="003B7BCA"/>
    <w:rsid w:val="003B7C67"/>
    <w:rsid w:val="003C01C7"/>
    <w:rsid w:val="003C021A"/>
    <w:rsid w:val="003C026E"/>
    <w:rsid w:val="003C07F1"/>
    <w:rsid w:val="003C08B8"/>
    <w:rsid w:val="003C09AE"/>
    <w:rsid w:val="003C0B9B"/>
    <w:rsid w:val="003C0C5B"/>
    <w:rsid w:val="003C0DBC"/>
    <w:rsid w:val="003C0DDE"/>
    <w:rsid w:val="003C0FFD"/>
    <w:rsid w:val="003C194E"/>
    <w:rsid w:val="003C1A88"/>
    <w:rsid w:val="003C2253"/>
    <w:rsid w:val="003C2538"/>
    <w:rsid w:val="003C2859"/>
    <w:rsid w:val="003C29EB"/>
    <w:rsid w:val="003C2A55"/>
    <w:rsid w:val="003C2AD9"/>
    <w:rsid w:val="003C2B27"/>
    <w:rsid w:val="003C2E79"/>
    <w:rsid w:val="003C2F0C"/>
    <w:rsid w:val="003C3029"/>
    <w:rsid w:val="003C3036"/>
    <w:rsid w:val="003C3182"/>
    <w:rsid w:val="003C338D"/>
    <w:rsid w:val="003C39F4"/>
    <w:rsid w:val="003C4346"/>
    <w:rsid w:val="003C4611"/>
    <w:rsid w:val="003C4A44"/>
    <w:rsid w:val="003C4BDF"/>
    <w:rsid w:val="003C4E46"/>
    <w:rsid w:val="003C50C6"/>
    <w:rsid w:val="003C548D"/>
    <w:rsid w:val="003C5F5C"/>
    <w:rsid w:val="003C5FC6"/>
    <w:rsid w:val="003C6028"/>
    <w:rsid w:val="003C6668"/>
    <w:rsid w:val="003C674A"/>
    <w:rsid w:val="003C6B15"/>
    <w:rsid w:val="003C6BA8"/>
    <w:rsid w:val="003C6BE3"/>
    <w:rsid w:val="003C6C1D"/>
    <w:rsid w:val="003C6C6E"/>
    <w:rsid w:val="003C6CC0"/>
    <w:rsid w:val="003C6E04"/>
    <w:rsid w:val="003C70C1"/>
    <w:rsid w:val="003C77BC"/>
    <w:rsid w:val="003C79C3"/>
    <w:rsid w:val="003C7C69"/>
    <w:rsid w:val="003D00FC"/>
    <w:rsid w:val="003D020E"/>
    <w:rsid w:val="003D08DF"/>
    <w:rsid w:val="003D09C2"/>
    <w:rsid w:val="003D0A29"/>
    <w:rsid w:val="003D0B6E"/>
    <w:rsid w:val="003D0C45"/>
    <w:rsid w:val="003D0C82"/>
    <w:rsid w:val="003D0D5B"/>
    <w:rsid w:val="003D0DAB"/>
    <w:rsid w:val="003D0F75"/>
    <w:rsid w:val="003D1BC4"/>
    <w:rsid w:val="003D1C87"/>
    <w:rsid w:val="003D210A"/>
    <w:rsid w:val="003D2162"/>
    <w:rsid w:val="003D2B0D"/>
    <w:rsid w:val="003D3187"/>
    <w:rsid w:val="003D33F7"/>
    <w:rsid w:val="003D345A"/>
    <w:rsid w:val="003D3489"/>
    <w:rsid w:val="003D35AF"/>
    <w:rsid w:val="003D39A5"/>
    <w:rsid w:val="003D3AEB"/>
    <w:rsid w:val="003D3BD1"/>
    <w:rsid w:val="003D3DAA"/>
    <w:rsid w:val="003D3F15"/>
    <w:rsid w:val="003D45BF"/>
    <w:rsid w:val="003D47C3"/>
    <w:rsid w:val="003D4B5B"/>
    <w:rsid w:val="003D4D45"/>
    <w:rsid w:val="003D50DF"/>
    <w:rsid w:val="003D57BA"/>
    <w:rsid w:val="003D584E"/>
    <w:rsid w:val="003D5911"/>
    <w:rsid w:val="003D5B64"/>
    <w:rsid w:val="003D5B80"/>
    <w:rsid w:val="003D5C7A"/>
    <w:rsid w:val="003D6376"/>
    <w:rsid w:val="003D6456"/>
    <w:rsid w:val="003D6D2D"/>
    <w:rsid w:val="003D6F6B"/>
    <w:rsid w:val="003D7296"/>
    <w:rsid w:val="003D74E5"/>
    <w:rsid w:val="003D760A"/>
    <w:rsid w:val="003D7784"/>
    <w:rsid w:val="003D7B2B"/>
    <w:rsid w:val="003D7D5F"/>
    <w:rsid w:val="003D7FB4"/>
    <w:rsid w:val="003E03F4"/>
    <w:rsid w:val="003E04C8"/>
    <w:rsid w:val="003E07D3"/>
    <w:rsid w:val="003E0810"/>
    <w:rsid w:val="003E0D14"/>
    <w:rsid w:val="003E0D1A"/>
    <w:rsid w:val="003E123D"/>
    <w:rsid w:val="003E1583"/>
    <w:rsid w:val="003E1A62"/>
    <w:rsid w:val="003E1FF6"/>
    <w:rsid w:val="003E2641"/>
    <w:rsid w:val="003E2C23"/>
    <w:rsid w:val="003E2C24"/>
    <w:rsid w:val="003E2DBA"/>
    <w:rsid w:val="003E3131"/>
    <w:rsid w:val="003E32AA"/>
    <w:rsid w:val="003E3C75"/>
    <w:rsid w:val="003E3CDA"/>
    <w:rsid w:val="003E3D71"/>
    <w:rsid w:val="003E3E95"/>
    <w:rsid w:val="003E45FC"/>
    <w:rsid w:val="003E489D"/>
    <w:rsid w:val="003E4B83"/>
    <w:rsid w:val="003E4F12"/>
    <w:rsid w:val="003E5549"/>
    <w:rsid w:val="003E579D"/>
    <w:rsid w:val="003E5FEF"/>
    <w:rsid w:val="003E6016"/>
    <w:rsid w:val="003E606A"/>
    <w:rsid w:val="003E62FD"/>
    <w:rsid w:val="003E6B9D"/>
    <w:rsid w:val="003E6EEA"/>
    <w:rsid w:val="003E7166"/>
    <w:rsid w:val="003E736F"/>
    <w:rsid w:val="003E7575"/>
    <w:rsid w:val="003E7D89"/>
    <w:rsid w:val="003F0351"/>
    <w:rsid w:val="003F06AE"/>
    <w:rsid w:val="003F0868"/>
    <w:rsid w:val="003F08B5"/>
    <w:rsid w:val="003F0C01"/>
    <w:rsid w:val="003F0DDB"/>
    <w:rsid w:val="003F0DDC"/>
    <w:rsid w:val="003F105E"/>
    <w:rsid w:val="003F1550"/>
    <w:rsid w:val="003F18AA"/>
    <w:rsid w:val="003F18C9"/>
    <w:rsid w:val="003F1ADF"/>
    <w:rsid w:val="003F2168"/>
    <w:rsid w:val="003F2226"/>
    <w:rsid w:val="003F2247"/>
    <w:rsid w:val="003F2486"/>
    <w:rsid w:val="003F282A"/>
    <w:rsid w:val="003F3264"/>
    <w:rsid w:val="003F34B5"/>
    <w:rsid w:val="003F3D0B"/>
    <w:rsid w:val="003F40CB"/>
    <w:rsid w:val="003F4240"/>
    <w:rsid w:val="003F44E3"/>
    <w:rsid w:val="003F461D"/>
    <w:rsid w:val="003F473B"/>
    <w:rsid w:val="003F47F9"/>
    <w:rsid w:val="003F4959"/>
    <w:rsid w:val="003F4A89"/>
    <w:rsid w:val="003F5301"/>
    <w:rsid w:val="003F548A"/>
    <w:rsid w:val="003F5527"/>
    <w:rsid w:val="003F569F"/>
    <w:rsid w:val="003F56A6"/>
    <w:rsid w:val="003F56DF"/>
    <w:rsid w:val="003F5A62"/>
    <w:rsid w:val="003F5C5D"/>
    <w:rsid w:val="003F5DA9"/>
    <w:rsid w:val="003F5E44"/>
    <w:rsid w:val="003F62A7"/>
    <w:rsid w:val="003F637B"/>
    <w:rsid w:val="003F64D2"/>
    <w:rsid w:val="003F6777"/>
    <w:rsid w:val="003F6814"/>
    <w:rsid w:val="003F69C7"/>
    <w:rsid w:val="003F6E14"/>
    <w:rsid w:val="003F6F3C"/>
    <w:rsid w:val="003F7305"/>
    <w:rsid w:val="003F772D"/>
    <w:rsid w:val="003F7BF6"/>
    <w:rsid w:val="00400038"/>
    <w:rsid w:val="0040013C"/>
    <w:rsid w:val="00400288"/>
    <w:rsid w:val="004007D8"/>
    <w:rsid w:val="00400808"/>
    <w:rsid w:val="00400830"/>
    <w:rsid w:val="004008AF"/>
    <w:rsid w:val="0040097E"/>
    <w:rsid w:val="00400A36"/>
    <w:rsid w:val="00400F43"/>
    <w:rsid w:val="00401024"/>
    <w:rsid w:val="0040141C"/>
    <w:rsid w:val="00401A84"/>
    <w:rsid w:val="0040233B"/>
    <w:rsid w:val="00402505"/>
    <w:rsid w:val="00402721"/>
    <w:rsid w:val="00402754"/>
    <w:rsid w:val="00402838"/>
    <w:rsid w:val="004029D8"/>
    <w:rsid w:val="00402A4E"/>
    <w:rsid w:val="00402AE8"/>
    <w:rsid w:val="00402D45"/>
    <w:rsid w:val="00403540"/>
    <w:rsid w:val="00403576"/>
    <w:rsid w:val="00403734"/>
    <w:rsid w:val="004037C3"/>
    <w:rsid w:val="00403A27"/>
    <w:rsid w:val="00404538"/>
    <w:rsid w:val="00404698"/>
    <w:rsid w:val="0040481B"/>
    <w:rsid w:val="00404A57"/>
    <w:rsid w:val="00404D95"/>
    <w:rsid w:val="004051D5"/>
    <w:rsid w:val="00405280"/>
    <w:rsid w:val="004057C9"/>
    <w:rsid w:val="004058B2"/>
    <w:rsid w:val="004058FA"/>
    <w:rsid w:val="00405D0B"/>
    <w:rsid w:val="004063FA"/>
    <w:rsid w:val="00406544"/>
    <w:rsid w:val="0040672E"/>
    <w:rsid w:val="00406785"/>
    <w:rsid w:val="004069CF"/>
    <w:rsid w:val="00406BFA"/>
    <w:rsid w:val="00406FEA"/>
    <w:rsid w:val="00407295"/>
    <w:rsid w:val="00407752"/>
    <w:rsid w:val="0040785F"/>
    <w:rsid w:val="004078EF"/>
    <w:rsid w:val="0040796D"/>
    <w:rsid w:val="004105E1"/>
    <w:rsid w:val="0041084A"/>
    <w:rsid w:val="00410938"/>
    <w:rsid w:val="00410B4F"/>
    <w:rsid w:val="00410EC3"/>
    <w:rsid w:val="00411157"/>
    <w:rsid w:val="00411213"/>
    <w:rsid w:val="00411819"/>
    <w:rsid w:val="00411A38"/>
    <w:rsid w:val="00411C6A"/>
    <w:rsid w:val="00412509"/>
    <w:rsid w:val="00412B34"/>
    <w:rsid w:val="00412BC9"/>
    <w:rsid w:val="00412D59"/>
    <w:rsid w:val="0041304C"/>
    <w:rsid w:val="004132FC"/>
    <w:rsid w:val="00413514"/>
    <w:rsid w:val="00413B0B"/>
    <w:rsid w:val="00414746"/>
    <w:rsid w:val="00414841"/>
    <w:rsid w:val="00414CF5"/>
    <w:rsid w:val="00414F55"/>
    <w:rsid w:val="004150AE"/>
    <w:rsid w:val="0041566B"/>
    <w:rsid w:val="00415750"/>
    <w:rsid w:val="004157B0"/>
    <w:rsid w:val="00415B42"/>
    <w:rsid w:val="00415DA5"/>
    <w:rsid w:val="00415E74"/>
    <w:rsid w:val="00415E85"/>
    <w:rsid w:val="00416035"/>
    <w:rsid w:val="004163BA"/>
    <w:rsid w:val="00416520"/>
    <w:rsid w:val="00416581"/>
    <w:rsid w:val="004165A0"/>
    <w:rsid w:val="00416992"/>
    <w:rsid w:val="00416A43"/>
    <w:rsid w:val="00416EA7"/>
    <w:rsid w:val="0041714A"/>
    <w:rsid w:val="00417207"/>
    <w:rsid w:val="0041722C"/>
    <w:rsid w:val="00417E0C"/>
    <w:rsid w:val="00417E1C"/>
    <w:rsid w:val="00417FB3"/>
    <w:rsid w:val="004204A7"/>
    <w:rsid w:val="004204CA"/>
    <w:rsid w:val="00420878"/>
    <w:rsid w:val="0042087A"/>
    <w:rsid w:val="004209DD"/>
    <w:rsid w:val="00420B5E"/>
    <w:rsid w:val="00420C04"/>
    <w:rsid w:val="00420C8C"/>
    <w:rsid w:val="00420F18"/>
    <w:rsid w:val="00420FE6"/>
    <w:rsid w:val="00421723"/>
    <w:rsid w:val="00421964"/>
    <w:rsid w:val="00421E2F"/>
    <w:rsid w:val="00422073"/>
    <w:rsid w:val="004222F3"/>
    <w:rsid w:val="00422A26"/>
    <w:rsid w:val="004230B3"/>
    <w:rsid w:val="004231B0"/>
    <w:rsid w:val="004235DA"/>
    <w:rsid w:val="004236F6"/>
    <w:rsid w:val="00423DD8"/>
    <w:rsid w:val="00423E20"/>
    <w:rsid w:val="00424066"/>
    <w:rsid w:val="00424085"/>
    <w:rsid w:val="004243D8"/>
    <w:rsid w:val="00424711"/>
    <w:rsid w:val="00424734"/>
    <w:rsid w:val="004247C9"/>
    <w:rsid w:val="00424906"/>
    <w:rsid w:val="00424993"/>
    <w:rsid w:val="00424A3B"/>
    <w:rsid w:val="00424DD6"/>
    <w:rsid w:val="0042516A"/>
    <w:rsid w:val="00425224"/>
    <w:rsid w:val="004256C0"/>
    <w:rsid w:val="004256F9"/>
    <w:rsid w:val="0042571F"/>
    <w:rsid w:val="004258A7"/>
    <w:rsid w:val="00425C24"/>
    <w:rsid w:val="00425D7A"/>
    <w:rsid w:val="00425E98"/>
    <w:rsid w:val="00425FD2"/>
    <w:rsid w:val="0042657B"/>
    <w:rsid w:val="0042676B"/>
    <w:rsid w:val="00426E77"/>
    <w:rsid w:val="0042700D"/>
    <w:rsid w:val="00427083"/>
    <w:rsid w:val="00427630"/>
    <w:rsid w:val="00427761"/>
    <w:rsid w:val="004278A8"/>
    <w:rsid w:val="00427E55"/>
    <w:rsid w:val="00430098"/>
    <w:rsid w:val="00430188"/>
    <w:rsid w:val="004306A8"/>
    <w:rsid w:val="00430840"/>
    <w:rsid w:val="0043095E"/>
    <w:rsid w:val="00430E6A"/>
    <w:rsid w:val="004310FA"/>
    <w:rsid w:val="004312D9"/>
    <w:rsid w:val="004313CE"/>
    <w:rsid w:val="004317D5"/>
    <w:rsid w:val="00431809"/>
    <w:rsid w:val="00431A45"/>
    <w:rsid w:val="00431D77"/>
    <w:rsid w:val="00432274"/>
    <w:rsid w:val="0043276C"/>
    <w:rsid w:val="00432773"/>
    <w:rsid w:val="004328C3"/>
    <w:rsid w:val="00432B71"/>
    <w:rsid w:val="00432BA2"/>
    <w:rsid w:val="00432EDF"/>
    <w:rsid w:val="00433067"/>
    <w:rsid w:val="0043307C"/>
    <w:rsid w:val="004337AC"/>
    <w:rsid w:val="00433BC5"/>
    <w:rsid w:val="00433E41"/>
    <w:rsid w:val="00434686"/>
    <w:rsid w:val="004348EC"/>
    <w:rsid w:val="00434FD9"/>
    <w:rsid w:val="00435348"/>
    <w:rsid w:val="00435AED"/>
    <w:rsid w:val="00435BAD"/>
    <w:rsid w:val="00435FA7"/>
    <w:rsid w:val="004365E2"/>
    <w:rsid w:val="00436B5A"/>
    <w:rsid w:val="00436C3F"/>
    <w:rsid w:val="00436C9D"/>
    <w:rsid w:val="00437071"/>
    <w:rsid w:val="004375D5"/>
    <w:rsid w:val="00437A1F"/>
    <w:rsid w:val="00437B42"/>
    <w:rsid w:val="00437D32"/>
    <w:rsid w:val="00437DBB"/>
    <w:rsid w:val="004404D0"/>
    <w:rsid w:val="00440582"/>
    <w:rsid w:val="0044077F"/>
    <w:rsid w:val="00440BEB"/>
    <w:rsid w:val="0044104C"/>
    <w:rsid w:val="004414FE"/>
    <w:rsid w:val="00441AFF"/>
    <w:rsid w:val="00441D96"/>
    <w:rsid w:val="004423DA"/>
    <w:rsid w:val="004424B0"/>
    <w:rsid w:val="00442D05"/>
    <w:rsid w:val="00443032"/>
    <w:rsid w:val="00443463"/>
    <w:rsid w:val="0044391B"/>
    <w:rsid w:val="004439E1"/>
    <w:rsid w:val="00443B9D"/>
    <w:rsid w:val="00443FAE"/>
    <w:rsid w:val="00443FB8"/>
    <w:rsid w:val="00444159"/>
    <w:rsid w:val="00444375"/>
    <w:rsid w:val="00444574"/>
    <w:rsid w:val="00444802"/>
    <w:rsid w:val="00444CCB"/>
    <w:rsid w:val="004457E1"/>
    <w:rsid w:val="00445957"/>
    <w:rsid w:val="00445B42"/>
    <w:rsid w:val="00445B6F"/>
    <w:rsid w:val="00445E45"/>
    <w:rsid w:val="00445EB9"/>
    <w:rsid w:val="004467AA"/>
    <w:rsid w:val="004469C9"/>
    <w:rsid w:val="00446B40"/>
    <w:rsid w:val="00446C40"/>
    <w:rsid w:val="00447561"/>
    <w:rsid w:val="004476B5"/>
    <w:rsid w:val="00447715"/>
    <w:rsid w:val="00447AA5"/>
    <w:rsid w:val="00447C4A"/>
    <w:rsid w:val="00450012"/>
    <w:rsid w:val="004501A4"/>
    <w:rsid w:val="004504B7"/>
    <w:rsid w:val="00450638"/>
    <w:rsid w:val="00450BA7"/>
    <w:rsid w:val="00450C9B"/>
    <w:rsid w:val="00451976"/>
    <w:rsid w:val="00451A7C"/>
    <w:rsid w:val="00451CC2"/>
    <w:rsid w:val="004520E1"/>
    <w:rsid w:val="0045227F"/>
    <w:rsid w:val="004522C2"/>
    <w:rsid w:val="004523BE"/>
    <w:rsid w:val="004523E7"/>
    <w:rsid w:val="00452454"/>
    <w:rsid w:val="004524EC"/>
    <w:rsid w:val="004528F6"/>
    <w:rsid w:val="00452C38"/>
    <w:rsid w:val="00452FC0"/>
    <w:rsid w:val="00452FCA"/>
    <w:rsid w:val="004537CD"/>
    <w:rsid w:val="00453882"/>
    <w:rsid w:val="00453B7E"/>
    <w:rsid w:val="00453CEE"/>
    <w:rsid w:val="00453E77"/>
    <w:rsid w:val="00453F5B"/>
    <w:rsid w:val="00453F60"/>
    <w:rsid w:val="00454630"/>
    <w:rsid w:val="00454A0B"/>
    <w:rsid w:val="00454C60"/>
    <w:rsid w:val="00454D19"/>
    <w:rsid w:val="00454EF6"/>
    <w:rsid w:val="00454F54"/>
    <w:rsid w:val="004551A7"/>
    <w:rsid w:val="0045521B"/>
    <w:rsid w:val="0045523A"/>
    <w:rsid w:val="004552A8"/>
    <w:rsid w:val="00455A0A"/>
    <w:rsid w:val="00455B2B"/>
    <w:rsid w:val="00455E05"/>
    <w:rsid w:val="004560F2"/>
    <w:rsid w:val="0045630B"/>
    <w:rsid w:val="00456911"/>
    <w:rsid w:val="00456AB1"/>
    <w:rsid w:val="00456D61"/>
    <w:rsid w:val="0045779D"/>
    <w:rsid w:val="0045787D"/>
    <w:rsid w:val="00457CF1"/>
    <w:rsid w:val="00457D62"/>
    <w:rsid w:val="0046049D"/>
    <w:rsid w:val="00460631"/>
    <w:rsid w:val="004606A9"/>
    <w:rsid w:val="0046072B"/>
    <w:rsid w:val="00460797"/>
    <w:rsid w:val="00460ECE"/>
    <w:rsid w:val="004614BA"/>
    <w:rsid w:val="0046169F"/>
    <w:rsid w:val="00461887"/>
    <w:rsid w:val="00461950"/>
    <w:rsid w:val="00461B57"/>
    <w:rsid w:val="00461F61"/>
    <w:rsid w:val="00462074"/>
    <w:rsid w:val="0046214F"/>
    <w:rsid w:val="00462343"/>
    <w:rsid w:val="00462571"/>
    <w:rsid w:val="00462767"/>
    <w:rsid w:val="00462848"/>
    <w:rsid w:val="004628D7"/>
    <w:rsid w:val="00462DC0"/>
    <w:rsid w:val="00463194"/>
    <w:rsid w:val="00463417"/>
    <w:rsid w:val="0046343C"/>
    <w:rsid w:val="00463E28"/>
    <w:rsid w:val="00463F78"/>
    <w:rsid w:val="004640BE"/>
    <w:rsid w:val="004643D0"/>
    <w:rsid w:val="004643EA"/>
    <w:rsid w:val="00464A11"/>
    <w:rsid w:val="00464E84"/>
    <w:rsid w:val="00464EBF"/>
    <w:rsid w:val="004650C6"/>
    <w:rsid w:val="004654DA"/>
    <w:rsid w:val="004659BD"/>
    <w:rsid w:val="00465C4B"/>
    <w:rsid w:val="00466151"/>
    <w:rsid w:val="004662A4"/>
    <w:rsid w:val="00466780"/>
    <w:rsid w:val="004669A2"/>
    <w:rsid w:val="004669FC"/>
    <w:rsid w:val="00466A8F"/>
    <w:rsid w:val="00466C52"/>
    <w:rsid w:val="0046727D"/>
    <w:rsid w:val="0046751E"/>
    <w:rsid w:val="0046769F"/>
    <w:rsid w:val="0046790E"/>
    <w:rsid w:val="0046792B"/>
    <w:rsid w:val="004679F3"/>
    <w:rsid w:val="00467ECE"/>
    <w:rsid w:val="00467F13"/>
    <w:rsid w:val="00467F44"/>
    <w:rsid w:val="00467F8F"/>
    <w:rsid w:val="0047088A"/>
    <w:rsid w:val="004708EE"/>
    <w:rsid w:val="00470AE6"/>
    <w:rsid w:val="00470C07"/>
    <w:rsid w:val="00471F83"/>
    <w:rsid w:val="004720FF"/>
    <w:rsid w:val="004723D5"/>
    <w:rsid w:val="004724B1"/>
    <w:rsid w:val="00472647"/>
    <w:rsid w:val="004728A9"/>
    <w:rsid w:val="00472D0A"/>
    <w:rsid w:val="00472E33"/>
    <w:rsid w:val="0047305D"/>
    <w:rsid w:val="004732C1"/>
    <w:rsid w:val="004735DB"/>
    <w:rsid w:val="00473844"/>
    <w:rsid w:val="00473AB6"/>
    <w:rsid w:val="00473C1C"/>
    <w:rsid w:val="004740A5"/>
    <w:rsid w:val="004740C3"/>
    <w:rsid w:val="00474326"/>
    <w:rsid w:val="004744CC"/>
    <w:rsid w:val="004745E4"/>
    <w:rsid w:val="00474925"/>
    <w:rsid w:val="00474C20"/>
    <w:rsid w:val="0047503B"/>
    <w:rsid w:val="00475350"/>
    <w:rsid w:val="004753B3"/>
    <w:rsid w:val="004758FC"/>
    <w:rsid w:val="00475A08"/>
    <w:rsid w:val="00475EAC"/>
    <w:rsid w:val="00475F93"/>
    <w:rsid w:val="00476106"/>
    <w:rsid w:val="0047610F"/>
    <w:rsid w:val="004762C9"/>
    <w:rsid w:val="00476480"/>
    <w:rsid w:val="004768F9"/>
    <w:rsid w:val="00476DC0"/>
    <w:rsid w:val="00477261"/>
    <w:rsid w:val="00477729"/>
    <w:rsid w:val="00477896"/>
    <w:rsid w:val="0047798D"/>
    <w:rsid w:val="00477ABE"/>
    <w:rsid w:val="00477C4E"/>
    <w:rsid w:val="004804CD"/>
    <w:rsid w:val="004805C9"/>
    <w:rsid w:val="00480804"/>
    <w:rsid w:val="004809A1"/>
    <w:rsid w:val="00480A02"/>
    <w:rsid w:val="004812FC"/>
    <w:rsid w:val="004817AB"/>
    <w:rsid w:val="00481956"/>
    <w:rsid w:val="00481A5C"/>
    <w:rsid w:val="00481E41"/>
    <w:rsid w:val="0048201C"/>
    <w:rsid w:val="00482112"/>
    <w:rsid w:val="0048270C"/>
    <w:rsid w:val="00482A2E"/>
    <w:rsid w:val="00482F8B"/>
    <w:rsid w:val="004838FF"/>
    <w:rsid w:val="0048434F"/>
    <w:rsid w:val="004843CF"/>
    <w:rsid w:val="004849D3"/>
    <w:rsid w:val="00484EE0"/>
    <w:rsid w:val="00484FC7"/>
    <w:rsid w:val="004851B2"/>
    <w:rsid w:val="00485574"/>
    <w:rsid w:val="004855EF"/>
    <w:rsid w:val="00485817"/>
    <w:rsid w:val="00485A1C"/>
    <w:rsid w:val="00485BB9"/>
    <w:rsid w:val="00485CC8"/>
    <w:rsid w:val="00485E43"/>
    <w:rsid w:val="0048648E"/>
    <w:rsid w:val="004866A9"/>
    <w:rsid w:val="0048685F"/>
    <w:rsid w:val="00486959"/>
    <w:rsid w:val="004869D8"/>
    <w:rsid w:val="00486DC3"/>
    <w:rsid w:val="00487211"/>
    <w:rsid w:val="004873B6"/>
    <w:rsid w:val="00487599"/>
    <w:rsid w:val="004875E9"/>
    <w:rsid w:val="00490129"/>
    <w:rsid w:val="00490301"/>
    <w:rsid w:val="0049061E"/>
    <w:rsid w:val="0049087C"/>
    <w:rsid w:val="004908B1"/>
    <w:rsid w:val="0049112A"/>
    <w:rsid w:val="004914EF"/>
    <w:rsid w:val="00491507"/>
    <w:rsid w:val="00491C05"/>
    <w:rsid w:val="00491C7E"/>
    <w:rsid w:val="00491DEE"/>
    <w:rsid w:val="00491F9E"/>
    <w:rsid w:val="00492231"/>
    <w:rsid w:val="00492520"/>
    <w:rsid w:val="004926D9"/>
    <w:rsid w:val="00492EC2"/>
    <w:rsid w:val="00493101"/>
    <w:rsid w:val="00493F91"/>
    <w:rsid w:val="0049417A"/>
    <w:rsid w:val="004946FC"/>
    <w:rsid w:val="00494A61"/>
    <w:rsid w:val="00494B78"/>
    <w:rsid w:val="00494D8C"/>
    <w:rsid w:val="00494FAA"/>
    <w:rsid w:val="00495436"/>
    <w:rsid w:val="00495AE4"/>
    <w:rsid w:val="00495B46"/>
    <w:rsid w:val="00495ED9"/>
    <w:rsid w:val="00496B9F"/>
    <w:rsid w:val="00497330"/>
    <w:rsid w:val="00497399"/>
    <w:rsid w:val="00497840"/>
    <w:rsid w:val="00497859"/>
    <w:rsid w:val="00497CB2"/>
    <w:rsid w:val="004A0111"/>
    <w:rsid w:val="004A0204"/>
    <w:rsid w:val="004A028C"/>
    <w:rsid w:val="004A0472"/>
    <w:rsid w:val="004A0799"/>
    <w:rsid w:val="004A0E4B"/>
    <w:rsid w:val="004A0E9C"/>
    <w:rsid w:val="004A1A7F"/>
    <w:rsid w:val="004A1E8F"/>
    <w:rsid w:val="004A2073"/>
    <w:rsid w:val="004A21EF"/>
    <w:rsid w:val="004A228E"/>
    <w:rsid w:val="004A238F"/>
    <w:rsid w:val="004A2800"/>
    <w:rsid w:val="004A29CB"/>
    <w:rsid w:val="004A2A06"/>
    <w:rsid w:val="004A2DB2"/>
    <w:rsid w:val="004A2E39"/>
    <w:rsid w:val="004A34B5"/>
    <w:rsid w:val="004A3CE0"/>
    <w:rsid w:val="004A3D6E"/>
    <w:rsid w:val="004A3DFC"/>
    <w:rsid w:val="004A4402"/>
    <w:rsid w:val="004A445A"/>
    <w:rsid w:val="004A44BD"/>
    <w:rsid w:val="004A48AC"/>
    <w:rsid w:val="004A4A1B"/>
    <w:rsid w:val="004A4A95"/>
    <w:rsid w:val="004A4B29"/>
    <w:rsid w:val="004A4EEF"/>
    <w:rsid w:val="004A5248"/>
    <w:rsid w:val="004A5947"/>
    <w:rsid w:val="004A59D9"/>
    <w:rsid w:val="004A5B4F"/>
    <w:rsid w:val="004A5BC7"/>
    <w:rsid w:val="004A5CAD"/>
    <w:rsid w:val="004A5E01"/>
    <w:rsid w:val="004A6323"/>
    <w:rsid w:val="004A6379"/>
    <w:rsid w:val="004A63C5"/>
    <w:rsid w:val="004A6A7D"/>
    <w:rsid w:val="004A7226"/>
    <w:rsid w:val="004A756A"/>
    <w:rsid w:val="004A76A1"/>
    <w:rsid w:val="004A77C2"/>
    <w:rsid w:val="004A7C22"/>
    <w:rsid w:val="004A7D71"/>
    <w:rsid w:val="004A7DD7"/>
    <w:rsid w:val="004A7EAC"/>
    <w:rsid w:val="004B0081"/>
    <w:rsid w:val="004B01C4"/>
    <w:rsid w:val="004B02AB"/>
    <w:rsid w:val="004B058A"/>
    <w:rsid w:val="004B0B7A"/>
    <w:rsid w:val="004B0D9D"/>
    <w:rsid w:val="004B0DCF"/>
    <w:rsid w:val="004B1026"/>
    <w:rsid w:val="004B15C5"/>
    <w:rsid w:val="004B1629"/>
    <w:rsid w:val="004B18F8"/>
    <w:rsid w:val="004B1AAE"/>
    <w:rsid w:val="004B1B9C"/>
    <w:rsid w:val="004B1BBC"/>
    <w:rsid w:val="004B1D00"/>
    <w:rsid w:val="004B212E"/>
    <w:rsid w:val="004B23BC"/>
    <w:rsid w:val="004B247E"/>
    <w:rsid w:val="004B2662"/>
    <w:rsid w:val="004B2A15"/>
    <w:rsid w:val="004B2B62"/>
    <w:rsid w:val="004B2E4F"/>
    <w:rsid w:val="004B2F75"/>
    <w:rsid w:val="004B313A"/>
    <w:rsid w:val="004B3B0E"/>
    <w:rsid w:val="004B42F0"/>
    <w:rsid w:val="004B442E"/>
    <w:rsid w:val="004B47E5"/>
    <w:rsid w:val="004B4855"/>
    <w:rsid w:val="004B4985"/>
    <w:rsid w:val="004B49F5"/>
    <w:rsid w:val="004B4CDF"/>
    <w:rsid w:val="004B4E13"/>
    <w:rsid w:val="004B4E22"/>
    <w:rsid w:val="004B5043"/>
    <w:rsid w:val="004B529A"/>
    <w:rsid w:val="004B5674"/>
    <w:rsid w:val="004B580F"/>
    <w:rsid w:val="004B5D42"/>
    <w:rsid w:val="004B672E"/>
    <w:rsid w:val="004B6981"/>
    <w:rsid w:val="004B6B30"/>
    <w:rsid w:val="004B7091"/>
    <w:rsid w:val="004B7666"/>
    <w:rsid w:val="004B789B"/>
    <w:rsid w:val="004B79F5"/>
    <w:rsid w:val="004B7F2D"/>
    <w:rsid w:val="004C05CB"/>
    <w:rsid w:val="004C09F6"/>
    <w:rsid w:val="004C0A74"/>
    <w:rsid w:val="004C0D07"/>
    <w:rsid w:val="004C0E39"/>
    <w:rsid w:val="004C0EEA"/>
    <w:rsid w:val="004C103F"/>
    <w:rsid w:val="004C1362"/>
    <w:rsid w:val="004C16AC"/>
    <w:rsid w:val="004C1CF9"/>
    <w:rsid w:val="004C21CD"/>
    <w:rsid w:val="004C2262"/>
    <w:rsid w:val="004C22BF"/>
    <w:rsid w:val="004C265F"/>
    <w:rsid w:val="004C2C92"/>
    <w:rsid w:val="004C2CEA"/>
    <w:rsid w:val="004C2F57"/>
    <w:rsid w:val="004C300C"/>
    <w:rsid w:val="004C301B"/>
    <w:rsid w:val="004C389B"/>
    <w:rsid w:val="004C3A59"/>
    <w:rsid w:val="004C3C5A"/>
    <w:rsid w:val="004C3EF5"/>
    <w:rsid w:val="004C44FC"/>
    <w:rsid w:val="004C48EA"/>
    <w:rsid w:val="004C499D"/>
    <w:rsid w:val="004C50BC"/>
    <w:rsid w:val="004C50C8"/>
    <w:rsid w:val="004C5233"/>
    <w:rsid w:val="004C55F3"/>
    <w:rsid w:val="004C57F9"/>
    <w:rsid w:val="004C5960"/>
    <w:rsid w:val="004C5B1E"/>
    <w:rsid w:val="004C5C90"/>
    <w:rsid w:val="004C5CF2"/>
    <w:rsid w:val="004C6572"/>
    <w:rsid w:val="004C67C5"/>
    <w:rsid w:val="004C7179"/>
    <w:rsid w:val="004C7B73"/>
    <w:rsid w:val="004C7BD1"/>
    <w:rsid w:val="004C7C15"/>
    <w:rsid w:val="004C7C9E"/>
    <w:rsid w:val="004C7CB8"/>
    <w:rsid w:val="004C7DB7"/>
    <w:rsid w:val="004D09C4"/>
    <w:rsid w:val="004D09DC"/>
    <w:rsid w:val="004D0A22"/>
    <w:rsid w:val="004D0B6B"/>
    <w:rsid w:val="004D0C74"/>
    <w:rsid w:val="004D12A2"/>
    <w:rsid w:val="004D14DB"/>
    <w:rsid w:val="004D1A8C"/>
    <w:rsid w:val="004D1AEC"/>
    <w:rsid w:val="004D1CBC"/>
    <w:rsid w:val="004D1E3E"/>
    <w:rsid w:val="004D229C"/>
    <w:rsid w:val="004D26E5"/>
    <w:rsid w:val="004D2985"/>
    <w:rsid w:val="004D3772"/>
    <w:rsid w:val="004D37E7"/>
    <w:rsid w:val="004D3840"/>
    <w:rsid w:val="004D397A"/>
    <w:rsid w:val="004D39B3"/>
    <w:rsid w:val="004D45E1"/>
    <w:rsid w:val="004D4FD2"/>
    <w:rsid w:val="004D56AB"/>
    <w:rsid w:val="004D578C"/>
    <w:rsid w:val="004D5D1C"/>
    <w:rsid w:val="004D5D52"/>
    <w:rsid w:val="004D6BCD"/>
    <w:rsid w:val="004D6C0D"/>
    <w:rsid w:val="004D7581"/>
    <w:rsid w:val="004D767A"/>
    <w:rsid w:val="004D7785"/>
    <w:rsid w:val="004D7CC5"/>
    <w:rsid w:val="004D7D01"/>
    <w:rsid w:val="004E0351"/>
    <w:rsid w:val="004E071C"/>
    <w:rsid w:val="004E09B9"/>
    <w:rsid w:val="004E0A60"/>
    <w:rsid w:val="004E0CA1"/>
    <w:rsid w:val="004E0D1D"/>
    <w:rsid w:val="004E0D95"/>
    <w:rsid w:val="004E141D"/>
    <w:rsid w:val="004E1787"/>
    <w:rsid w:val="004E17D8"/>
    <w:rsid w:val="004E1BF1"/>
    <w:rsid w:val="004E20F1"/>
    <w:rsid w:val="004E2184"/>
    <w:rsid w:val="004E2302"/>
    <w:rsid w:val="004E23B8"/>
    <w:rsid w:val="004E25A4"/>
    <w:rsid w:val="004E2612"/>
    <w:rsid w:val="004E2756"/>
    <w:rsid w:val="004E27A5"/>
    <w:rsid w:val="004E2F5B"/>
    <w:rsid w:val="004E2FF7"/>
    <w:rsid w:val="004E354F"/>
    <w:rsid w:val="004E3626"/>
    <w:rsid w:val="004E3704"/>
    <w:rsid w:val="004E3760"/>
    <w:rsid w:val="004E3A3A"/>
    <w:rsid w:val="004E3EEF"/>
    <w:rsid w:val="004E3F76"/>
    <w:rsid w:val="004E3FA8"/>
    <w:rsid w:val="004E421E"/>
    <w:rsid w:val="004E49DA"/>
    <w:rsid w:val="004E4A38"/>
    <w:rsid w:val="004E4DAA"/>
    <w:rsid w:val="004E5377"/>
    <w:rsid w:val="004E5D70"/>
    <w:rsid w:val="004E607F"/>
    <w:rsid w:val="004E63F3"/>
    <w:rsid w:val="004E64B3"/>
    <w:rsid w:val="004E6660"/>
    <w:rsid w:val="004E6A38"/>
    <w:rsid w:val="004E7292"/>
    <w:rsid w:val="004E7423"/>
    <w:rsid w:val="004E74C2"/>
    <w:rsid w:val="004E7512"/>
    <w:rsid w:val="004E75CA"/>
    <w:rsid w:val="004E7654"/>
    <w:rsid w:val="004E7E0E"/>
    <w:rsid w:val="004F0218"/>
    <w:rsid w:val="004F0290"/>
    <w:rsid w:val="004F06AE"/>
    <w:rsid w:val="004F0D25"/>
    <w:rsid w:val="004F0FA6"/>
    <w:rsid w:val="004F153C"/>
    <w:rsid w:val="004F1679"/>
    <w:rsid w:val="004F17E7"/>
    <w:rsid w:val="004F187D"/>
    <w:rsid w:val="004F1881"/>
    <w:rsid w:val="004F22FF"/>
    <w:rsid w:val="004F2504"/>
    <w:rsid w:val="004F28C9"/>
    <w:rsid w:val="004F34C6"/>
    <w:rsid w:val="004F3542"/>
    <w:rsid w:val="004F3AA8"/>
    <w:rsid w:val="004F4030"/>
    <w:rsid w:val="004F42D2"/>
    <w:rsid w:val="004F4394"/>
    <w:rsid w:val="004F43A5"/>
    <w:rsid w:val="004F445C"/>
    <w:rsid w:val="004F4722"/>
    <w:rsid w:val="004F48CA"/>
    <w:rsid w:val="004F48DD"/>
    <w:rsid w:val="004F4F2C"/>
    <w:rsid w:val="004F50AE"/>
    <w:rsid w:val="004F51D9"/>
    <w:rsid w:val="004F52E0"/>
    <w:rsid w:val="004F537C"/>
    <w:rsid w:val="004F5439"/>
    <w:rsid w:val="004F5598"/>
    <w:rsid w:val="004F5617"/>
    <w:rsid w:val="004F571E"/>
    <w:rsid w:val="004F5A27"/>
    <w:rsid w:val="004F5B19"/>
    <w:rsid w:val="004F5E38"/>
    <w:rsid w:val="004F5F6D"/>
    <w:rsid w:val="004F6271"/>
    <w:rsid w:val="004F6344"/>
    <w:rsid w:val="004F6419"/>
    <w:rsid w:val="004F751C"/>
    <w:rsid w:val="004F7C5F"/>
    <w:rsid w:val="004F7EBF"/>
    <w:rsid w:val="004F7F38"/>
    <w:rsid w:val="0050004F"/>
    <w:rsid w:val="005000DA"/>
    <w:rsid w:val="005001D4"/>
    <w:rsid w:val="005002DD"/>
    <w:rsid w:val="00500A02"/>
    <w:rsid w:val="00500DA5"/>
    <w:rsid w:val="005013BD"/>
    <w:rsid w:val="005014BD"/>
    <w:rsid w:val="00501A4E"/>
    <w:rsid w:val="00501CBA"/>
    <w:rsid w:val="00501EA8"/>
    <w:rsid w:val="00501EAC"/>
    <w:rsid w:val="00502314"/>
    <w:rsid w:val="00502453"/>
    <w:rsid w:val="00502731"/>
    <w:rsid w:val="00502A25"/>
    <w:rsid w:val="00502D27"/>
    <w:rsid w:val="00502ECF"/>
    <w:rsid w:val="0050311E"/>
    <w:rsid w:val="00503563"/>
    <w:rsid w:val="00503811"/>
    <w:rsid w:val="00503983"/>
    <w:rsid w:val="00503AD6"/>
    <w:rsid w:val="00503BB5"/>
    <w:rsid w:val="0050402F"/>
    <w:rsid w:val="00504465"/>
    <w:rsid w:val="00504D97"/>
    <w:rsid w:val="005050DC"/>
    <w:rsid w:val="00505451"/>
    <w:rsid w:val="00505B94"/>
    <w:rsid w:val="00505BC2"/>
    <w:rsid w:val="00505D0E"/>
    <w:rsid w:val="00506566"/>
    <w:rsid w:val="005067BB"/>
    <w:rsid w:val="00507177"/>
    <w:rsid w:val="00507505"/>
    <w:rsid w:val="0050756A"/>
    <w:rsid w:val="0050770D"/>
    <w:rsid w:val="00507883"/>
    <w:rsid w:val="00507B06"/>
    <w:rsid w:val="00507B78"/>
    <w:rsid w:val="005103E8"/>
    <w:rsid w:val="005103EC"/>
    <w:rsid w:val="00510405"/>
    <w:rsid w:val="00510543"/>
    <w:rsid w:val="005105AC"/>
    <w:rsid w:val="0051063D"/>
    <w:rsid w:val="005107A9"/>
    <w:rsid w:val="00510860"/>
    <w:rsid w:val="00510BEA"/>
    <w:rsid w:val="00510DB7"/>
    <w:rsid w:val="00511577"/>
    <w:rsid w:val="005118A8"/>
    <w:rsid w:val="005118BD"/>
    <w:rsid w:val="00511A51"/>
    <w:rsid w:val="00511F41"/>
    <w:rsid w:val="00512298"/>
    <w:rsid w:val="00512852"/>
    <w:rsid w:val="00513303"/>
    <w:rsid w:val="0051339E"/>
    <w:rsid w:val="0051399E"/>
    <w:rsid w:val="00513E16"/>
    <w:rsid w:val="005141CE"/>
    <w:rsid w:val="005142C3"/>
    <w:rsid w:val="00514743"/>
    <w:rsid w:val="0051490E"/>
    <w:rsid w:val="00514977"/>
    <w:rsid w:val="00514B5F"/>
    <w:rsid w:val="00514B95"/>
    <w:rsid w:val="00514C27"/>
    <w:rsid w:val="00514CE3"/>
    <w:rsid w:val="00514F7B"/>
    <w:rsid w:val="0051543B"/>
    <w:rsid w:val="005159A1"/>
    <w:rsid w:val="00515D48"/>
    <w:rsid w:val="00515D88"/>
    <w:rsid w:val="00515F31"/>
    <w:rsid w:val="00515F8C"/>
    <w:rsid w:val="0051646E"/>
    <w:rsid w:val="00516753"/>
    <w:rsid w:val="00516EC6"/>
    <w:rsid w:val="00516FB8"/>
    <w:rsid w:val="0051773B"/>
    <w:rsid w:val="00517A69"/>
    <w:rsid w:val="00517F00"/>
    <w:rsid w:val="00517F93"/>
    <w:rsid w:val="00520036"/>
    <w:rsid w:val="005209D5"/>
    <w:rsid w:val="00520B81"/>
    <w:rsid w:val="00520DCA"/>
    <w:rsid w:val="00520E52"/>
    <w:rsid w:val="00521575"/>
    <w:rsid w:val="00521AED"/>
    <w:rsid w:val="0052223F"/>
    <w:rsid w:val="00522751"/>
    <w:rsid w:val="0052288C"/>
    <w:rsid w:val="005228DF"/>
    <w:rsid w:val="00522E70"/>
    <w:rsid w:val="00523170"/>
    <w:rsid w:val="00523429"/>
    <w:rsid w:val="005234D1"/>
    <w:rsid w:val="0052356B"/>
    <w:rsid w:val="00523655"/>
    <w:rsid w:val="00523CBC"/>
    <w:rsid w:val="005246B8"/>
    <w:rsid w:val="005247A6"/>
    <w:rsid w:val="005248B3"/>
    <w:rsid w:val="00524AA0"/>
    <w:rsid w:val="00524B13"/>
    <w:rsid w:val="00524CEB"/>
    <w:rsid w:val="0052530E"/>
    <w:rsid w:val="005253DB"/>
    <w:rsid w:val="005253DC"/>
    <w:rsid w:val="0052570C"/>
    <w:rsid w:val="0052572E"/>
    <w:rsid w:val="005258D8"/>
    <w:rsid w:val="0052591F"/>
    <w:rsid w:val="00525937"/>
    <w:rsid w:val="00525BFB"/>
    <w:rsid w:val="00525C2D"/>
    <w:rsid w:val="00525C3A"/>
    <w:rsid w:val="00525DB8"/>
    <w:rsid w:val="00526034"/>
    <w:rsid w:val="00526353"/>
    <w:rsid w:val="005264FF"/>
    <w:rsid w:val="005267FA"/>
    <w:rsid w:val="00526BFE"/>
    <w:rsid w:val="00526EFE"/>
    <w:rsid w:val="00526F06"/>
    <w:rsid w:val="00526F54"/>
    <w:rsid w:val="005275DD"/>
    <w:rsid w:val="0052795A"/>
    <w:rsid w:val="00527AED"/>
    <w:rsid w:val="00527B7B"/>
    <w:rsid w:val="00527C26"/>
    <w:rsid w:val="0053054B"/>
    <w:rsid w:val="0053059E"/>
    <w:rsid w:val="00530893"/>
    <w:rsid w:val="00530BC3"/>
    <w:rsid w:val="00530C6B"/>
    <w:rsid w:val="00530C7D"/>
    <w:rsid w:val="00530DCB"/>
    <w:rsid w:val="00530F65"/>
    <w:rsid w:val="005311D6"/>
    <w:rsid w:val="005312CC"/>
    <w:rsid w:val="00532309"/>
    <w:rsid w:val="0053234D"/>
    <w:rsid w:val="005324F2"/>
    <w:rsid w:val="005325E0"/>
    <w:rsid w:val="00532626"/>
    <w:rsid w:val="00532727"/>
    <w:rsid w:val="005328F2"/>
    <w:rsid w:val="005329FF"/>
    <w:rsid w:val="00532B9C"/>
    <w:rsid w:val="00532C44"/>
    <w:rsid w:val="00532CD3"/>
    <w:rsid w:val="00532DBA"/>
    <w:rsid w:val="00532DC3"/>
    <w:rsid w:val="00533409"/>
    <w:rsid w:val="0053340C"/>
    <w:rsid w:val="00533565"/>
    <w:rsid w:val="00533847"/>
    <w:rsid w:val="00533A55"/>
    <w:rsid w:val="00533BF4"/>
    <w:rsid w:val="00533D87"/>
    <w:rsid w:val="00533F41"/>
    <w:rsid w:val="0053413C"/>
    <w:rsid w:val="005341B0"/>
    <w:rsid w:val="005344B2"/>
    <w:rsid w:val="0053471C"/>
    <w:rsid w:val="00534892"/>
    <w:rsid w:val="005348E5"/>
    <w:rsid w:val="00534A59"/>
    <w:rsid w:val="00534FBB"/>
    <w:rsid w:val="0053517D"/>
    <w:rsid w:val="00535189"/>
    <w:rsid w:val="00535794"/>
    <w:rsid w:val="00535C0F"/>
    <w:rsid w:val="00535C3B"/>
    <w:rsid w:val="00535E5F"/>
    <w:rsid w:val="00535F6C"/>
    <w:rsid w:val="005367DA"/>
    <w:rsid w:val="00536954"/>
    <w:rsid w:val="00536FA9"/>
    <w:rsid w:val="00537605"/>
    <w:rsid w:val="00537785"/>
    <w:rsid w:val="005378F2"/>
    <w:rsid w:val="00537909"/>
    <w:rsid w:val="00537A46"/>
    <w:rsid w:val="00537D15"/>
    <w:rsid w:val="00540044"/>
    <w:rsid w:val="005400A5"/>
    <w:rsid w:val="005402B6"/>
    <w:rsid w:val="0054084F"/>
    <w:rsid w:val="00540B7B"/>
    <w:rsid w:val="00540CCE"/>
    <w:rsid w:val="005416AF"/>
    <w:rsid w:val="005417D9"/>
    <w:rsid w:val="0054192F"/>
    <w:rsid w:val="00541BD2"/>
    <w:rsid w:val="00541FE7"/>
    <w:rsid w:val="0054208A"/>
    <w:rsid w:val="0054212D"/>
    <w:rsid w:val="0054218D"/>
    <w:rsid w:val="00542766"/>
    <w:rsid w:val="00542A38"/>
    <w:rsid w:val="00542A55"/>
    <w:rsid w:val="00542B94"/>
    <w:rsid w:val="00542C31"/>
    <w:rsid w:val="005430DB"/>
    <w:rsid w:val="0054331A"/>
    <w:rsid w:val="0054356E"/>
    <w:rsid w:val="005435F9"/>
    <w:rsid w:val="005438ED"/>
    <w:rsid w:val="00543A7C"/>
    <w:rsid w:val="00543C54"/>
    <w:rsid w:val="00543D7B"/>
    <w:rsid w:val="005440BA"/>
    <w:rsid w:val="00544168"/>
    <w:rsid w:val="0054428F"/>
    <w:rsid w:val="005442A6"/>
    <w:rsid w:val="005447DB"/>
    <w:rsid w:val="00544B1D"/>
    <w:rsid w:val="00544B6C"/>
    <w:rsid w:val="00544C50"/>
    <w:rsid w:val="00544C64"/>
    <w:rsid w:val="00544DCB"/>
    <w:rsid w:val="00544E29"/>
    <w:rsid w:val="00545103"/>
    <w:rsid w:val="005454A1"/>
    <w:rsid w:val="0054579A"/>
    <w:rsid w:val="005459AE"/>
    <w:rsid w:val="00545D65"/>
    <w:rsid w:val="005460C3"/>
    <w:rsid w:val="00546228"/>
    <w:rsid w:val="00546412"/>
    <w:rsid w:val="00546524"/>
    <w:rsid w:val="00546912"/>
    <w:rsid w:val="00546D2B"/>
    <w:rsid w:val="00547210"/>
    <w:rsid w:val="005475C4"/>
    <w:rsid w:val="0054772E"/>
    <w:rsid w:val="00547731"/>
    <w:rsid w:val="00547B33"/>
    <w:rsid w:val="00547E17"/>
    <w:rsid w:val="0055028B"/>
    <w:rsid w:val="005502FF"/>
    <w:rsid w:val="00550746"/>
    <w:rsid w:val="0055099C"/>
    <w:rsid w:val="00550F04"/>
    <w:rsid w:val="00550FC3"/>
    <w:rsid w:val="00551409"/>
    <w:rsid w:val="0055143F"/>
    <w:rsid w:val="00551496"/>
    <w:rsid w:val="00551CF0"/>
    <w:rsid w:val="00551D17"/>
    <w:rsid w:val="00551DA6"/>
    <w:rsid w:val="00552635"/>
    <w:rsid w:val="005526AD"/>
    <w:rsid w:val="00552934"/>
    <w:rsid w:val="00552AD8"/>
    <w:rsid w:val="00553566"/>
    <w:rsid w:val="005535C0"/>
    <w:rsid w:val="00553800"/>
    <w:rsid w:val="00553AFC"/>
    <w:rsid w:val="00553D84"/>
    <w:rsid w:val="00554018"/>
    <w:rsid w:val="0055416C"/>
    <w:rsid w:val="005541F4"/>
    <w:rsid w:val="00554782"/>
    <w:rsid w:val="0055480A"/>
    <w:rsid w:val="0055481D"/>
    <w:rsid w:val="00554E0E"/>
    <w:rsid w:val="005559DE"/>
    <w:rsid w:val="00555B66"/>
    <w:rsid w:val="00555C32"/>
    <w:rsid w:val="00555CBA"/>
    <w:rsid w:val="00555D29"/>
    <w:rsid w:val="00555DDF"/>
    <w:rsid w:val="00556242"/>
    <w:rsid w:val="00556CF4"/>
    <w:rsid w:val="00557B46"/>
    <w:rsid w:val="005602AF"/>
    <w:rsid w:val="0056030C"/>
    <w:rsid w:val="00560B6C"/>
    <w:rsid w:val="00560BDA"/>
    <w:rsid w:val="00560C20"/>
    <w:rsid w:val="005613B1"/>
    <w:rsid w:val="0056159E"/>
    <w:rsid w:val="00561703"/>
    <w:rsid w:val="0056178E"/>
    <w:rsid w:val="00561C07"/>
    <w:rsid w:val="00561C21"/>
    <w:rsid w:val="005627A2"/>
    <w:rsid w:val="00562851"/>
    <w:rsid w:val="005628FE"/>
    <w:rsid w:val="00562AB7"/>
    <w:rsid w:val="00563092"/>
    <w:rsid w:val="005634D8"/>
    <w:rsid w:val="0056384C"/>
    <w:rsid w:val="0056384E"/>
    <w:rsid w:val="005639B4"/>
    <w:rsid w:val="005639D6"/>
    <w:rsid w:val="00563B8B"/>
    <w:rsid w:val="0056409E"/>
    <w:rsid w:val="005646CE"/>
    <w:rsid w:val="00564713"/>
    <w:rsid w:val="00564739"/>
    <w:rsid w:val="005648E9"/>
    <w:rsid w:val="00564A17"/>
    <w:rsid w:val="00564CB2"/>
    <w:rsid w:val="00564D96"/>
    <w:rsid w:val="00565182"/>
    <w:rsid w:val="005651B8"/>
    <w:rsid w:val="0056526A"/>
    <w:rsid w:val="00565388"/>
    <w:rsid w:val="00565C84"/>
    <w:rsid w:val="00565D02"/>
    <w:rsid w:val="00565D74"/>
    <w:rsid w:val="00565D8D"/>
    <w:rsid w:val="00566038"/>
    <w:rsid w:val="005662F5"/>
    <w:rsid w:val="005663EF"/>
    <w:rsid w:val="00566636"/>
    <w:rsid w:val="005667A5"/>
    <w:rsid w:val="0056682C"/>
    <w:rsid w:val="005669B8"/>
    <w:rsid w:val="00566BD6"/>
    <w:rsid w:val="005670E6"/>
    <w:rsid w:val="00567443"/>
    <w:rsid w:val="00567552"/>
    <w:rsid w:val="00567957"/>
    <w:rsid w:val="0057026E"/>
    <w:rsid w:val="005704F6"/>
    <w:rsid w:val="00570547"/>
    <w:rsid w:val="00570B22"/>
    <w:rsid w:val="00570B84"/>
    <w:rsid w:val="00570D7A"/>
    <w:rsid w:val="00570FAA"/>
    <w:rsid w:val="00571237"/>
    <w:rsid w:val="00571238"/>
    <w:rsid w:val="0057156D"/>
    <w:rsid w:val="00571726"/>
    <w:rsid w:val="005719A6"/>
    <w:rsid w:val="00571EC7"/>
    <w:rsid w:val="0057216B"/>
    <w:rsid w:val="005722D7"/>
    <w:rsid w:val="0057237D"/>
    <w:rsid w:val="00572504"/>
    <w:rsid w:val="00572990"/>
    <w:rsid w:val="005729F4"/>
    <w:rsid w:val="00572F67"/>
    <w:rsid w:val="00573300"/>
    <w:rsid w:val="00573B41"/>
    <w:rsid w:val="00573B6C"/>
    <w:rsid w:val="00573D6B"/>
    <w:rsid w:val="00573F61"/>
    <w:rsid w:val="005745BE"/>
    <w:rsid w:val="005747E5"/>
    <w:rsid w:val="0057524F"/>
    <w:rsid w:val="0057551D"/>
    <w:rsid w:val="00575A9C"/>
    <w:rsid w:val="00575C71"/>
    <w:rsid w:val="005760DA"/>
    <w:rsid w:val="005761A5"/>
    <w:rsid w:val="0057621A"/>
    <w:rsid w:val="00576227"/>
    <w:rsid w:val="005762BE"/>
    <w:rsid w:val="0057688F"/>
    <w:rsid w:val="00576905"/>
    <w:rsid w:val="005771C9"/>
    <w:rsid w:val="0057725B"/>
    <w:rsid w:val="00577457"/>
    <w:rsid w:val="0057798B"/>
    <w:rsid w:val="00577C63"/>
    <w:rsid w:val="00577DB2"/>
    <w:rsid w:val="00577F0F"/>
    <w:rsid w:val="005804BF"/>
    <w:rsid w:val="00580A7F"/>
    <w:rsid w:val="00580BE8"/>
    <w:rsid w:val="00580BED"/>
    <w:rsid w:val="00580C4A"/>
    <w:rsid w:val="005810E5"/>
    <w:rsid w:val="005816C5"/>
    <w:rsid w:val="00581F42"/>
    <w:rsid w:val="00582320"/>
    <w:rsid w:val="00582449"/>
    <w:rsid w:val="005824D0"/>
    <w:rsid w:val="005825FF"/>
    <w:rsid w:val="00582832"/>
    <w:rsid w:val="005829BF"/>
    <w:rsid w:val="00582BCA"/>
    <w:rsid w:val="00582E38"/>
    <w:rsid w:val="005830A9"/>
    <w:rsid w:val="00583378"/>
    <w:rsid w:val="005835DA"/>
    <w:rsid w:val="0058382C"/>
    <w:rsid w:val="00583B77"/>
    <w:rsid w:val="00584354"/>
    <w:rsid w:val="00584376"/>
    <w:rsid w:val="005849FE"/>
    <w:rsid w:val="00584D22"/>
    <w:rsid w:val="00584FFE"/>
    <w:rsid w:val="00585048"/>
    <w:rsid w:val="00585321"/>
    <w:rsid w:val="0058547A"/>
    <w:rsid w:val="0058549C"/>
    <w:rsid w:val="005855A7"/>
    <w:rsid w:val="005857E1"/>
    <w:rsid w:val="00585927"/>
    <w:rsid w:val="00585941"/>
    <w:rsid w:val="00585B37"/>
    <w:rsid w:val="00585B5C"/>
    <w:rsid w:val="00585DC3"/>
    <w:rsid w:val="00585E40"/>
    <w:rsid w:val="00586303"/>
    <w:rsid w:val="00586536"/>
    <w:rsid w:val="00586573"/>
    <w:rsid w:val="005869B7"/>
    <w:rsid w:val="00586F6A"/>
    <w:rsid w:val="00587193"/>
    <w:rsid w:val="005878BB"/>
    <w:rsid w:val="00587EBF"/>
    <w:rsid w:val="00587F1A"/>
    <w:rsid w:val="00590713"/>
    <w:rsid w:val="00590A59"/>
    <w:rsid w:val="00590AB7"/>
    <w:rsid w:val="00590F6E"/>
    <w:rsid w:val="0059111C"/>
    <w:rsid w:val="005918F8"/>
    <w:rsid w:val="00591E4A"/>
    <w:rsid w:val="00591F35"/>
    <w:rsid w:val="00591F66"/>
    <w:rsid w:val="005923E4"/>
    <w:rsid w:val="0059319A"/>
    <w:rsid w:val="00593252"/>
    <w:rsid w:val="00593347"/>
    <w:rsid w:val="005934E4"/>
    <w:rsid w:val="005937E8"/>
    <w:rsid w:val="00593955"/>
    <w:rsid w:val="00593A98"/>
    <w:rsid w:val="00593DC9"/>
    <w:rsid w:val="00593E04"/>
    <w:rsid w:val="00594406"/>
    <w:rsid w:val="00594499"/>
    <w:rsid w:val="0059460D"/>
    <w:rsid w:val="00594667"/>
    <w:rsid w:val="00595624"/>
    <w:rsid w:val="0059565E"/>
    <w:rsid w:val="005957EC"/>
    <w:rsid w:val="00595D33"/>
    <w:rsid w:val="00595F33"/>
    <w:rsid w:val="00595FA2"/>
    <w:rsid w:val="00596269"/>
    <w:rsid w:val="005975FB"/>
    <w:rsid w:val="0059786B"/>
    <w:rsid w:val="0059791B"/>
    <w:rsid w:val="00597C19"/>
    <w:rsid w:val="00597FF2"/>
    <w:rsid w:val="005A00FB"/>
    <w:rsid w:val="005A034A"/>
    <w:rsid w:val="005A03F1"/>
    <w:rsid w:val="005A0B8A"/>
    <w:rsid w:val="005A0C8F"/>
    <w:rsid w:val="005A101F"/>
    <w:rsid w:val="005A10DF"/>
    <w:rsid w:val="005A110F"/>
    <w:rsid w:val="005A13C8"/>
    <w:rsid w:val="005A13F2"/>
    <w:rsid w:val="005A1610"/>
    <w:rsid w:val="005A1DD0"/>
    <w:rsid w:val="005A236D"/>
    <w:rsid w:val="005A2469"/>
    <w:rsid w:val="005A266D"/>
    <w:rsid w:val="005A29AE"/>
    <w:rsid w:val="005A2BD0"/>
    <w:rsid w:val="005A30E4"/>
    <w:rsid w:val="005A30FB"/>
    <w:rsid w:val="005A35F2"/>
    <w:rsid w:val="005A3624"/>
    <w:rsid w:val="005A3D2B"/>
    <w:rsid w:val="005A3FE5"/>
    <w:rsid w:val="005A3FFC"/>
    <w:rsid w:val="005A4707"/>
    <w:rsid w:val="005A4BF1"/>
    <w:rsid w:val="005A4C29"/>
    <w:rsid w:val="005A4C66"/>
    <w:rsid w:val="005A521C"/>
    <w:rsid w:val="005A536D"/>
    <w:rsid w:val="005A539A"/>
    <w:rsid w:val="005A5408"/>
    <w:rsid w:val="005A552F"/>
    <w:rsid w:val="005A572E"/>
    <w:rsid w:val="005A5AF3"/>
    <w:rsid w:val="005A5D82"/>
    <w:rsid w:val="005A60E2"/>
    <w:rsid w:val="005A68AF"/>
    <w:rsid w:val="005A6C6A"/>
    <w:rsid w:val="005A6CBA"/>
    <w:rsid w:val="005A72F5"/>
    <w:rsid w:val="005A7759"/>
    <w:rsid w:val="005A7CA4"/>
    <w:rsid w:val="005A7EAF"/>
    <w:rsid w:val="005B0C0B"/>
    <w:rsid w:val="005B0C10"/>
    <w:rsid w:val="005B0C7A"/>
    <w:rsid w:val="005B0D06"/>
    <w:rsid w:val="005B15BC"/>
    <w:rsid w:val="005B17A6"/>
    <w:rsid w:val="005B17BF"/>
    <w:rsid w:val="005B18FC"/>
    <w:rsid w:val="005B19EF"/>
    <w:rsid w:val="005B2436"/>
    <w:rsid w:val="005B279F"/>
    <w:rsid w:val="005B3453"/>
    <w:rsid w:val="005B3716"/>
    <w:rsid w:val="005B3797"/>
    <w:rsid w:val="005B3B96"/>
    <w:rsid w:val="005B3CFF"/>
    <w:rsid w:val="005B3EC7"/>
    <w:rsid w:val="005B43AA"/>
    <w:rsid w:val="005B44AC"/>
    <w:rsid w:val="005B44C6"/>
    <w:rsid w:val="005B4714"/>
    <w:rsid w:val="005B47AC"/>
    <w:rsid w:val="005B4A5C"/>
    <w:rsid w:val="005B4DC3"/>
    <w:rsid w:val="005B570C"/>
    <w:rsid w:val="005B594C"/>
    <w:rsid w:val="005B5ED7"/>
    <w:rsid w:val="005B6702"/>
    <w:rsid w:val="005B6853"/>
    <w:rsid w:val="005B6BE8"/>
    <w:rsid w:val="005B7033"/>
    <w:rsid w:val="005B70D0"/>
    <w:rsid w:val="005B7188"/>
    <w:rsid w:val="005B749A"/>
    <w:rsid w:val="005B7593"/>
    <w:rsid w:val="005B75E5"/>
    <w:rsid w:val="005B76FF"/>
    <w:rsid w:val="005B7763"/>
    <w:rsid w:val="005B78D0"/>
    <w:rsid w:val="005B7A47"/>
    <w:rsid w:val="005C0341"/>
    <w:rsid w:val="005C037F"/>
    <w:rsid w:val="005C03AF"/>
    <w:rsid w:val="005C0403"/>
    <w:rsid w:val="005C04A6"/>
    <w:rsid w:val="005C057C"/>
    <w:rsid w:val="005C0629"/>
    <w:rsid w:val="005C0BA5"/>
    <w:rsid w:val="005C0D79"/>
    <w:rsid w:val="005C1240"/>
    <w:rsid w:val="005C17B8"/>
    <w:rsid w:val="005C17DD"/>
    <w:rsid w:val="005C1879"/>
    <w:rsid w:val="005C1A05"/>
    <w:rsid w:val="005C1A3E"/>
    <w:rsid w:val="005C1F4A"/>
    <w:rsid w:val="005C1F70"/>
    <w:rsid w:val="005C25E4"/>
    <w:rsid w:val="005C2673"/>
    <w:rsid w:val="005C272D"/>
    <w:rsid w:val="005C2CAA"/>
    <w:rsid w:val="005C2DBE"/>
    <w:rsid w:val="005C3057"/>
    <w:rsid w:val="005C3130"/>
    <w:rsid w:val="005C33B2"/>
    <w:rsid w:val="005C34BB"/>
    <w:rsid w:val="005C36BA"/>
    <w:rsid w:val="005C3971"/>
    <w:rsid w:val="005C3F28"/>
    <w:rsid w:val="005C404A"/>
    <w:rsid w:val="005C4122"/>
    <w:rsid w:val="005C4775"/>
    <w:rsid w:val="005C4866"/>
    <w:rsid w:val="005C487D"/>
    <w:rsid w:val="005C48BC"/>
    <w:rsid w:val="005C4DE4"/>
    <w:rsid w:val="005C4E0A"/>
    <w:rsid w:val="005C5178"/>
    <w:rsid w:val="005C54A5"/>
    <w:rsid w:val="005C5558"/>
    <w:rsid w:val="005C56A5"/>
    <w:rsid w:val="005C596E"/>
    <w:rsid w:val="005C5AF3"/>
    <w:rsid w:val="005C5F9B"/>
    <w:rsid w:val="005C6428"/>
    <w:rsid w:val="005C6771"/>
    <w:rsid w:val="005C69CE"/>
    <w:rsid w:val="005C6ABB"/>
    <w:rsid w:val="005C6D61"/>
    <w:rsid w:val="005C6FFC"/>
    <w:rsid w:val="005C7D55"/>
    <w:rsid w:val="005C7D65"/>
    <w:rsid w:val="005D0191"/>
    <w:rsid w:val="005D01B2"/>
    <w:rsid w:val="005D06AA"/>
    <w:rsid w:val="005D0A76"/>
    <w:rsid w:val="005D0B03"/>
    <w:rsid w:val="005D0E53"/>
    <w:rsid w:val="005D0FA4"/>
    <w:rsid w:val="005D0FCF"/>
    <w:rsid w:val="005D0FD2"/>
    <w:rsid w:val="005D13D9"/>
    <w:rsid w:val="005D15F6"/>
    <w:rsid w:val="005D1830"/>
    <w:rsid w:val="005D1845"/>
    <w:rsid w:val="005D1905"/>
    <w:rsid w:val="005D1A54"/>
    <w:rsid w:val="005D1B69"/>
    <w:rsid w:val="005D1D1C"/>
    <w:rsid w:val="005D1DD4"/>
    <w:rsid w:val="005D2051"/>
    <w:rsid w:val="005D2133"/>
    <w:rsid w:val="005D217A"/>
    <w:rsid w:val="005D2410"/>
    <w:rsid w:val="005D254C"/>
    <w:rsid w:val="005D25EC"/>
    <w:rsid w:val="005D2A7E"/>
    <w:rsid w:val="005D2AA7"/>
    <w:rsid w:val="005D2F13"/>
    <w:rsid w:val="005D3051"/>
    <w:rsid w:val="005D3213"/>
    <w:rsid w:val="005D3302"/>
    <w:rsid w:val="005D331A"/>
    <w:rsid w:val="005D3328"/>
    <w:rsid w:val="005D343E"/>
    <w:rsid w:val="005D350C"/>
    <w:rsid w:val="005D3C9A"/>
    <w:rsid w:val="005D4360"/>
    <w:rsid w:val="005D43FD"/>
    <w:rsid w:val="005D463B"/>
    <w:rsid w:val="005D4AA5"/>
    <w:rsid w:val="005D4D95"/>
    <w:rsid w:val="005D4E94"/>
    <w:rsid w:val="005D55E6"/>
    <w:rsid w:val="005D5722"/>
    <w:rsid w:val="005D575A"/>
    <w:rsid w:val="005D59B1"/>
    <w:rsid w:val="005D5B7F"/>
    <w:rsid w:val="005D5C17"/>
    <w:rsid w:val="005D5CF8"/>
    <w:rsid w:val="005D5E74"/>
    <w:rsid w:val="005D5F3C"/>
    <w:rsid w:val="005D6105"/>
    <w:rsid w:val="005D6116"/>
    <w:rsid w:val="005D62D6"/>
    <w:rsid w:val="005D6CA7"/>
    <w:rsid w:val="005D701D"/>
    <w:rsid w:val="005D7308"/>
    <w:rsid w:val="005D7344"/>
    <w:rsid w:val="005D7734"/>
    <w:rsid w:val="005D792D"/>
    <w:rsid w:val="005D7C00"/>
    <w:rsid w:val="005D7EDE"/>
    <w:rsid w:val="005E0004"/>
    <w:rsid w:val="005E03F6"/>
    <w:rsid w:val="005E048B"/>
    <w:rsid w:val="005E0538"/>
    <w:rsid w:val="005E09FA"/>
    <w:rsid w:val="005E1A38"/>
    <w:rsid w:val="005E23FA"/>
    <w:rsid w:val="005E2465"/>
    <w:rsid w:val="005E27DB"/>
    <w:rsid w:val="005E2816"/>
    <w:rsid w:val="005E2973"/>
    <w:rsid w:val="005E2AED"/>
    <w:rsid w:val="005E31F9"/>
    <w:rsid w:val="005E3B1B"/>
    <w:rsid w:val="005E40F9"/>
    <w:rsid w:val="005E421B"/>
    <w:rsid w:val="005E4605"/>
    <w:rsid w:val="005E472F"/>
    <w:rsid w:val="005E487C"/>
    <w:rsid w:val="005E4A25"/>
    <w:rsid w:val="005E4B40"/>
    <w:rsid w:val="005E4C4A"/>
    <w:rsid w:val="005E4D25"/>
    <w:rsid w:val="005E5026"/>
    <w:rsid w:val="005E5576"/>
    <w:rsid w:val="005E5651"/>
    <w:rsid w:val="005E59D0"/>
    <w:rsid w:val="005E60CA"/>
    <w:rsid w:val="005E6155"/>
    <w:rsid w:val="005E67FD"/>
    <w:rsid w:val="005E6D10"/>
    <w:rsid w:val="005E70E3"/>
    <w:rsid w:val="005E790C"/>
    <w:rsid w:val="005E7A1D"/>
    <w:rsid w:val="005E7F12"/>
    <w:rsid w:val="005F0112"/>
    <w:rsid w:val="005F020E"/>
    <w:rsid w:val="005F0A8E"/>
    <w:rsid w:val="005F0F1D"/>
    <w:rsid w:val="005F108D"/>
    <w:rsid w:val="005F13ED"/>
    <w:rsid w:val="005F1611"/>
    <w:rsid w:val="005F1CD6"/>
    <w:rsid w:val="005F23B9"/>
    <w:rsid w:val="005F2483"/>
    <w:rsid w:val="005F2C3C"/>
    <w:rsid w:val="005F2D6B"/>
    <w:rsid w:val="005F2F6D"/>
    <w:rsid w:val="005F2FBD"/>
    <w:rsid w:val="005F2FF8"/>
    <w:rsid w:val="005F30BC"/>
    <w:rsid w:val="005F3A34"/>
    <w:rsid w:val="005F3A51"/>
    <w:rsid w:val="005F3CF4"/>
    <w:rsid w:val="005F3E43"/>
    <w:rsid w:val="005F3F62"/>
    <w:rsid w:val="005F4241"/>
    <w:rsid w:val="005F42A2"/>
    <w:rsid w:val="005F45E5"/>
    <w:rsid w:val="005F4660"/>
    <w:rsid w:val="005F46E3"/>
    <w:rsid w:val="005F480F"/>
    <w:rsid w:val="005F4A1A"/>
    <w:rsid w:val="005F4CB1"/>
    <w:rsid w:val="005F512C"/>
    <w:rsid w:val="005F5AFD"/>
    <w:rsid w:val="005F5C3B"/>
    <w:rsid w:val="005F5EFF"/>
    <w:rsid w:val="005F6530"/>
    <w:rsid w:val="005F656E"/>
    <w:rsid w:val="005F66AD"/>
    <w:rsid w:val="005F6C73"/>
    <w:rsid w:val="005F756B"/>
    <w:rsid w:val="005F7572"/>
    <w:rsid w:val="005F7578"/>
    <w:rsid w:val="005F7725"/>
    <w:rsid w:val="005F77B5"/>
    <w:rsid w:val="005F78CF"/>
    <w:rsid w:val="005F7E09"/>
    <w:rsid w:val="005F7E34"/>
    <w:rsid w:val="006001B2"/>
    <w:rsid w:val="006004BE"/>
    <w:rsid w:val="00600950"/>
    <w:rsid w:val="00600A95"/>
    <w:rsid w:val="00600FA4"/>
    <w:rsid w:val="006013B7"/>
    <w:rsid w:val="00601AF5"/>
    <w:rsid w:val="00601BC0"/>
    <w:rsid w:val="00601F62"/>
    <w:rsid w:val="006022EC"/>
    <w:rsid w:val="00602454"/>
    <w:rsid w:val="006024CD"/>
    <w:rsid w:val="0060289C"/>
    <w:rsid w:val="00602B82"/>
    <w:rsid w:val="00602BFF"/>
    <w:rsid w:val="00602E1E"/>
    <w:rsid w:val="00602F1F"/>
    <w:rsid w:val="00602F24"/>
    <w:rsid w:val="00603135"/>
    <w:rsid w:val="006031BF"/>
    <w:rsid w:val="006032FC"/>
    <w:rsid w:val="0060391E"/>
    <w:rsid w:val="00603CF4"/>
    <w:rsid w:val="006040D5"/>
    <w:rsid w:val="006043E8"/>
    <w:rsid w:val="00604860"/>
    <w:rsid w:val="006048FB"/>
    <w:rsid w:val="0060495C"/>
    <w:rsid w:val="00604A6F"/>
    <w:rsid w:val="00604BBB"/>
    <w:rsid w:val="00604D80"/>
    <w:rsid w:val="00604DD7"/>
    <w:rsid w:val="0060520B"/>
    <w:rsid w:val="00605599"/>
    <w:rsid w:val="0060567D"/>
    <w:rsid w:val="00605FFF"/>
    <w:rsid w:val="00606161"/>
    <w:rsid w:val="0060618D"/>
    <w:rsid w:val="006066A1"/>
    <w:rsid w:val="006066C9"/>
    <w:rsid w:val="00606998"/>
    <w:rsid w:val="006069F0"/>
    <w:rsid w:val="00607059"/>
    <w:rsid w:val="00607525"/>
    <w:rsid w:val="00607649"/>
    <w:rsid w:val="00607A64"/>
    <w:rsid w:val="00607CBB"/>
    <w:rsid w:val="00607E0C"/>
    <w:rsid w:val="00610466"/>
    <w:rsid w:val="0061048E"/>
    <w:rsid w:val="00610528"/>
    <w:rsid w:val="006107D5"/>
    <w:rsid w:val="00610982"/>
    <w:rsid w:val="00610BCC"/>
    <w:rsid w:val="00611030"/>
    <w:rsid w:val="0061110C"/>
    <w:rsid w:val="00611411"/>
    <w:rsid w:val="006115CF"/>
    <w:rsid w:val="006117C4"/>
    <w:rsid w:val="00611CD2"/>
    <w:rsid w:val="00612A4B"/>
    <w:rsid w:val="006130ED"/>
    <w:rsid w:val="00613861"/>
    <w:rsid w:val="00613B59"/>
    <w:rsid w:val="00613CC3"/>
    <w:rsid w:val="00613E3D"/>
    <w:rsid w:val="00613E54"/>
    <w:rsid w:val="0061458C"/>
    <w:rsid w:val="006146EF"/>
    <w:rsid w:val="00614998"/>
    <w:rsid w:val="00614A4F"/>
    <w:rsid w:val="006150C7"/>
    <w:rsid w:val="00615152"/>
    <w:rsid w:val="0061531A"/>
    <w:rsid w:val="00615ACC"/>
    <w:rsid w:val="00615D4B"/>
    <w:rsid w:val="00615E4E"/>
    <w:rsid w:val="00615F93"/>
    <w:rsid w:val="006160AB"/>
    <w:rsid w:val="0061620C"/>
    <w:rsid w:val="0061629C"/>
    <w:rsid w:val="00616B44"/>
    <w:rsid w:val="00616FB5"/>
    <w:rsid w:val="00617145"/>
    <w:rsid w:val="00617E52"/>
    <w:rsid w:val="00617ED6"/>
    <w:rsid w:val="00620014"/>
    <w:rsid w:val="0062007F"/>
    <w:rsid w:val="00620142"/>
    <w:rsid w:val="0062076B"/>
    <w:rsid w:val="0062077A"/>
    <w:rsid w:val="00620CD8"/>
    <w:rsid w:val="00620DC1"/>
    <w:rsid w:val="00621559"/>
    <w:rsid w:val="00621651"/>
    <w:rsid w:val="00621727"/>
    <w:rsid w:val="0062176D"/>
    <w:rsid w:val="00621A7D"/>
    <w:rsid w:val="00621AFB"/>
    <w:rsid w:val="0062212A"/>
    <w:rsid w:val="0062224F"/>
    <w:rsid w:val="0062235C"/>
    <w:rsid w:val="0062248D"/>
    <w:rsid w:val="00622493"/>
    <w:rsid w:val="00622534"/>
    <w:rsid w:val="006227AE"/>
    <w:rsid w:val="00623690"/>
    <w:rsid w:val="006237C7"/>
    <w:rsid w:val="00624432"/>
    <w:rsid w:val="006246BE"/>
    <w:rsid w:val="00624703"/>
    <w:rsid w:val="00624D21"/>
    <w:rsid w:val="006251A2"/>
    <w:rsid w:val="006255EA"/>
    <w:rsid w:val="0062592A"/>
    <w:rsid w:val="00625A34"/>
    <w:rsid w:val="00625E5B"/>
    <w:rsid w:val="00625FBA"/>
    <w:rsid w:val="00626F78"/>
    <w:rsid w:val="00627220"/>
    <w:rsid w:val="00627567"/>
    <w:rsid w:val="006279CA"/>
    <w:rsid w:val="00627B61"/>
    <w:rsid w:val="006304E7"/>
    <w:rsid w:val="006308DE"/>
    <w:rsid w:val="006308F6"/>
    <w:rsid w:val="00630A96"/>
    <w:rsid w:val="00630D5C"/>
    <w:rsid w:val="00630F77"/>
    <w:rsid w:val="006313A0"/>
    <w:rsid w:val="00631907"/>
    <w:rsid w:val="00631B6F"/>
    <w:rsid w:val="00632355"/>
    <w:rsid w:val="00632589"/>
    <w:rsid w:val="006329F0"/>
    <w:rsid w:val="00632A79"/>
    <w:rsid w:val="00632D7F"/>
    <w:rsid w:val="00632F6B"/>
    <w:rsid w:val="0063304B"/>
    <w:rsid w:val="006331BD"/>
    <w:rsid w:val="0063348F"/>
    <w:rsid w:val="00633505"/>
    <w:rsid w:val="006336C0"/>
    <w:rsid w:val="00633A53"/>
    <w:rsid w:val="00633E39"/>
    <w:rsid w:val="00633E97"/>
    <w:rsid w:val="00633FAA"/>
    <w:rsid w:val="006340EA"/>
    <w:rsid w:val="006343D7"/>
    <w:rsid w:val="006349BD"/>
    <w:rsid w:val="00634A17"/>
    <w:rsid w:val="00634F44"/>
    <w:rsid w:val="006356F0"/>
    <w:rsid w:val="006357D9"/>
    <w:rsid w:val="00635847"/>
    <w:rsid w:val="006358DB"/>
    <w:rsid w:val="00635D2F"/>
    <w:rsid w:val="00636173"/>
    <w:rsid w:val="00636377"/>
    <w:rsid w:val="006364D5"/>
    <w:rsid w:val="00636C39"/>
    <w:rsid w:val="00636F2F"/>
    <w:rsid w:val="00637183"/>
    <w:rsid w:val="0063763B"/>
    <w:rsid w:val="00640129"/>
    <w:rsid w:val="00640565"/>
    <w:rsid w:val="00640624"/>
    <w:rsid w:val="00640653"/>
    <w:rsid w:val="006406A0"/>
    <w:rsid w:val="006408C1"/>
    <w:rsid w:val="00640C1C"/>
    <w:rsid w:val="00641059"/>
    <w:rsid w:val="0064119F"/>
    <w:rsid w:val="0064125A"/>
    <w:rsid w:val="00641697"/>
    <w:rsid w:val="006416DE"/>
    <w:rsid w:val="0064194E"/>
    <w:rsid w:val="006419FE"/>
    <w:rsid w:val="00641B3A"/>
    <w:rsid w:val="00641C7F"/>
    <w:rsid w:val="0064263B"/>
    <w:rsid w:val="00642676"/>
    <w:rsid w:val="0064277F"/>
    <w:rsid w:val="00642858"/>
    <w:rsid w:val="00642C73"/>
    <w:rsid w:val="00643D13"/>
    <w:rsid w:val="00643D21"/>
    <w:rsid w:val="006446DB"/>
    <w:rsid w:val="006447EA"/>
    <w:rsid w:val="0064489A"/>
    <w:rsid w:val="0064491E"/>
    <w:rsid w:val="0064493B"/>
    <w:rsid w:val="0064493F"/>
    <w:rsid w:val="00644A7F"/>
    <w:rsid w:val="00644A95"/>
    <w:rsid w:val="00644E54"/>
    <w:rsid w:val="006457F3"/>
    <w:rsid w:val="00645910"/>
    <w:rsid w:val="00645A6B"/>
    <w:rsid w:val="00645F4D"/>
    <w:rsid w:val="00645F91"/>
    <w:rsid w:val="00646402"/>
    <w:rsid w:val="006464DD"/>
    <w:rsid w:val="00646BCD"/>
    <w:rsid w:val="006471A2"/>
    <w:rsid w:val="006472AA"/>
    <w:rsid w:val="00647C97"/>
    <w:rsid w:val="00650154"/>
    <w:rsid w:val="0065064D"/>
    <w:rsid w:val="00650FDC"/>
    <w:rsid w:val="00651065"/>
    <w:rsid w:val="00651230"/>
    <w:rsid w:val="0065171C"/>
    <w:rsid w:val="00651BE9"/>
    <w:rsid w:val="00651D27"/>
    <w:rsid w:val="0065201B"/>
    <w:rsid w:val="0065207C"/>
    <w:rsid w:val="00652BB0"/>
    <w:rsid w:val="00652CCD"/>
    <w:rsid w:val="00653325"/>
    <w:rsid w:val="00653388"/>
    <w:rsid w:val="00653539"/>
    <w:rsid w:val="00653747"/>
    <w:rsid w:val="0065375B"/>
    <w:rsid w:val="006538F3"/>
    <w:rsid w:val="00653939"/>
    <w:rsid w:val="00653B8D"/>
    <w:rsid w:val="00653F73"/>
    <w:rsid w:val="00653FD7"/>
    <w:rsid w:val="006540CD"/>
    <w:rsid w:val="0065434C"/>
    <w:rsid w:val="00654B9C"/>
    <w:rsid w:val="00654C7C"/>
    <w:rsid w:val="00654D23"/>
    <w:rsid w:val="00655126"/>
    <w:rsid w:val="0065564D"/>
    <w:rsid w:val="006557D1"/>
    <w:rsid w:val="006557DC"/>
    <w:rsid w:val="00655D25"/>
    <w:rsid w:val="00655D87"/>
    <w:rsid w:val="00656078"/>
    <w:rsid w:val="00656111"/>
    <w:rsid w:val="0065629D"/>
    <w:rsid w:val="006565E8"/>
    <w:rsid w:val="00656A02"/>
    <w:rsid w:val="00656E16"/>
    <w:rsid w:val="006570B7"/>
    <w:rsid w:val="006570D6"/>
    <w:rsid w:val="006571D8"/>
    <w:rsid w:val="0065767F"/>
    <w:rsid w:val="00657876"/>
    <w:rsid w:val="00657976"/>
    <w:rsid w:val="00657F3D"/>
    <w:rsid w:val="006604E7"/>
    <w:rsid w:val="00660745"/>
    <w:rsid w:val="006609A8"/>
    <w:rsid w:val="00660C13"/>
    <w:rsid w:val="00660D03"/>
    <w:rsid w:val="00661268"/>
    <w:rsid w:val="006612D3"/>
    <w:rsid w:val="0066157E"/>
    <w:rsid w:val="00661842"/>
    <w:rsid w:val="00661E92"/>
    <w:rsid w:val="00661F17"/>
    <w:rsid w:val="00661F6F"/>
    <w:rsid w:val="006622B9"/>
    <w:rsid w:val="006629B9"/>
    <w:rsid w:val="00662CAA"/>
    <w:rsid w:val="00662EBB"/>
    <w:rsid w:val="00662F6E"/>
    <w:rsid w:val="0066304A"/>
    <w:rsid w:val="0066306F"/>
    <w:rsid w:val="0066310B"/>
    <w:rsid w:val="00663554"/>
    <w:rsid w:val="0066390E"/>
    <w:rsid w:val="006639A5"/>
    <w:rsid w:val="00663EE3"/>
    <w:rsid w:val="00663FED"/>
    <w:rsid w:val="00664089"/>
    <w:rsid w:val="00664183"/>
    <w:rsid w:val="0066432A"/>
    <w:rsid w:val="006643A1"/>
    <w:rsid w:val="006644BD"/>
    <w:rsid w:val="00664858"/>
    <w:rsid w:val="0066494E"/>
    <w:rsid w:val="00664E94"/>
    <w:rsid w:val="0066500A"/>
    <w:rsid w:val="006654B3"/>
    <w:rsid w:val="00665A42"/>
    <w:rsid w:val="00665EF8"/>
    <w:rsid w:val="00665F5C"/>
    <w:rsid w:val="00665FC8"/>
    <w:rsid w:val="00666347"/>
    <w:rsid w:val="0066642B"/>
    <w:rsid w:val="00666571"/>
    <w:rsid w:val="0066659F"/>
    <w:rsid w:val="006666D6"/>
    <w:rsid w:val="00666F0B"/>
    <w:rsid w:val="00666F2E"/>
    <w:rsid w:val="00667662"/>
    <w:rsid w:val="00667C21"/>
    <w:rsid w:val="00667FA6"/>
    <w:rsid w:val="006702F6"/>
    <w:rsid w:val="006704AE"/>
    <w:rsid w:val="00670515"/>
    <w:rsid w:val="00670612"/>
    <w:rsid w:val="00670666"/>
    <w:rsid w:val="00670755"/>
    <w:rsid w:val="0067075F"/>
    <w:rsid w:val="006707B2"/>
    <w:rsid w:val="00670A16"/>
    <w:rsid w:val="00670FBF"/>
    <w:rsid w:val="00670FDF"/>
    <w:rsid w:val="00671037"/>
    <w:rsid w:val="006714EE"/>
    <w:rsid w:val="006716F7"/>
    <w:rsid w:val="00671BD0"/>
    <w:rsid w:val="00671BD7"/>
    <w:rsid w:val="00671CD9"/>
    <w:rsid w:val="00671E53"/>
    <w:rsid w:val="00672152"/>
    <w:rsid w:val="00672873"/>
    <w:rsid w:val="00672BC2"/>
    <w:rsid w:val="00672F22"/>
    <w:rsid w:val="00672F93"/>
    <w:rsid w:val="00673664"/>
    <w:rsid w:val="00673938"/>
    <w:rsid w:val="00673AE7"/>
    <w:rsid w:val="00673DBE"/>
    <w:rsid w:val="006741EA"/>
    <w:rsid w:val="0067430C"/>
    <w:rsid w:val="006745A3"/>
    <w:rsid w:val="006745B9"/>
    <w:rsid w:val="00674644"/>
    <w:rsid w:val="00674D27"/>
    <w:rsid w:val="00674E0B"/>
    <w:rsid w:val="00675251"/>
    <w:rsid w:val="0067538E"/>
    <w:rsid w:val="0067555F"/>
    <w:rsid w:val="006756C8"/>
    <w:rsid w:val="006757D1"/>
    <w:rsid w:val="006759C1"/>
    <w:rsid w:val="00675D62"/>
    <w:rsid w:val="00675E33"/>
    <w:rsid w:val="00675EF3"/>
    <w:rsid w:val="006763C2"/>
    <w:rsid w:val="00676AAA"/>
    <w:rsid w:val="00676BE1"/>
    <w:rsid w:val="00676D5F"/>
    <w:rsid w:val="00676E9E"/>
    <w:rsid w:val="00677248"/>
    <w:rsid w:val="0067750E"/>
    <w:rsid w:val="00677526"/>
    <w:rsid w:val="0067767A"/>
    <w:rsid w:val="0067771A"/>
    <w:rsid w:val="00677795"/>
    <w:rsid w:val="00677A5E"/>
    <w:rsid w:val="00677C73"/>
    <w:rsid w:val="00677E5F"/>
    <w:rsid w:val="00677F39"/>
    <w:rsid w:val="00677F4D"/>
    <w:rsid w:val="0068002D"/>
    <w:rsid w:val="006803DB"/>
    <w:rsid w:val="00680527"/>
    <w:rsid w:val="006805DF"/>
    <w:rsid w:val="00680831"/>
    <w:rsid w:val="00681261"/>
    <w:rsid w:val="006813A1"/>
    <w:rsid w:val="00681B16"/>
    <w:rsid w:val="00681ED0"/>
    <w:rsid w:val="00681F3E"/>
    <w:rsid w:val="00682000"/>
    <w:rsid w:val="0068209D"/>
    <w:rsid w:val="006820A0"/>
    <w:rsid w:val="00682456"/>
    <w:rsid w:val="00682653"/>
    <w:rsid w:val="006827AC"/>
    <w:rsid w:val="00682DFB"/>
    <w:rsid w:val="00682EB9"/>
    <w:rsid w:val="00683024"/>
    <w:rsid w:val="006836AB"/>
    <w:rsid w:val="00683AEC"/>
    <w:rsid w:val="00683C76"/>
    <w:rsid w:val="00683CA6"/>
    <w:rsid w:val="0068409C"/>
    <w:rsid w:val="006840C1"/>
    <w:rsid w:val="00684170"/>
    <w:rsid w:val="00684698"/>
    <w:rsid w:val="00684759"/>
    <w:rsid w:val="00684A60"/>
    <w:rsid w:val="00684BCC"/>
    <w:rsid w:val="00684DD5"/>
    <w:rsid w:val="00684FC3"/>
    <w:rsid w:val="0068546E"/>
    <w:rsid w:val="0068599C"/>
    <w:rsid w:val="006859BE"/>
    <w:rsid w:val="006862FE"/>
    <w:rsid w:val="00686444"/>
    <w:rsid w:val="0068652C"/>
    <w:rsid w:val="006867E1"/>
    <w:rsid w:val="0068702E"/>
    <w:rsid w:val="00687288"/>
    <w:rsid w:val="006873E9"/>
    <w:rsid w:val="00687857"/>
    <w:rsid w:val="0068797A"/>
    <w:rsid w:val="00687980"/>
    <w:rsid w:val="00687ABA"/>
    <w:rsid w:val="0069104C"/>
    <w:rsid w:val="006911DB"/>
    <w:rsid w:val="00691482"/>
    <w:rsid w:val="00691974"/>
    <w:rsid w:val="00691A5A"/>
    <w:rsid w:val="00691BB2"/>
    <w:rsid w:val="00691EF8"/>
    <w:rsid w:val="006921B7"/>
    <w:rsid w:val="00692221"/>
    <w:rsid w:val="006925A0"/>
    <w:rsid w:val="006925DC"/>
    <w:rsid w:val="00692924"/>
    <w:rsid w:val="00692AD6"/>
    <w:rsid w:val="00692B01"/>
    <w:rsid w:val="00692C20"/>
    <w:rsid w:val="00692CF3"/>
    <w:rsid w:val="00692F6E"/>
    <w:rsid w:val="0069302A"/>
    <w:rsid w:val="006936B6"/>
    <w:rsid w:val="00693A06"/>
    <w:rsid w:val="00693B73"/>
    <w:rsid w:val="00693EC7"/>
    <w:rsid w:val="00694140"/>
    <w:rsid w:val="00694220"/>
    <w:rsid w:val="00694318"/>
    <w:rsid w:val="0069464B"/>
    <w:rsid w:val="00695784"/>
    <w:rsid w:val="00696192"/>
    <w:rsid w:val="00696855"/>
    <w:rsid w:val="006968B2"/>
    <w:rsid w:val="00696B1A"/>
    <w:rsid w:val="00696B34"/>
    <w:rsid w:val="006974E6"/>
    <w:rsid w:val="00697524"/>
    <w:rsid w:val="00697A27"/>
    <w:rsid w:val="00697AD5"/>
    <w:rsid w:val="00697C4F"/>
    <w:rsid w:val="006A01FF"/>
    <w:rsid w:val="006A03B3"/>
    <w:rsid w:val="006A0527"/>
    <w:rsid w:val="006A06EC"/>
    <w:rsid w:val="006A0958"/>
    <w:rsid w:val="006A0B41"/>
    <w:rsid w:val="006A0B42"/>
    <w:rsid w:val="006A0CF8"/>
    <w:rsid w:val="006A108E"/>
    <w:rsid w:val="006A1532"/>
    <w:rsid w:val="006A17DF"/>
    <w:rsid w:val="006A1ADF"/>
    <w:rsid w:val="006A1EA2"/>
    <w:rsid w:val="006A26CC"/>
    <w:rsid w:val="006A36AE"/>
    <w:rsid w:val="006A3783"/>
    <w:rsid w:val="006A3912"/>
    <w:rsid w:val="006A3D05"/>
    <w:rsid w:val="006A41BC"/>
    <w:rsid w:val="006A43F7"/>
    <w:rsid w:val="006A45D7"/>
    <w:rsid w:val="006A4710"/>
    <w:rsid w:val="006A472E"/>
    <w:rsid w:val="006A47FB"/>
    <w:rsid w:val="006A4AB7"/>
    <w:rsid w:val="006A4C5D"/>
    <w:rsid w:val="006A4D30"/>
    <w:rsid w:val="006A4E8D"/>
    <w:rsid w:val="006A5010"/>
    <w:rsid w:val="006A5278"/>
    <w:rsid w:val="006A5318"/>
    <w:rsid w:val="006A53E9"/>
    <w:rsid w:val="006A5C6C"/>
    <w:rsid w:val="006A5D24"/>
    <w:rsid w:val="006A6156"/>
    <w:rsid w:val="006A646E"/>
    <w:rsid w:val="006A6965"/>
    <w:rsid w:val="006A6C77"/>
    <w:rsid w:val="006A7179"/>
    <w:rsid w:val="006A74A1"/>
    <w:rsid w:val="006A7702"/>
    <w:rsid w:val="006A77F9"/>
    <w:rsid w:val="006A796F"/>
    <w:rsid w:val="006A7D25"/>
    <w:rsid w:val="006A7F79"/>
    <w:rsid w:val="006B0170"/>
    <w:rsid w:val="006B04FE"/>
    <w:rsid w:val="006B0690"/>
    <w:rsid w:val="006B083E"/>
    <w:rsid w:val="006B0FA2"/>
    <w:rsid w:val="006B10BB"/>
    <w:rsid w:val="006B13F1"/>
    <w:rsid w:val="006B16D9"/>
    <w:rsid w:val="006B18EF"/>
    <w:rsid w:val="006B1FCD"/>
    <w:rsid w:val="006B2054"/>
    <w:rsid w:val="006B250C"/>
    <w:rsid w:val="006B278D"/>
    <w:rsid w:val="006B27AE"/>
    <w:rsid w:val="006B2BF0"/>
    <w:rsid w:val="006B2C86"/>
    <w:rsid w:val="006B2E4E"/>
    <w:rsid w:val="006B2E7B"/>
    <w:rsid w:val="006B30EA"/>
    <w:rsid w:val="006B33F8"/>
    <w:rsid w:val="006B3484"/>
    <w:rsid w:val="006B39B9"/>
    <w:rsid w:val="006B3C6A"/>
    <w:rsid w:val="006B3CBE"/>
    <w:rsid w:val="006B41E2"/>
    <w:rsid w:val="006B41EA"/>
    <w:rsid w:val="006B41EB"/>
    <w:rsid w:val="006B438B"/>
    <w:rsid w:val="006B43BC"/>
    <w:rsid w:val="006B47A7"/>
    <w:rsid w:val="006B48E7"/>
    <w:rsid w:val="006B544A"/>
    <w:rsid w:val="006B5583"/>
    <w:rsid w:val="006B5EDC"/>
    <w:rsid w:val="006B5F00"/>
    <w:rsid w:val="006B5F21"/>
    <w:rsid w:val="006B6031"/>
    <w:rsid w:val="006B6A46"/>
    <w:rsid w:val="006B6E95"/>
    <w:rsid w:val="006B723F"/>
    <w:rsid w:val="006B7251"/>
    <w:rsid w:val="006B79CE"/>
    <w:rsid w:val="006C070B"/>
    <w:rsid w:val="006C0930"/>
    <w:rsid w:val="006C0A7F"/>
    <w:rsid w:val="006C0D7A"/>
    <w:rsid w:val="006C0DE7"/>
    <w:rsid w:val="006C140D"/>
    <w:rsid w:val="006C1967"/>
    <w:rsid w:val="006C1C51"/>
    <w:rsid w:val="006C1D02"/>
    <w:rsid w:val="006C1FEA"/>
    <w:rsid w:val="006C205B"/>
    <w:rsid w:val="006C20CA"/>
    <w:rsid w:val="006C2489"/>
    <w:rsid w:val="006C2835"/>
    <w:rsid w:val="006C28CC"/>
    <w:rsid w:val="006C28E3"/>
    <w:rsid w:val="006C2B43"/>
    <w:rsid w:val="006C2DD1"/>
    <w:rsid w:val="006C2F74"/>
    <w:rsid w:val="006C3186"/>
    <w:rsid w:val="006C3189"/>
    <w:rsid w:val="006C3347"/>
    <w:rsid w:val="006C356C"/>
    <w:rsid w:val="006C35A7"/>
    <w:rsid w:val="006C363A"/>
    <w:rsid w:val="006C39F7"/>
    <w:rsid w:val="006C3A4C"/>
    <w:rsid w:val="006C406C"/>
    <w:rsid w:val="006C472C"/>
    <w:rsid w:val="006C501C"/>
    <w:rsid w:val="006C517C"/>
    <w:rsid w:val="006C548B"/>
    <w:rsid w:val="006C557E"/>
    <w:rsid w:val="006C5725"/>
    <w:rsid w:val="006C575C"/>
    <w:rsid w:val="006C58BF"/>
    <w:rsid w:val="006C59FF"/>
    <w:rsid w:val="006C5C19"/>
    <w:rsid w:val="006C6290"/>
    <w:rsid w:val="006C64BD"/>
    <w:rsid w:val="006C6679"/>
    <w:rsid w:val="006C6858"/>
    <w:rsid w:val="006C6886"/>
    <w:rsid w:val="006C6946"/>
    <w:rsid w:val="006C6967"/>
    <w:rsid w:val="006C6D0C"/>
    <w:rsid w:val="006C6DFF"/>
    <w:rsid w:val="006C7D99"/>
    <w:rsid w:val="006C7EA5"/>
    <w:rsid w:val="006D0513"/>
    <w:rsid w:val="006D07F8"/>
    <w:rsid w:val="006D0BD9"/>
    <w:rsid w:val="006D0CA0"/>
    <w:rsid w:val="006D0D35"/>
    <w:rsid w:val="006D0F1E"/>
    <w:rsid w:val="006D0F28"/>
    <w:rsid w:val="006D10F8"/>
    <w:rsid w:val="006D1348"/>
    <w:rsid w:val="006D137A"/>
    <w:rsid w:val="006D193D"/>
    <w:rsid w:val="006D1AE3"/>
    <w:rsid w:val="006D1C2D"/>
    <w:rsid w:val="006D1DB2"/>
    <w:rsid w:val="006D1F9E"/>
    <w:rsid w:val="006D1FB9"/>
    <w:rsid w:val="006D26D9"/>
    <w:rsid w:val="006D2769"/>
    <w:rsid w:val="006D2895"/>
    <w:rsid w:val="006D2916"/>
    <w:rsid w:val="006D2928"/>
    <w:rsid w:val="006D2AB2"/>
    <w:rsid w:val="006D2B58"/>
    <w:rsid w:val="006D2E12"/>
    <w:rsid w:val="006D2E35"/>
    <w:rsid w:val="006D30B4"/>
    <w:rsid w:val="006D311B"/>
    <w:rsid w:val="006D35BF"/>
    <w:rsid w:val="006D3690"/>
    <w:rsid w:val="006D373E"/>
    <w:rsid w:val="006D3BE7"/>
    <w:rsid w:val="006D3F47"/>
    <w:rsid w:val="006D3F52"/>
    <w:rsid w:val="006D4A99"/>
    <w:rsid w:val="006D4BCD"/>
    <w:rsid w:val="006D5335"/>
    <w:rsid w:val="006D5600"/>
    <w:rsid w:val="006D5D9C"/>
    <w:rsid w:val="006D611F"/>
    <w:rsid w:val="006D6190"/>
    <w:rsid w:val="006D6598"/>
    <w:rsid w:val="006D67C2"/>
    <w:rsid w:val="006D6CDF"/>
    <w:rsid w:val="006D6CFB"/>
    <w:rsid w:val="006D6D22"/>
    <w:rsid w:val="006D7009"/>
    <w:rsid w:val="006D73C8"/>
    <w:rsid w:val="006D7499"/>
    <w:rsid w:val="006D795B"/>
    <w:rsid w:val="006D7A2A"/>
    <w:rsid w:val="006D7C32"/>
    <w:rsid w:val="006D7D18"/>
    <w:rsid w:val="006E0071"/>
    <w:rsid w:val="006E032A"/>
    <w:rsid w:val="006E09E3"/>
    <w:rsid w:val="006E0A90"/>
    <w:rsid w:val="006E0CA0"/>
    <w:rsid w:val="006E0F5D"/>
    <w:rsid w:val="006E136C"/>
    <w:rsid w:val="006E165A"/>
    <w:rsid w:val="006E1C1F"/>
    <w:rsid w:val="006E202E"/>
    <w:rsid w:val="006E20C9"/>
    <w:rsid w:val="006E214C"/>
    <w:rsid w:val="006E22FA"/>
    <w:rsid w:val="006E25DA"/>
    <w:rsid w:val="006E2A1A"/>
    <w:rsid w:val="006E2FC2"/>
    <w:rsid w:val="006E30A7"/>
    <w:rsid w:val="006E3120"/>
    <w:rsid w:val="006E3341"/>
    <w:rsid w:val="006E3C88"/>
    <w:rsid w:val="006E3CBE"/>
    <w:rsid w:val="006E3DD0"/>
    <w:rsid w:val="006E4146"/>
    <w:rsid w:val="006E44B5"/>
    <w:rsid w:val="006E4791"/>
    <w:rsid w:val="006E47E6"/>
    <w:rsid w:val="006E5077"/>
    <w:rsid w:val="006E53A4"/>
    <w:rsid w:val="006E591D"/>
    <w:rsid w:val="006E5AAD"/>
    <w:rsid w:val="006E5AC2"/>
    <w:rsid w:val="006E611B"/>
    <w:rsid w:val="006E625E"/>
    <w:rsid w:val="006E68B9"/>
    <w:rsid w:val="006E6E4C"/>
    <w:rsid w:val="006E6ED8"/>
    <w:rsid w:val="006E7088"/>
    <w:rsid w:val="006E74F1"/>
    <w:rsid w:val="006E763C"/>
    <w:rsid w:val="006E77D5"/>
    <w:rsid w:val="006E77E0"/>
    <w:rsid w:val="006E78E6"/>
    <w:rsid w:val="006E7A42"/>
    <w:rsid w:val="006E7A55"/>
    <w:rsid w:val="006E7A77"/>
    <w:rsid w:val="006E7ABA"/>
    <w:rsid w:val="006E7AC8"/>
    <w:rsid w:val="006F04B2"/>
    <w:rsid w:val="006F07A0"/>
    <w:rsid w:val="006F0CF4"/>
    <w:rsid w:val="006F0E89"/>
    <w:rsid w:val="006F1051"/>
    <w:rsid w:val="006F11DA"/>
    <w:rsid w:val="006F11E8"/>
    <w:rsid w:val="006F13BC"/>
    <w:rsid w:val="006F14A0"/>
    <w:rsid w:val="006F1519"/>
    <w:rsid w:val="006F1587"/>
    <w:rsid w:val="006F15A5"/>
    <w:rsid w:val="006F169C"/>
    <w:rsid w:val="006F1CC6"/>
    <w:rsid w:val="006F1D38"/>
    <w:rsid w:val="006F1E64"/>
    <w:rsid w:val="006F219C"/>
    <w:rsid w:val="006F2CE4"/>
    <w:rsid w:val="006F2E22"/>
    <w:rsid w:val="006F3348"/>
    <w:rsid w:val="006F3448"/>
    <w:rsid w:val="006F37CD"/>
    <w:rsid w:val="006F38DB"/>
    <w:rsid w:val="006F3A61"/>
    <w:rsid w:val="006F3B8E"/>
    <w:rsid w:val="006F448F"/>
    <w:rsid w:val="006F46E3"/>
    <w:rsid w:val="006F48E1"/>
    <w:rsid w:val="006F4B2C"/>
    <w:rsid w:val="006F4EA3"/>
    <w:rsid w:val="006F5345"/>
    <w:rsid w:val="006F53FB"/>
    <w:rsid w:val="006F5784"/>
    <w:rsid w:val="006F58CC"/>
    <w:rsid w:val="006F5A8F"/>
    <w:rsid w:val="006F5D26"/>
    <w:rsid w:val="006F5D5C"/>
    <w:rsid w:val="006F5F3A"/>
    <w:rsid w:val="006F64B0"/>
    <w:rsid w:val="006F64E6"/>
    <w:rsid w:val="006F65B4"/>
    <w:rsid w:val="006F6C0C"/>
    <w:rsid w:val="006F6FF5"/>
    <w:rsid w:val="006F7048"/>
    <w:rsid w:val="006F710D"/>
    <w:rsid w:val="006F7E23"/>
    <w:rsid w:val="00700437"/>
    <w:rsid w:val="0070073A"/>
    <w:rsid w:val="00700972"/>
    <w:rsid w:val="007010C5"/>
    <w:rsid w:val="00701287"/>
    <w:rsid w:val="0070129D"/>
    <w:rsid w:val="0070147C"/>
    <w:rsid w:val="007015A4"/>
    <w:rsid w:val="0070183E"/>
    <w:rsid w:val="00701A8F"/>
    <w:rsid w:val="00701BB6"/>
    <w:rsid w:val="00701D65"/>
    <w:rsid w:val="0070264D"/>
    <w:rsid w:val="0070280A"/>
    <w:rsid w:val="00702C89"/>
    <w:rsid w:val="00702EFB"/>
    <w:rsid w:val="00702F83"/>
    <w:rsid w:val="007036B2"/>
    <w:rsid w:val="00703A9F"/>
    <w:rsid w:val="00703C77"/>
    <w:rsid w:val="00704140"/>
    <w:rsid w:val="0070440B"/>
    <w:rsid w:val="00704849"/>
    <w:rsid w:val="007048BA"/>
    <w:rsid w:val="007048FC"/>
    <w:rsid w:val="00704932"/>
    <w:rsid w:val="00704A14"/>
    <w:rsid w:val="00704CFB"/>
    <w:rsid w:val="00704E47"/>
    <w:rsid w:val="0070503D"/>
    <w:rsid w:val="00705379"/>
    <w:rsid w:val="0070572C"/>
    <w:rsid w:val="00705A95"/>
    <w:rsid w:val="00705CA4"/>
    <w:rsid w:val="00706261"/>
    <w:rsid w:val="00706366"/>
    <w:rsid w:val="007063EF"/>
    <w:rsid w:val="00706690"/>
    <w:rsid w:val="00706770"/>
    <w:rsid w:val="007067CC"/>
    <w:rsid w:val="00706C0D"/>
    <w:rsid w:val="00706D08"/>
    <w:rsid w:val="00706F02"/>
    <w:rsid w:val="007070F1"/>
    <w:rsid w:val="00707333"/>
    <w:rsid w:val="0070751D"/>
    <w:rsid w:val="007075D8"/>
    <w:rsid w:val="00707737"/>
    <w:rsid w:val="0070779A"/>
    <w:rsid w:val="00707F3A"/>
    <w:rsid w:val="00710133"/>
    <w:rsid w:val="0071030B"/>
    <w:rsid w:val="00710478"/>
    <w:rsid w:val="007104B4"/>
    <w:rsid w:val="007104C8"/>
    <w:rsid w:val="007108C8"/>
    <w:rsid w:val="00710F43"/>
    <w:rsid w:val="0071115B"/>
    <w:rsid w:val="007112CB"/>
    <w:rsid w:val="00711322"/>
    <w:rsid w:val="00711933"/>
    <w:rsid w:val="00711ADA"/>
    <w:rsid w:val="00711F52"/>
    <w:rsid w:val="00712247"/>
    <w:rsid w:val="0071224F"/>
    <w:rsid w:val="0071244F"/>
    <w:rsid w:val="007124FA"/>
    <w:rsid w:val="0071285C"/>
    <w:rsid w:val="007129F1"/>
    <w:rsid w:val="00712A3A"/>
    <w:rsid w:val="00712DF7"/>
    <w:rsid w:val="00713074"/>
    <w:rsid w:val="0071373B"/>
    <w:rsid w:val="00713BBB"/>
    <w:rsid w:val="00713C7B"/>
    <w:rsid w:val="00713D92"/>
    <w:rsid w:val="007143F6"/>
    <w:rsid w:val="007145FC"/>
    <w:rsid w:val="00714ACF"/>
    <w:rsid w:val="00714C52"/>
    <w:rsid w:val="0071549E"/>
    <w:rsid w:val="00715887"/>
    <w:rsid w:val="007158D1"/>
    <w:rsid w:val="00715B7A"/>
    <w:rsid w:val="00716267"/>
    <w:rsid w:val="007162A3"/>
    <w:rsid w:val="007162DB"/>
    <w:rsid w:val="00716460"/>
    <w:rsid w:val="00716538"/>
    <w:rsid w:val="00716565"/>
    <w:rsid w:val="007167F0"/>
    <w:rsid w:val="00716A2E"/>
    <w:rsid w:val="00716EE8"/>
    <w:rsid w:val="00717227"/>
    <w:rsid w:val="00717575"/>
    <w:rsid w:val="007178B1"/>
    <w:rsid w:val="00717C2C"/>
    <w:rsid w:val="00720083"/>
    <w:rsid w:val="00720084"/>
    <w:rsid w:val="0072018F"/>
    <w:rsid w:val="00720465"/>
    <w:rsid w:val="00720519"/>
    <w:rsid w:val="007208A6"/>
    <w:rsid w:val="00720AE3"/>
    <w:rsid w:val="00720C35"/>
    <w:rsid w:val="00721592"/>
    <w:rsid w:val="00721F1F"/>
    <w:rsid w:val="00721FC2"/>
    <w:rsid w:val="00722644"/>
    <w:rsid w:val="007227E2"/>
    <w:rsid w:val="00722C08"/>
    <w:rsid w:val="00722D6D"/>
    <w:rsid w:val="00722F11"/>
    <w:rsid w:val="007236F5"/>
    <w:rsid w:val="007238AA"/>
    <w:rsid w:val="00723943"/>
    <w:rsid w:val="0072449E"/>
    <w:rsid w:val="007250E7"/>
    <w:rsid w:val="00725118"/>
    <w:rsid w:val="007252E4"/>
    <w:rsid w:val="007253D5"/>
    <w:rsid w:val="00725684"/>
    <w:rsid w:val="007258B2"/>
    <w:rsid w:val="00725C9E"/>
    <w:rsid w:val="00725D55"/>
    <w:rsid w:val="00725E2B"/>
    <w:rsid w:val="00725F45"/>
    <w:rsid w:val="00726037"/>
    <w:rsid w:val="0072622F"/>
    <w:rsid w:val="0072624B"/>
    <w:rsid w:val="007266CB"/>
    <w:rsid w:val="00726D47"/>
    <w:rsid w:val="00726D9F"/>
    <w:rsid w:val="00727097"/>
    <w:rsid w:val="007273B8"/>
    <w:rsid w:val="007278BA"/>
    <w:rsid w:val="007279AF"/>
    <w:rsid w:val="00727A43"/>
    <w:rsid w:val="00727A88"/>
    <w:rsid w:val="00727CCE"/>
    <w:rsid w:val="00730093"/>
    <w:rsid w:val="00730628"/>
    <w:rsid w:val="00730E4A"/>
    <w:rsid w:val="00731081"/>
    <w:rsid w:val="007311F2"/>
    <w:rsid w:val="0073186A"/>
    <w:rsid w:val="00732A88"/>
    <w:rsid w:val="00732C20"/>
    <w:rsid w:val="00732F77"/>
    <w:rsid w:val="00733143"/>
    <w:rsid w:val="0073321C"/>
    <w:rsid w:val="0073325B"/>
    <w:rsid w:val="00733424"/>
    <w:rsid w:val="0073350B"/>
    <w:rsid w:val="00733977"/>
    <w:rsid w:val="00733997"/>
    <w:rsid w:val="00733BCE"/>
    <w:rsid w:val="00733D9C"/>
    <w:rsid w:val="007343FE"/>
    <w:rsid w:val="00734F26"/>
    <w:rsid w:val="00735065"/>
    <w:rsid w:val="007357F3"/>
    <w:rsid w:val="007359AA"/>
    <w:rsid w:val="00735BF9"/>
    <w:rsid w:val="00736896"/>
    <w:rsid w:val="00736A8C"/>
    <w:rsid w:val="00736DCE"/>
    <w:rsid w:val="00736E36"/>
    <w:rsid w:val="00736EF1"/>
    <w:rsid w:val="00736F67"/>
    <w:rsid w:val="00736F94"/>
    <w:rsid w:val="00737147"/>
    <w:rsid w:val="00737233"/>
    <w:rsid w:val="007372DF"/>
    <w:rsid w:val="00737686"/>
    <w:rsid w:val="007376AD"/>
    <w:rsid w:val="007377A7"/>
    <w:rsid w:val="00737930"/>
    <w:rsid w:val="00740060"/>
    <w:rsid w:val="007405B2"/>
    <w:rsid w:val="00740A35"/>
    <w:rsid w:val="00740B71"/>
    <w:rsid w:val="00740CA1"/>
    <w:rsid w:val="00740D55"/>
    <w:rsid w:val="0074136D"/>
    <w:rsid w:val="00741855"/>
    <w:rsid w:val="00741A1E"/>
    <w:rsid w:val="00741A5D"/>
    <w:rsid w:val="00741BE9"/>
    <w:rsid w:val="00741DE4"/>
    <w:rsid w:val="00741FD5"/>
    <w:rsid w:val="0074231D"/>
    <w:rsid w:val="007427D1"/>
    <w:rsid w:val="007428FA"/>
    <w:rsid w:val="00742E36"/>
    <w:rsid w:val="0074355E"/>
    <w:rsid w:val="0074365F"/>
    <w:rsid w:val="00743AFA"/>
    <w:rsid w:val="00743BC0"/>
    <w:rsid w:val="00743D6B"/>
    <w:rsid w:val="00744013"/>
    <w:rsid w:val="007443E6"/>
    <w:rsid w:val="007443E8"/>
    <w:rsid w:val="00744474"/>
    <w:rsid w:val="00744733"/>
    <w:rsid w:val="00744A04"/>
    <w:rsid w:val="00744AAB"/>
    <w:rsid w:val="0074501E"/>
    <w:rsid w:val="0074565C"/>
    <w:rsid w:val="00745773"/>
    <w:rsid w:val="0074581B"/>
    <w:rsid w:val="00745A4C"/>
    <w:rsid w:val="00745DD5"/>
    <w:rsid w:val="00745FDE"/>
    <w:rsid w:val="0074613D"/>
    <w:rsid w:val="00746178"/>
    <w:rsid w:val="00746465"/>
    <w:rsid w:val="00746478"/>
    <w:rsid w:val="007468AF"/>
    <w:rsid w:val="00746A41"/>
    <w:rsid w:val="00746D2B"/>
    <w:rsid w:val="00746DB8"/>
    <w:rsid w:val="007474A1"/>
    <w:rsid w:val="00747889"/>
    <w:rsid w:val="00747C51"/>
    <w:rsid w:val="00747DCC"/>
    <w:rsid w:val="00747EA4"/>
    <w:rsid w:val="00747F49"/>
    <w:rsid w:val="00747FB9"/>
    <w:rsid w:val="00750027"/>
    <w:rsid w:val="0075015A"/>
    <w:rsid w:val="007503A9"/>
    <w:rsid w:val="007503B9"/>
    <w:rsid w:val="007507E3"/>
    <w:rsid w:val="00750960"/>
    <w:rsid w:val="00750B16"/>
    <w:rsid w:val="007513B9"/>
    <w:rsid w:val="007514E2"/>
    <w:rsid w:val="00751654"/>
    <w:rsid w:val="00751B0B"/>
    <w:rsid w:val="00751F9F"/>
    <w:rsid w:val="00752259"/>
    <w:rsid w:val="0075238F"/>
    <w:rsid w:val="007529B0"/>
    <w:rsid w:val="007529DA"/>
    <w:rsid w:val="00752C0F"/>
    <w:rsid w:val="0075334E"/>
    <w:rsid w:val="007536FE"/>
    <w:rsid w:val="007538FB"/>
    <w:rsid w:val="0075397E"/>
    <w:rsid w:val="00753E0C"/>
    <w:rsid w:val="007542A0"/>
    <w:rsid w:val="00754959"/>
    <w:rsid w:val="00754EAF"/>
    <w:rsid w:val="0075518D"/>
    <w:rsid w:val="00755BD4"/>
    <w:rsid w:val="00755C6C"/>
    <w:rsid w:val="0075618A"/>
    <w:rsid w:val="00756248"/>
    <w:rsid w:val="0075671E"/>
    <w:rsid w:val="00756818"/>
    <w:rsid w:val="00756F7D"/>
    <w:rsid w:val="0075715D"/>
    <w:rsid w:val="007571E9"/>
    <w:rsid w:val="007572DE"/>
    <w:rsid w:val="00757373"/>
    <w:rsid w:val="0075765F"/>
    <w:rsid w:val="007576CF"/>
    <w:rsid w:val="00757C18"/>
    <w:rsid w:val="00757CEB"/>
    <w:rsid w:val="00760445"/>
    <w:rsid w:val="007608E9"/>
    <w:rsid w:val="00760B86"/>
    <w:rsid w:val="00760C34"/>
    <w:rsid w:val="00760E7D"/>
    <w:rsid w:val="007610B6"/>
    <w:rsid w:val="0076160F"/>
    <w:rsid w:val="007616AF"/>
    <w:rsid w:val="00761BB5"/>
    <w:rsid w:val="00761C0E"/>
    <w:rsid w:val="00761C6E"/>
    <w:rsid w:val="00761D55"/>
    <w:rsid w:val="00761D6C"/>
    <w:rsid w:val="00762518"/>
    <w:rsid w:val="007628A3"/>
    <w:rsid w:val="00762D7D"/>
    <w:rsid w:val="00763401"/>
    <w:rsid w:val="00763685"/>
    <w:rsid w:val="007636F0"/>
    <w:rsid w:val="0076381E"/>
    <w:rsid w:val="007638AE"/>
    <w:rsid w:val="00763ACE"/>
    <w:rsid w:val="00764A71"/>
    <w:rsid w:val="00764A7A"/>
    <w:rsid w:val="00764BF4"/>
    <w:rsid w:val="00764D98"/>
    <w:rsid w:val="00764E97"/>
    <w:rsid w:val="007653BC"/>
    <w:rsid w:val="007654D3"/>
    <w:rsid w:val="00765A75"/>
    <w:rsid w:val="00765C1F"/>
    <w:rsid w:val="00765EDE"/>
    <w:rsid w:val="007660ED"/>
    <w:rsid w:val="00766326"/>
    <w:rsid w:val="00766B4A"/>
    <w:rsid w:val="00766CC6"/>
    <w:rsid w:val="00766F0B"/>
    <w:rsid w:val="00766F52"/>
    <w:rsid w:val="00767526"/>
    <w:rsid w:val="00767B51"/>
    <w:rsid w:val="00767CBB"/>
    <w:rsid w:val="00767E72"/>
    <w:rsid w:val="00770089"/>
    <w:rsid w:val="00770984"/>
    <w:rsid w:val="00770A53"/>
    <w:rsid w:val="00770C71"/>
    <w:rsid w:val="00770EF0"/>
    <w:rsid w:val="00771255"/>
    <w:rsid w:val="00771D07"/>
    <w:rsid w:val="0077204F"/>
    <w:rsid w:val="007720D3"/>
    <w:rsid w:val="00772D1E"/>
    <w:rsid w:val="00773738"/>
    <w:rsid w:val="007737A3"/>
    <w:rsid w:val="00773CCF"/>
    <w:rsid w:val="0077422D"/>
    <w:rsid w:val="007745E4"/>
    <w:rsid w:val="007747B6"/>
    <w:rsid w:val="007749B2"/>
    <w:rsid w:val="00774C23"/>
    <w:rsid w:val="00774F4A"/>
    <w:rsid w:val="0077519A"/>
    <w:rsid w:val="0077521C"/>
    <w:rsid w:val="00775548"/>
    <w:rsid w:val="007759CB"/>
    <w:rsid w:val="007759CD"/>
    <w:rsid w:val="00775D22"/>
    <w:rsid w:val="00775EFA"/>
    <w:rsid w:val="00776028"/>
    <w:rsid w:val="007761B6"/>
    <w:rsid w:val="0077658F"/>
    <w:rsid w:val="007766BA"/>
    <w:rsid w:val="00776745"/>
    <w:rsid w:val="00776A27"/>
    <w:rsid w:val="00776F7B"/>
    <w:rsid w:val="007771DE"/>
    <w:rsid w:val="00777B0B"/>
    <w:rsid w:val="00777D16"/>
    <w:rsid w:val="00777F54"/>
    <w:rsid w:val="007800AB"/>
    <w:rsid w:val="0078010C"/>
    <w:rsid w:val="0078017C"/>
    <w:rsid w:val="00780270"/>
    <w:rsid w:val="00780AA1"/>
    <w:rsid w:val="00780B26"/>
    <w:rsid w:val="00780D31"/>
    <w:rsid w:val="00780EBF"/>
    <w:rsid w:val="00780F8A"/>
    <w:rsid w:val="00781031"/>
    <w:rsid w:val="007810A1"/>
    <w:rsid w:val="007816B3"/>
    <w:rsid w:val="00781B46"/>
    <w:rsid w:val="00781E9A"/>
    <w:rsid w:val="00782025"/>
    <w:rsid w:val="0078236E"/>
    <w:rsid w:val="007826AB"/>
    <w:rsid w:val="00782C3B"/>
    <w:rsid w:val="00782C3C"/>
    <w:rsid w:val="00782E63"/>
    <w:rsid w:val="007830F1"/>
    <w:rsid w:val="00783103"/>
    <w:rsid w:val="007834B4"/>
    <w:rsid w:val="007835C0"/>
    <w:rsid w:val="00783821"/>
    <w:rsid w:val="00783D6D"/>
    <w:rsid w:val="00784046"/>
    <w:rsid w:val="00784358"/>
    <w:rsid w:val="007843B4"/>
    <w:rsid w:val="00784757"/>
    <w:rsid w:val="00784763"/>
    <w:rsid w:val="00784F1F"/>
    <w:rsid w:val="00785241"/>
    <w:rsid w:val="00785288"/>
    <w:rsid w:val="00785299"/>
    <w:rsid w:val="0078535B"/>
    <w:rsid w:val="007854B2"/>
    <w:rsid w:val="0078555F"/>
    <w:rsid w:val="00785AE0"/>
    <w:rsid w:val="00785DAC"/>
    <w:rsid w:val="00785F2E"/>
    <w:rsid w:val="007861AD"/>
    <w:rsid w:val="00786289"/>
    <w:rsid w:val="00786792"/>
    <w:rsid w:val="00786B69"/>
    <w:rsid w:val="00786E5F"/>
    <w:rsid w:val="00787001"/>
    <w:rsid w:val="00787312"/>
    <w:rsid w:val="007874F4"/>
    <w:rsid w:val="00787B9C"/>
    <w:rsid w:val="00787C44"/>
    <w:rsid w:val="00787D19"/>
    <w:rsid w:val="007905FD"/>
    <w:rsid w:val="0079099C"/>
    <w:rsid w:val="00790BF4"/>
    <w:rsid w:val="00790C57"/>
    <w:rsid w:val="00790F17"/>
    <w:rsid w:val="00791120"/>
    <w:rsid w:val="007911B6"/>
    <w:rsid w:val="007911F8"/>
    <w:rsid w:val="007915AF"/>
    <w:rsid w:val="007916F9"/>
    <w:rsid w:val="00791806"/>
    <w:rsid w:val="00791B41"/>
    <w:rsid w:val="00791E6B"/>
    <w:rsid w:val="00791F48"/>
    <w:rsid w:val="007923FF"/>
    <w:rsid w:val="00793566"/>
    <w:rsid w:val="00793805"/>
    <w:rsid w:val="00793873"/>
    <w:rsid w:val="0079395F"/>
    <w:rsid w:val="00793AE9"/>
    <w:rsid w:val="00793E24"/>
    <w:rsid w:val="00793F39"/>
    <w:rsid w:val="00794062"/>
    <w:rsid w:val="0079426A"/>
    <w:rsid w:val="0079442C"/>
    <w:rsid w:val="0079461A"/>
    <w:rsid w:val="00794E3D"/>
    <w:rsid w:val="00794F94"/>
    <w:rsid w:val="007952D7"/>
    <w:rsid w:val="00795346"/>
    <w:rsid w:val="007954F6"/>
    <w:rsid w:val="00795D98"/>
    <w:rsid w:val="00795FDB"/>
    <w:rsid w:val="007964D3"/>
    <w:rsid w:val="00796933"/>
    <w:rsid w:val="00796CE8"/>
    <w:rsid w:val="0079711A"/>
    <w:rsid w:val="0079724C"/>
    <w:rsid w:val="007972BA"/>
    <w:rsid w:val="007974DF"/>
    <w:rsid w:val="00797BC4"/>
    <w:rsid w:val="007A013D"/>
    <w:rsid w:val="007A01B8"/>
    <w:rsid w:val="007A03EE"/>
    <w:rsid w:val="007A0497"/>
    <w:rsid w:val="007A0597"/>
    <w:rsid w:val="007A063F"/>
    <w:rsid w:val="007A095C"/>
    <w:rsid w:val="007A0970"/>
    <w:rsid w:val="007A0B7B"/>
    <w:rsid w:val="007A0ECC"/>
    <w:rsid w:val="007A11F1"/>
    <w:rsid w:val="007A16DB"/>
    <w:rsid w:val="007A1751"/>
    <w:rsid w:val="007A18C7"/>
    <w:rsid w:val="007A19CA"/>
    <w:rsid w:val="007A1B19"/>
    <w:rsid w:val="007A1B1A"/>
    <w:rsid w:val="007A23B6"/>
    <w:rsid w:val="007A29F1"/>
    <w:rsid w:val="007A2B9D"/>
    <w:rsid w:val="007A2D3C"/>
    <w:rsid w:val="007A2EAB"/>
    <w:rsid w:val="007A2F51"/>
    <w:rsid w:val="007A3025"/>
    <w:rsid w:val="007A31C5"/>
    <w:rsid w:val="007A3590"/>
    <w:rsid w:val="007A3B19"/>
    <w:rsid w:val="007A41B0"/>
    <w:rsid w:val="007A4320"/>
    <w:rsid w:val="007A4407"/>
    <w:rsid w:val="007A45EC"/>
    <w:rsid w:val="007A4C94"/>
    <w:rsid w:val="007A504A"/>
    <w:rsid w:val="007A5749"/>
    <w:rsid w:val="007A595D"/>
    <w:rsid w:val="007A5A76"/>
    <w:rsid w:val="007A5DAF"/>
    <w:rsid w:val="007A64FD"/>
    <w:rsid w:val="007A658D"/>
    <w:rsid w:val="007A67C7"/>
    <w:rsid w:val="007A6A04"/>
    <w:rsid w:val="007A6A7E"/>
    <w:rsid w:val="007A6AB9"/>
    <w:rsid w:val="007A6B03"/>
    <w:rsid w:val="007A6B79"/>
    <w:rsid w:val="007A7124"/>
    <w:rsid w:val="007A75D8"/>
    <w:rsid w:val="007A76FE"/>
    <w:rsid w:val="007A786E"/>
    <w:rsid w:val="007A7AB5"/>
    <w:rsid w:val="007B04A9"/>
    <w:rsid w:val="007B0607"/>
    <w:rsid w:val="007B06E9"/>
    <w:rsid w:val="007B0892"/>
    <w:rsid w:val="007B0A18"/>
    <w:rsid w:val="007B0A99"/>
    <w:rsid w:val="007B0C27"/>
    <w:rsid w:val="007B12B9"/>
    <w:rsid w:val="007B1B05"/>
    <w:rsid w:val="007B1BCD"/>
    <w:rsid w:val="007B205D"/>
    <w:rsid w:val="007B21E2"/>
    <w:rsid w:val="007B278D"/>
    <w:rsid w:val="007B28D5"/>
    <w:rsid w:val="007B2F49"/>
    <w:rsid w:val="007B3A76"/>
    <w:rsid w:val="007B3BD4"/>
    <w:rsid w:val="007B3DBC"/>
    <w:rsid w:val="007B3DD7"/>
    <w:rsid w:val="007B4114"/>
    <w:rsid w:val="007B4236"/>
    <w:rsid w:val="007B4584"/>
    <w:rsid w:val="007B4715"/>
    <w:rsid w:val="007B4CCB"/>
    <w:rsid w:val="007B4EBE"/>
    <w:rsid w:val="007B4FA1"/>
    <w:rsid w:val="007B5665"/>
    <w:rsid w:val="007B5BF0"/>
    <w:rsid w:val="007B5D56"/>
    <w:rsid w:val="007B5F91"/>
    <w:rsid w:val="007B6132"/>
    <w:rsid w:val="007B6146"/>
    <w:rsid w:val="007B62D7"/>
    <w:rsid w:val="007B6664"/>
    <w:rsid w:val="007B674F"/>
    <w:rsid w:val="007B6B2B"/>
    <w:rsid w:val="007B6CBD"/>
    <w:rsid w:val="007B6F5E"/>
    <w:rsid w:val="007B6FC2"/>
    <w:rsid w:val="007B72E7"/>
    <w:rsid w:val="007B7324"/>
    <w:rsid w:val="007B7647"/>
    <w:rsid w:val="007B76BB"/>
    <w:rsid w:val="007B7A86"/>
    <w:rsid w:val="007B7CD3"/>
    <w:rsid w:val="007B7E1C"/>
    <w:rsid w:val="007B7EAC"/>
    <w:rsid w:val="007C0157"/>
    <w:rsid w:val="007C0356"/>
    <w:rsid w:val="007C04AD"/>
    <w:rsid w:val="007C05EB"/>
    <w:rsid w:val="007C076A"/>
    <w:rsid w:val="007C0BBF"/>
    <w:rsid w:val="007C0D18"/>
    <w:rsid w:val="007C0F8E"/>
    <w:rsid w:val="007C1095"/>
    <w:rsid w:val="007C1598"/>
    <w:rsid w:val="007C1610"/>
    <w:rsid w:val="007C166A"/>
    <w:rsid w:val="007C18B4"/>
    <w:rsid w:val="007C1C93"/>
    <w:rsid w:val="007C1ED6"/>
    <w:rsid w:val="007C201B"/>
    <w:rsid w:val="007C2274"/>
    <w:rsid w:val="007C244F"/>
    <w:rsid w:val="007C2470"/>
    <w:rsid w:val="007C2D07"/>
    <w:rsid w:val="007C30E7"/>
    <w:rsid w:val="007C31E2"/>
    <w:rsid w:val="007C36CB"/>
    <w:rsid w:val="007C40B6"/>
    <w:rsid w:val="007C479C"/>
    <w:rsid w:val="007C4903"/>
    <w:rsid w:val="007C4AF4"/>
    <w:rsid w:val="007C4C9C"/>
    <w:rsid w:val="007C4FE1"/>
    <w:rsid w:val="007C5162"/>
    <w:rsid w:val="007C5190"/>
    <w:rsid w:val="007C5210"/>
    <w:rsid w:val="007C5518"/>
    <w:rsid w:val="007C5A8D"/>
    <w:rsid w:val="007C5C48"/>
    <w:rsid w:val="007C5FEC"/>
    <w:rsid w:val="007C655C"/>
    <w:rsid w:val="007C6708"/>
    <w:rsid w:val="007C6A19"/>
    <w:rsid w:val="007C6AB8"/>
    <w:rsid w:val="007C6B9F"/>
    <w:rsid w:val="007C6C0C"/>
    <w:rsid w:val="007C6D03"/>
    <w:rsid w:val="007C6EEA"/>
    <w:rsid w:val="007C6F51"/>
    <w:rsid w:val="007C6FD6"/>
    <w:rsid w:val="007C7075"/>
    <w:rsid w:val="007C7C47"/>
    <w:rsid w:val="007C7D1F"/>
    <w:rsid w:val="007C7D75"/>
    <w:rsid w:val="007D034F"/>
    <w:rsid w:val="007D0651"/>
    <w:rsid w:val="007D0A5D"/>
    <w:rsid w:val="007D0C99"/>
    <w:rsid w:val="007D113D"/>
    <w:rsid w:val="007D140B"/>
    <w:rsid w:val="007D1770"/>
    <w:rsid w:val="007D1B8E"/>
    <w:rsid w:val="007D1C97"/>
    <w:rsid w:val="007D2325"/>
    <w:rsid w:val="007D281A"/>
    <w:rsid w:val="007D289E"/>
    <w:rsid w:val="007D2A3B"/>
    <w:rsid w:val="007D2F0B"/>
    <w:rsid w:val="007D2FF5"/>
    <w:rsid w:val="007D302D"/>
    <w:rsid w:val="007D324B"/>
    <w:rsid w:val="007D34E4"/>
    <w:rsid w:val="007D352B"/>
    <w:rsid w:val="007D38B4"/>
    <w:rsid w:val="007D38D1"/>
    <w:rsid w:val="007D4211"/>
    <w:rsid w:val="007D446A"/>
    <w:rsid w:val="007D4A57"/>
    <w:rsid w:val="007D4DCC"/>
    <w:rsid w:val="007D5448"/>
    <w:rsid w:val="007D5470"/>
    <w:rsid w:val="007D57FE"/>
    <w:rsid w:val="007D5D87"/>
    <w:rsid w:val="007D5E16"/>
    <w:rsid w:val="007D60C3"/>
    <w:rsid w:val="007D67C0"/>
    <w:rsid w:val="007D69BE"/>
    <w:rsid w:val="007D6AD7"/>
    <w:rsid w:val="007D6DCD"/>
    <w:rsid w:val="007D6E1D"/>
    <w:rsid w:val="007D6F1A"/>
    <w:rsid w:val="007D6FD3"/>
    <w:rsid w:val="007D79D6"/>
    <w:rsid w:val="007D7B3B"/>
    <w:rsid w:val="007E02A4"/>
    <w:rsid w:val="007E06BD"/>
    <w:rsid w:val="007E06C6"/>
    <w:rsid w:val="007E0710"/>
    <w:rsid w:val="007E0AED"/>
    <w:rsid w:val="007E0B9A"/>
    <w:rsid w:val="007E0BA0"/>
    <w:rsid w:val="007E0D3F"/>
    <w:rsid w:val="007E1694"/>
    <w:rsid w:val="007E1732"/>
    <w:rsid w:val="007E176F"/>
    <w:rsid w:val="007E1861"/>
    <w:rsid w:val="007E1EE3"/>
    <w:rsid w:val="007E1F69"/>
    <w:rsid w:val="007E2039"/>
    <w:rsid w:val="007E2116"/>
    <w:rsid w:val="007E2199"/>
    <w:rsid w:val="007E253A"/>
    <w:rsid w:val="007E258A"/>
    <w:rsid w:val="007E2655"/>
    <w:rsid w:val="007E29E0"/>
    <w:rsid w:val="007E3895"/>
    <w:rsid w:val="007E3898"/>
    <w:rsid w:val="007E3E2C"/>
    <w:rsid w:val="007E51BF"/>
    <w:rsid w:val="007E5403"/>
    <w:rsid w:val="007E541A"/>
    <w:rsid w:val="007E5458"/>
    <w:rsid w:val="007E549D"/>
    <w:rsid w:val="007E55C1"/>
    <w:rsid w:val="007E5645"/>
    <w:rsid w:val="007E5734"/>
    <w:rsid w:val="007E5834"/>
    <w:rsid w:val="007E5B22"/>
    <w:rsid w:val="007E6037"/>
    <w:rsid w:val="007E608A"/>
    <w:rsid w:val="007E60E6"/>
    <w:rsid w:val="007E61C2"/>
    <w:rsid w:val="007E64FE"/>
    <w:rsid w:val="007E6638"/>
    <w:rsid w:val="007E6673"/>
    <w:rsid w:val="007E69E3"/>
    <w:rsid w:val="007E6B21"/>
    <w:rsid w:val="007E6BEC"/>
    <w:rsid w:val="007E6F19"/>
    <w:rsid w:val="007E7096"/>
    <w:rsid w:val="007E71AE"/>
    <w:rsid w:val="007E764C"/>
    <w:rsid w:val="007E76EF"/>
    <w:rsid w:val="007E7FCE"/>
    <w:rsid w:val="007F00C0"/>
    <w:rsid w:val="007F05F1"/>
    <w:rsid w:val="007F06BE"/>
    <w:rsid w:val="007F0796"/>
    <w:rsid w:val="007F07B3"/>
    <w:rsid w:val="007F0999"/>
    <w:rsid w:val="007F0D2C"/>
    <w:rsid w:val="007F0DEC"/>
    <w:rsid w:val="007F0FD5"/>
    <w:rsid w:val="007F1051"/>
    <w:rsid w:val="007F10B2"/>
    <w:rsid w:val="007F121B"/>
    <w:rsid w:val="007F127F"/>
    <w:rsid w:val="007F14CA"/>
    <w:rsid w:val="007F1D56"/>
    <w:rsid w:val="007F1D91"/>
    <w:rsid w:val="007F23E0"/>
    <w:rsid w:val="007F24F0"/>
    <w:rsid w:val="007F2502"/>
    <w:rsid w:val="007F291E"/>
    <w:rsid w:val="007F2F5A"/>
    <w:rsid w:val="007F3304"/>
    <w:rsid w:val="007F3959"/>
    <w:rsid w:val="007F3C2D"/>
    <w:rsid w:val="007F3D1E"/>
    <w:rsid w:val="007F3DA3"/>
    <w:rsid w:val="007F416A"/>
    <w:rsid w:val="007F426E"/>
    <w:rsid w:val="007F4291"/>
    <w:rsid w:val="007F459F"/>
    <w:rsid w:val="007F4802"/>
    <w:rsid w:val="007F4BE1"/>
    <w:rsid w:val="007F4BEB"/>
    <w:rsid w:val="007F4D8D"/>
    <w:rsid w:val="007F4E1C"/>
    <w:rsid w:val="007F4EC8"/>
    <w:rsid w:val="007F4F68"/>
    <w:rsid w:val="007F4FAC"/>
    <w:rsid w:val="007F50D3"/>
    <w:rsid w:val="007F50D9"/>
    <w:rsid w:val="007F531B"/>
    <w:rsid w:val="007F54BE"/>
    <w:rsid w:val="007F550A"/>
    <w:rsid w:val="007F6469"/>
    <w:rsid w:val="007F6503"/>
    <w:rsid w:val="007F660D"/>
    <w:rsid w:val="007F668B"/>
    <w:rsid w:val="007F6911"/>
    <w:rsid w:val="007F6AC7"/>
    <w:rsid w:val="007F6C4D"/>
    <w:rsid w:val="007F6E1D"/>
    <w:rsid w:val="007F6E2E"/>
    <w:rsid w:val="007F7263"/>
    <w:rsid w:val="007F75DB"/>
    <w:rsid w:val="007F77D1"/>
    <w:rsid w:val="007F78F5"/>
    <w:rsid w:val="007F79A2"/>
    <w:rsid w:val="007F7C16"/>
    <w:rsid w:val="007F7D13"/>
    <w:rsid w:val="007F7E51"/>
    <w:rsid w:val="0080038A"/>
    <w:rsid w:val="00800A69"/>
    <w:rsid w:val="00800FF9"/>
    <w:rsid w:val="00801072"/>
    <w:rsid w:val="008012D9"/>
    <w:rsid w:val="008018DF"/>
    <w:rsid w:val="00801941"/>
    <w:rsid w:val="00802468"/>
    <w:rsid w:val="008028D7"/>
    <w:rsid w:val="00802B2E"/>
    <w:rsid w:val="00802E2E"/>
    <w:rsid w:val="00802EAA"/>
    <w:rsid w:val="00803050"/>
    <w:rsid w:val="008032D0"/>
    <w:rsid w:val="008035D5"/>
    <w:rsid w:val="008036F6"/>
    <w:rsid w:val="0080373A"/>
    <w:rsid w:val="00803C1A"/>
    <w:rsid w:val="00803FA6"/>
    <w:rsid w:val="0080405B"/>
    <w:rsid w:val="0080420A"/>
    <w:rsid w:val="008043E5"/>
    <w:rsid w:val="008044CB"/>
    <w:rsid w:val="008044EE"/>
    <w:rsid w:val="0080451B"/>
    <w:rsid w:val="008046D7"/>
    <w:rsid w:val="008046EB"/>
    <w:rsid w:val="00804840"/>
    <w:rsid w:val="00804880"/>
    <w:rsid w:val="00804B36"/>
    <w:rsid w:val="00804D74"/>
    <w:rsid w:val="00804F2F"/>
    <w:rsid w:val="0080504D"/>
    <w:rsid w:val="008050F4"/>
    <w:rsid w:val="008052A4"/>
    <w:rsid w:val="00805338"/>
    <w:rsid w:val="008056C6"/>
    <w:rsid w:val="0080579E"/>
    <w:rsid w:val="008058FD"/>
    <w:rsid w:val="008061E5"/>
    <w:rsid w:val="00806218"/>
    <w:rsid w:val="008069D0"/>
    <w:rsid w:val="00806CB3"/>
    <w:rsid w:val="0080722B"/>
    <w:rsid w:val="008072B5"/>
    <w:rsid w:val="00807463"/>
    <w:rsid w:val="00807784"/>
    <w:rsid w:val="008079C4"/>
    <w:rsid w:val="00807E23"/>
    <w:rsid w:val="00810512"/>
    <w:rsid w:val="00810613"/>
    <w:rsid w:val="0081070F"/>
    <w:rsid w:val="00810A41"/>
    <w:rsid w:val="00811091"/>
    <w:rsid w:val="00811362"/>
    <w:rsid w:val="008114C3"/>
    <w:rsid w:val="008115BA"/>
    <w:rsid w:val="008118CB"/>
    <w:rsid w:val="008119E7"/>
    <w:rsid w:val="00811ADD"/>
    <w:rsid w:val="00811E16"/>
    <w:rsid w:val="008120C8"/>
    <w:rsid w:val="0081212E"/>
    <w:rsid w:val="008126A3"/>
    <w:rsid w:val="008128C4"/>
    <w:rsid w:val="00812B97"/>
    <w:rsid w:val="00812B99"/>
    <w:rsid w:val="008134A8"/>
    <w:rsid w:val="008135A5"/>
    <w:rsid w:val="00813F65"/>
    <w:rsid w:val="0081492B"/>
    <w:rsid w:val="0081499A"/>
    <w:rsid w:val="008152D8"/>
    <w:rsid w:val="008153B0"/>
    <w:rsid w:val="00815440"/>
    <w:rsid w:val="00815A40"/>
    <w:rsid w:val="00815C01"/>
    <w:rsid w:val="00815D3B"/>
    <w:rsid w:val="00815D77"/>
    <w:rsid w:val="00815FC0"/>
    <w:rsid w:val="008162EE"/>
    <w:rsid w:val="00816481"/>
    <w:rsid w:val="00816BB8"/>
    <w:rsid w:val="00816C0B"/>
    <w:rsid w:val="00816D67"/>
    <w:rsid w:val="00816EE6"/>
    <w:rsid w:val="00816FBC"/>
    <w:rsid w:val="0081731E"/>
    <w:rsid w:val="0081758C"/>
    <w:rsid w:val="00817618"/>
    <w:rsid w:val="00817637"/>
    <w:rsid w:val="00817B2F"/>
    <w:rsid w:val="0082053D"/>
    <w:rsid w:val="008207A2"/>
    <w:rsid w:val="008208AA"/>
    <w:rsid w:val="00821199"/>
    <w:rsid w:val="00821339"/>
    <w:rsid w:val="0082159C"/>
    <w:rsid w:val="00821C83"/>
    <w:rsid w:val="00821D4E"/>
    <w:rsid w:val="00821E0C"/>
    <w:rsid w:val="0082209F"/>
    <w:rsid w:val="008221C6"/>
    <w:rsid w:val="008223F1"/>
    <w:rsid w:val="008227FE"/>
    <w:rsid w:val="00822EB4"/>
    <w:rsid w:val="00822FAD"/>
    <w:rsid w:val="00822FFC"/>
    <w:rsid w:val="00823274"/>
    <w:rsid w:val="00823296"/>
    <w:rsid w:val="008235E0"/>
    <w:rsid w:val="008243BB"/>
    <w:rsid w:val="0082451B"/>
    <w:rsid w:val="00824C59"/>
    <w:rsid w:val="00824CB4"/>
    <w:rsid w:val="00824CC0"/>
    <w:rsid w:val="00824F8D"/>
    <w:rsid w:val="00825176"/>
    <w:rsid w:val="00825184"/>
    <w:rsid w:val="008253CE"/>
    <w:rsid w:val="00825A36"/>
    <w:rsid w:val="00825B20"/>
    <w:rsid w:val="00825FA5"/>
    <w:rsid w:val="00826369"/>
    <w:rsid w:val="008263B4"/>
    <w:rsid w:val="00826656"/>
    <w:rsid w:val="008268CA"/>
    <w:rsid w:val="008273D1"/>
    <w:rsid w:val="00827544"/>
    <w:rsid w:val="00827974"/>
    <w:rsid w:val="00827FC1"/>
    <w:rsid w:val="00830197"/>
    <w:rsid w:val="0083036A"/>
    <w:rsid w:val="00830A4C"/>
    <w:rsid w:val="00830B77"/>
    <w:rsid w:val="00830BBF"/>
    <w:rsid w:val="00830BC2"/>
    <w:rsid w:val="00830D4E"/>
    <w:rsid w:val="00830DFF"/>
    <w:rsid w:val="00830F6F"/>
    <w:rsid w:val="00831158"/>
    <w:rsid w:val="00831166"/>
    <w:rsid w:val="008312E2"/>
    <w:rsid w:val="00831441"/>
    <w:rsid w:val="0083163D"/>
    <w:rsid w:val="008318F7"/>
    <w:rsid w:val="00832051"/>
    <w:rsid w:val="00832368"/>
    <w:rsid w:val="008327C0"/>
    <w:rsid w:val="008327EA"/>
    <w:rsid w:val="00832BD3"/>
    <w:rsid w:val="00832D63"/>
    <w:rsid w:val="00832E1A"/>
    <w:rsid w:val="00833149"/>
    <w:rsid w:val="0083327C"/>
    <w:rsid w:val="00833301"/>
    <w:rsid w:val="0083376C"/>
    <w:rsid w:val="00833846"/>
    <w:rsid w:val="008340F3"/>
    <w:rsid w:val="00834222"/>
    <w:rsid w:val="00834ADA"/>
    <w:rsid w:val="00834E86"/>
    <w:rsid w:val="00834EA3"/>
    <w:rsid w:val="008350C7"/>
    <w:rsid w:val="008351BD"/>
    <w:rsid w:val="008356CE"/>
    <w:rsid w:val="008357F6"/>
    <w:rsid w:val="00835CB1"/>
    <w:rsid w:val="00835D29"/>
    <w:rsid w:val="00835D3D"/>
    <w:rsid w:val="00835E2F"/>
    <w:rsid w:val="0083662A"/>
    <w:rsid w:val="008373F7"/>
    <w:rsid w:val="008378D4"/>
    <w:rsid w:val="0083797B"/>
    <w:rsid w:val="00837D76"/>
    <w:rsid w:val="00837FBE"/>
    <w:rsid w:val="0084065A"/>
    <w:rsid w:val="00840A98"/>
    <w:rsid w:val="00840FCF"/>
    <w:rsid w:val="0084101F"/>
    <w:rsid w:val="0084160D"/>
    <w:rsid w:val="00841859"/>
    <w:rsid w:val="00842071"/>
    <w:rsid w:val="00842DDE"/>
    <w:rsid w:val="00842FDC"/>
    <w:rsid w:val="00843456"/>
    <w:rsid w:val="008434E6"/>
    <w:rsid w:val="008435BA"/>
    <w:rsid w:val="00843B8F"/>
    <w:rsid w:val="0084414A"/>
    <w:rsid w:val="008452AA"/>
    <w:rsid w:val="008454D2"/>
    <w:rsid w:val="008455E0"/>
    <w:rsid w:val="00845D2A"/>
    <w:rsid w:val="00845F45"/>
    <w:rsid w:val="00846AF0"/>
    <w:rsid w:val="00846DCD"/>
    <w:rsid w:val="00846F9F"/>
    <w:rsid w:val="008474A8"/>
    <w:rsid w:val="00847959"/>
    <w:rsid w:val="00847C47"/>
    <w:rsid w:val="00847E41"/>
    <w:rsid w:val="008500CE"/>
    <w:rsid w:val="0085078C"/>
    <w:rsid w:val="00850908"/>
    <w:rsid w:val="008510AE"/>
    <w:rsid w:val="0085113F"/>
    <w:rsid w:val="00851562"/>
    <w:rsid w:val="00851575"/>
    <w:rsid w:val="00851BBA"/>
    <w:rsid w:val="0085210A"/>
    <w:rsid w:val="00852278"/>
    <w:rsid w:val="0085233A"/>
    <w:rsid w:val="008527BA"/>
    <w:rsid w:val="008529AD"/>
    <w:rsid w:val="00852C8A"/>
    <w:rsid w:val="00853145"/>
    <w:rsid w:val="0085317F"/>
    <w:rsid w:val="00853260"/>
    <w:rsid w:val="00853285"/>
    <w:rsid w:val="008536CF"/>
    <w:rsid w:val="008538A0"/>
    <w:rsid w:val="0085398A"/>
    <w:rsid w:val="00853D37"/>
    <w:rsid w:val="00853FB7"/>
    <w:rsid w:val="00854347"/>
    <w:rsid w:val="00854639"/>
    <w:rsid w:val="008546C4"/>
    <w:rsid w:val="00854852"/>
    <w:rsid w:val="0085492F"/>
    <w:rsid w:val="00854A09"/>
    <w:rsid w:val="00854BE4"/>
    <w:rsid w:val="00854C60"/>
    <w:rsid w:val="00854E13"/>
    <w:rsid w:val="008568BB"/>
    <w:rsid w:val="00856996"/>
    <w:rsid w:val="00856B97"/>
    <w:rsid w:val="00856D20"/>
    <w:rsid w:val="0085719D"/>
    <w:rsid w:val="008573DF"/>
    <w:rsid w:val="00857496"/>
    <w:rsid w:val="008574EF"/>
    <w:rsid w:val="0085777C"/>
    <w:rsid w:val="008578C2"/>
    <w:rsid w:val="00857FCD"/>
    <w:rsid w:val="00860430"/>
    <w:rsid w:val="00860875"/>
    <w:rsid w:val="008608EC"/>
    <w:rsid w:val="00860925"/>
    <w:rsid w:val="00860B80"/>
    <w:rsid w:val="00860B8A"/>
    <w:rsid w:val="00860C18"/>
    <w:rsid w:val="0086139C"/>
    <w:rsid w:val="00861440"/>
    <w:rsid w:val="00861A5B"/>
    <w:rsid w:val="00861C96"/>
    <w:rsid w:val="008627E1"/>
    <w:rsid w:val="00862899"/>
    <w:rsid w:val="00862A4F"/>
    <w:rsid w:val="00862A91"/>
    <w:rsid w:val="00863190"/>
    <w:rsid w:val="00863347"/>
    <w:rsid w:val="00863E3D"/>
    <w:rsid w:val="0086434D"/>
    <w:rsid w:val="008643F8"/>
    <w:rsid w:val="00864740"/>
    <w:rsid w:val="008648C2"/>
    <w:rsid w:val="00864999"/>
    <w:rsid w:val="00864B56"/>
    <w:rsid w:val="008658C0"/>
    <w:rsid w:val="008659AA"/>
    <w:rsid w:val="00865B4B"/>
    <w:rsid w:val="00865DDE"/>
    <w:rsid w:val="00865EB4"/>
    <w:rsid w:val="008660F6"/>
    <w:rsid w:val="008661C2"/>
    <w:rsid w:val="0086634F"/>
    <w:rsid w:val="00866500"/>
    <w:rsid w:val="00866834"/>
    <w:rsid w:val="00866AEC"/>
    <w:rsid w:val="0086749A"/>
    <w:rsid w:val="008677AE"/>
    <w:rsid w:val="00867C0B"/>
    <w:rsid w:val="00867C87"/>
    <w:rsid w:val="00867DFA"/>
    <w:rsid w:val="00867EA0"/>
    <w:rsid w:val="00867EE8"/>
    <w:rsid w:val="00867FA9"/>
    <w:rsid w:val="0087041D"/>
    <w:rsid w:val="0087059E"/>
    <w:rsid w:val="008707F4"/>
    <w:rsid w:val="008708DC"/>
    <w:rsid w:val="00870AAB"/>
    <w:rsid w:val="00870BBA"/>
    <w:rsid w:val="00870CE9"/>
    <w:rsid w:val="00870D89"/>
    <w:rsid w:val="0087102D"/>
    <w:rsid w:val="0087138D"/>
    <w:rsid w:val="00871984"/>
    <w:rsid w:val="00871A21"/>
    <w:rsid w:val="008721B2"/>
    <w:rsid w:val="008727EC"/>
    <w:rsid w:val="00872AF7"/>
    <w:rsid w:val="00872B26"/>
    <w:rsid w:val="00872CDB"/>
    <w:rsid w:val="00872EE4"/>
    <w:rsid w:val="00873603"/>
    <w:rsid w:val="008736F1"/>
    <w:rsid w:val="00873773"/>
    <w:rsid w:val="008743A9"/>
    <w:rsid w:val="00874F52"/>
    <w:rsid w:val="00875A13"/>
    <w:rsid w:val="00875E45"/>
    <w:rsid w:val="0087603D"/>
    <w:rsid w:val="00876275"/>
    <w:rsid w:val="00876378"/>
    <w:rsid w:val="00876567"/>
    <w:rsid w:val="00876620"/>
    <w:rsid w:val="00876832"/>
    <w:rsid w:val="00876869"/>
    <w:rsid w:val="00876B5C"/>
    <w:rsid w:val="00876CA2"/>
    <w:rsid w:val="00876F7E"/>
    <w:rsid w:val="008771B1"/>
    <w:rsid w:val="00877694"/>
    <w:rsid w:val="00877AED"/>
    <w:rsid w:val="00877D78"/>
    <w:rsid w:val="00877D9B"/>
    <w:rsid w:val="00880026"/>
    <w:rsid w:val="00880052"/>
    <w:rsid w:val="008800A5"/>
    <w:rsid w:val="008803A4"/>
    <w:rsid w:val="008805C3"/>
    <w:rsid w:val="008809B0"/>
    <w:rsid w:val="00880A56"/>
    <w:rsid w:val="00880D20"/>
    <w:rsid w:val="008810AC"/>
    <w:rsid w:val="00881976"/>
    <w:rsid w:val="00881D3E"/>
    <w:rsid w:val="00881D8A"/>
    <w:rsid w:val="00881E44"/>
    <w:rsid w:val="0088275A"/>
    <w:rsid w:val="00882901"/>
    <w:rsid w:val="00882A3D"/>
    <w:rsid w:val="00882BB6"/>
    <w:rsid w:val="00882BD8"/>
    <w:rsid w:val="00882CA4"/>
    <w:rsid w:val="008830C1"/>
    <w:rsid w:val="008832D5"/>
    <w:rsid w:val="0088332D"/>
    <w:rsid w:val="00883929"/>
    <w:rsid w:val="0088393A"/>
    <w:rsid w:val="008839A3"/>
    <w:rsid w:val="008839A4"/>
    <w:rsid w:val="00883CE2"/>
    <w:rsid w:val="0088411B"/>
    <w:rsid w:val="008847B3"/>
    <w:rsid w:val="008848D3"/>
    <w:rsid w:val="00884A2B"/>
    <w:rsid w:val="00885289"/>
    <w:rsid w:val="00885291"/>
    <w:rsid w:val="0088532E"/>
    <w:rsid w:val="008857A5"/>
    <w:rsid w:val="00885863"/>
    <w:rsid w:val="008859F2"/>
    <w:rsid w:val="00885A38"/>
    <w:rsid w:val="00885D91"/>
    <w:rsid w:val="0088665F"/>
    <w:rsid w:val="0088686C"/>
    <w:rsid w:val="008875D2"/>
    <w:rsid w:val="00887706"/>
    <w:rsid w:val="00887782"/>
    <w:rsid w:val="00887858"/>
    <w:rsid w:val="00887888"/>
    <w:rsid w:val="00887DB5"/>
    <w:rsid w:val="00890097"/>
    <w:rsid w:val="008901D2"/>
    <w:rsid w:val="00890492"/>
    <w:rsid w:val="008906BF"/>
    <w:rsid w:val="00890854"/>
    <w:rsid w:val="0089092E"/>
    <w:rsid w:val="00890D4E"/>
    <w:rsid w:val="00890FED"/>
    <w:rsid w:val="0089102E"/>
    <w:rsid w:val="00891C4C"/>
    <w:rsid w:val="00891FEA"/>
    <w:rsid w:val="0089208B"/>
    <w:rsid w:val="0089258C"/>
    <w:rsid w:val="00892BDC"/>
    <w:rsid w:val="00892BDF"/>
    <w:rsid w:val="00892C24"/>
    <w:rsid w:val="008930A5"/>
    <w:rsid w:val="0089385E"/>
    <w:rsid w:val="008939C1"/>
    <w:rsid w:val="00893B6B"/>
    <w:rsid w:val="00893FD6"/>
    <w:rsid w:val="008942A5"/>
    <w:rsid w:val="008944CC"/>
    <w:rsid w:val="00894B87"/>
    <w:rsid w:val="00894D65"/>
    <w:rsid w:val="00895036"/>
    <w:rsid w:val="00895403"/>
    <w:rsid w:val="008957A1"/>
    <w:rsid w:val="00895B19"/>
    <w:rsid w:val="00895BA1"/>
    <w:rsid w:val="00895C36"/>
    <w:rsid w:val="00895C4A"/>
    <w:rsid w:val="00895D0B"/>
    <w:rsid w:val="00895F9B"/>
    <w:rsid w:val="00895FFE"/>
    <w:rsid w:val="00896115"/>
    <w:rsid w:val="008968D6"/>
    <w:rsid w:val="00896A13"/>
    <w:rsid w:val="00896D26"/>
    <w:rsid w:val="00896E50"/>
    <w:rsid w:val="00896F56"/>
    <w:rsid w:val="0089712D"/>
    <w:rsid w:val="00897150"/>
    <w:rsid w:val="00897310"/>
    <w:rsid w:val="00897346"/>
    <w:rsid w:val="0089745D"/>
    <w:rsid w:val="00897EAE"/>
    <w:rsid w:val="008A0183"/>
    <w:rsid w:val="008A14E1"/>
    <w:rsid w:val="008A18FF"/>
    <w:rsid w:val="008A1DE8"/>
    <w:rsid w:val="008A22C9"/>
    <w:rsid w:val="008A2618"/>
    <w:rsid w:val="008A2867"/>
    <w:rsid w:val="008A2AB7"/>
    <w:rsid w:val="008A2CEA"/>
    <w:rsid w:val="008A2D28"/>
    <w:rsid w:val="008A2F49"/>
    <w:rsid w:val="008A31C0"/>
    <w:rsid w:val="008A31DE"/>
    <w:rsid w:val="008A35A0"/>
    <w:rsid w:val="008A35E0"/>
    <w:rsid w:val="008A3A98"/>
    <w:rsid w:val="008A3B95"/>
    <w:rsid w:val="008A3F7C"/>
    <w:rsid w:val="008A3F7E"/>
    <w:rsid w:val="008A440F"/>
    <w:rsid w:val="008A4442"/>
    <w:rsid w:val="008A466A"/>
    <w:rsid w:val="008A4769"/>
    <w:rsid w:val="008A4A77"/>
    <w:rsid w:val="008A4B07"/>
    <w:rsid w:val="008A513C"/>
    <w:rsid w:val="008A531C"/>
    <w:rsid w:val="008A54E6"/>
    <w:rsid w:val="008A59F3"/>
    <w:rsid w:val="008A5DE7"/>
    <w:rsid w:val="008A5FBF"/>
    <w:rsid w:val="008A61C2"/>
    <w:rsid w:val="008A63A6"/>
    <w:rsid w:val="008A66DE"/>
    <w:rsid w:val="008A6763"/>
    <w:rsid w:val="008A6BA3"/>
    <w:rsid w:val="008A6C6F"/>
    <w:rsid w:val="008A6E15"/>
    <w:rsid w:val="008A6ECD"/>
    <w:rsid w:val="008A6FAE"/>
    <w:rsid w:val="008A7045"/>
    <w:rsid w:val="008A73F0"/>
    <w:rsid w:val="008A74B1"/>
    <w:rsid w:val="008A784E"/>
    <w:rsid w:val="008A7D29"/>
    <w:rsid w:val="008A7DA1"/>
    <w:rsid w:val="008A7E3E"/>
    <w:rsid w:val="008A7FE6"/>
    <w:rsid w:val="008B00E1"/>
    <w:rsid w:val="008B04ED"/>
    <w:rsid w:val="008B0592"/>
    <w:rsid w:val="008B0678"/>
    <w:rsid w:val="008B0762"/>
    <w:rsid w:val="008B0922"/>
    <w:rsid w:val="008B0A78"/>
    <w:rsid w:val="008B0CA2"/>
    <w:rsid w:val="008B0CF6"/>
    <w:rsid w:val="008B0F8F"/>
    <w:rsid w:val="008B1A5F"/>
    <w:rsid w:val="008B2127"/>
    <w:rsid w:val="008B2324"/>
    <w:rsid w:val="008B25F4"/>
    <w:rsid w:val="008B25FC"/>
    <w:rsid w:val="008B278E"/>
    <w:rsid w:val="008B27E1"/>
    <w:rsid w:val="008B27FA"/>
    <w:rsid w:val="008B2D6D"/>
    <w:rsid w:val="008B3344"/>
    <w:rsid w:val="008B3906"/>
    <w:rsid w:val="008B3BE3"/>
    <w:rsid w:val="008B4432"/>
    <w:rsid w:val="008B4A20"/>
    <w:rsid w:val="008B4E9F"/>
    <w:rsid w:val="008B5066"/>
    <w:rsid w:val="008B51E6"/>
    <w:rsid w:val="008B542F"/>
    <w:rsid w:val="008B54B1"/>
    <w:rsid w:val="008B5526"/>
    <w:rsid w:val="008B5AD8"/>
    <w:rsid w:val="008B5E5D"/>
    <w:rsid w:val="008B5ED1"/>
    <w:rsid w:val="008B6341"/>
    <w:rsid w:val="008B6529"/>
    <w:rsid w:val="008B66C4"/>
    <w:rsid w:val="008B69D4"/>
    <w:rsid w:val="008B7796"/>
    <w:rsid w:val="008B77E7"/>
    <w:rsid w:val="008B7919"/>
    <w:rsid w:val="008B7C82"/>
    <w:rsid w:val="008B7DBD"/>
    <w:rsid w:val="008B7E22"/>
    <w:rsid w:val="008C064C"/>
    <w:rsid w:val="008C0657"/>
    <w:rsid w:val="008C0755"/>
    <w:rsid w:val="008C095E"/>
    <w:rsid w:val="008C096B"/>
    <w:rsid w:val="008C0A32"/>
    <w:rsid w:val="008C0AB5"/>
    <w:rsid w:val="008C0E20"/>
    <w:rsid w:val="008C0E70"/>
    <w:rsid w:val="008C1253"/>
    <w:rsid w:val="008C150C"/>
    <w:rsid w:val="008C1557"/>
    <w:rsid w:val="008C157E"/>
    <w:rsid w:val="008C17AE"/>
    <w:rsid w:val="008C1A69"/>
    <w:rsid w:val="008C1B76"/>
    <w:rsid w:val="008C1CBF"/>
    <w:rsid w:val="008C1FFA"/>
    <w:rsid w:val="008C2231"/>
    <w:rsid w:val="008C257A"/>
    <w:rsid w:val="008C26A7"/>
    <w:rsid w:val="008C2733"/>
    <w:rsid w:val="008C29D8"/>
    <w:rsid w:val="008C2C6C"/>
    <w:rsid w:val="008C2D78"/>
    <w:rsid w:val="008C2F5D"/>
    <w:rsid w:val="008C3513"/>
    <w:rsid w:val="008C369E"/>
    <w:rsid w:val="008C38E4"/>
    <w:rsid w:val="008C3A22"/>
    <w:rsid w:val="008C3DB8"/>
    <w:rsid w:val="008C43A2"/>
    <w:rsid w:val="008C4664"/>
    <w:rsid w:val="008C4A7F"/>
    <w:rsid w:val="008C4B5D"/>
    <w:rsid w:val="008C4D50"/>
    <w:rsid w:val="008C5173"/>
    <w:rsid w:val="008C51A8"/>
    <w:rsid w:val="008C5242"/>
    <w:rsid w:val="008C5486"/>
    <w:rsid w:val="008C58CC"/>
    <w:rsid w:val="008C5B26"/>
    <w:rsid w:val="008C5B62"/>
    <w:rsid w:val="008C5D93"/>
    <w:rsid w:val="008C614A"/>
    <w:rsid w:val="008C64C3"/>
    <w:rsid w:val="008C6D88"/>
    <w:rsid w:val="008C6D89"/>
    <w:rsid w:val="008C707D"/>
    <w:rsid w:val="008C7121"/>
    <w:rsid w:val="008C72C7"/>
    <w:rsid w:val="008C738F"/>
    <w:rsid w:val="008C7731"/>
    <w:rsid w:val="008C77F9"/>
    <w:rsid w:val="008C7A97"/>
    <w:rsid w:val="008C7B76"/>
    <w:rsid w:val="008C7F9B"/>
    <w:rsid w:val="008D02E0"/>
    <w:rsid w:val="008D0533"/>
    <w:rsid w:val="008D0557"/>
    <w:rsid w:val="008D0769"/>
    <w:rsid w:val="008D0868"/>
    <w:rsid w:val="008D0CC0"/>
    <w:rsid w:val="008D0ED3"/>
    <w:rsid w:val="008D0F36"/>
    <w:rsid w:val="008D0FE3"/>
    <w:rsid w:val="008D11E2"/>
    <w:rsid w:val="008D1207"/>
    <w:rsid w:val="008D14E6"/>
    <w:rsid w:val="008D1578"/>
    <w:rsid w:val="008D167B"/>
    <w:rsid w:val="008D1A8B"/>
    <w:rsid w:val="008D1A96"/>
    <w:rsid w:val="008D1BA5"/>
    <w:rsid w:val="008D2024"/>
    <w:rsid w:val="008D2049"/>
    <w:rsid w:val="008D2470"/>
    <w:rsid w:val="008D27E6"/>
    <w:rsid w:val="008D29CA"/>
    <w:rsid w:val="008D2E0B"/>
    <w:rsid w:val="008D2E76"/>
    <w:rsid w:val="008D2FA2"/>
    <w:rsid w:val="008D2FBB"/>
    <w:rsid w:val="008D34F8"/>
    <w:rsid w:val="008D3A58"/>
    <w:rsid w:val="008D470C"/>
    <w:rsid w:val="008D49AC"/>
    <w:rsid w:val="008D4A84"/>
    <w:rsid w:val="008D4E5B"/>
    <w:rsid w:val="008D4F1F"/>
    <w:rsid w:val="008D5018"/>
    <w:rsid w:val="008D52A4"/>
    <w:rsid w:val="008D5366"/>
    <w:rsid w:val="008D5420"/>
    <w:rsid w:val="008D54EA"/>
    <w:rsid w:val="008D59F6"/>
    <w:rsid w:val="008D5B94"/>
    <w:rsid w:val="008D5D91"/>
    <w:rsid w:val="008D5E27"/>
    <w:rsid w:val="008D6018"/>
    <w:rsid w:val="008D669E"/>
    <w:rsid w:val="008D6972"/>
    <w:rsid w:val="008D7120"/>
    <w:rsid w:val="008D7255"/>
    <w:rsid w:val="008D766B"/>
    <w:rsid w:val="008D7B89"/>
    <w:rsid w:val="008D7CA4"/>
    <w:rsid w:val="008D7D5D"/>
    <w:rsid w:val="008E0030"/>
    <w:rsid w:val="008E0134"/>
    <w:rsid w:val="008E0417"/>
    <w:rsid w:val="008E091D"/>
    <w:rsid w:val="008E0A93"/>
    <w:rsid w:val="008E0A9B"/>
    <w:rsid w:val="008E0D3D"/>
    <w:rsid w:val="008E0FFD"/>
    <w:rsid w:val="008E1196"/>
    <w:rsid w:val="008E15AA"/>
    <w:rsid w:val="008E1852"/>
    <w:rsid w:val="008E2075"/>
    <w:rsid w:val="008E2189"/>
    <w:rsid w:val="008E21BD"/>
    <w:rsid w:val="008E2701"/>
    <w:rsid w:val="008E28A2"/>
    <w:rsid w:val="008E2A85"/>
    <w:rsid w:val="008E2C23"/>
    <w:rsid w:val="008E2CD5"/>
    <w:rsid w:val="008E2D51"/>
    <w:rsid w:val="008E2F85"/>
    <w:rsid w:val="008E3308"/>
    <w:rsid w:val="008E3468"/>
    <w:rsid w:val="008E383A"/>
    <w:rsid w:val="008E3A57"/>
    <w:rsid w:val="008E3AB5"/>
    <w:rsid w:val="008E3BE2"/>
    <w:rsid w:val="008E3CEA"/>
    <w:rsid w:val="008E4090"/>
    <w:rsid w:val="008E4265"/>
    <w:rsid w:val="008E4411"/>
    <w:rsid w:val="008E44EC"/>
    <w:rsid w:val="008E4BA9"/>
    <w:rsid w:val="008E4C4E"/>
    <w:rsid w:val="008E4DAE"/>
    <w:rsid w:val="008E5078"/>
    <w:rsid w:val="008E512B"/>
    <w:rsid w:val="008E5142"/>
    <w:rsid w:val="008E519B"/>
    <w:rsid w:val="008E5478"/>
    <w:rsid w:val="008E55D5"/>
    <w:rsid w:val="008E57A6"/>
    <w:rsid w:val="008E57B5"/>
    <w:rsid w:val="008E5961"/>
    <w:rsid w:val="008E5964"/>
    <w:rsid w:val="008E5BFD"/>
    <w:rsid w:val="008E5EE3"/>
    <w:rsid w:val="008E6A6D"/>
    <w:rsid w:val="008E6A75"/>
    <w:rsid w:val="008E6C36"/>
    <w:rsid w:val="008E6C9E"/>
    <w:rsid w:val="008E6DB3"/>
    <w:rsid w:val="008E75B4"/>
    <w:rsid w:val="008E7EC0"/>
    <w:rsid w:val="008F0047"/>
    <w:rsid w:val="008F056C"/>
    <w:rsid w:val="008F06FB"/>
    <w:rsid w:val="008F08C2"/>
    <w:rsid w:val="008F0936"/>
    <w:rsid w:val="008F0F5A"/>
    <w:rsid w:val="008F0F68"/>
    <w:rsid w:val="008F1243"/>
    <w:rsid w:val="008F13E1"/>
    <w:rsid w:val="008F1556"/>
    <w:rsid w:val="008F1E96"/>
    <w:rsid w:val="008F1EDD"/>
    <w:rsid w:val="008F203F"/>
    <w:rsid w:val="008F2405"/>
    <w:rsid w:val="008F299D"/>
    <w:rsid w:val="008F32F3"/>
    <w:rsid w:val="008F332D"/>
    <w:rsid w:val="008F343B"/>
    <w:rsid w:val="008F345B"/>
    <w:rsid w:val="008F35ED"/>
    <w:rsid w:val="008F374A"/>
    <w:rsid w:val="008F38B2"/>
    <w:rsid w:val="008F39D5"/>
    <w:rsid w:val="008F39D7"/>
    <w:rsid w:val="008F3DF0"/>
    <w:rsid w:val="008F3E87"/>
    <w:rsid w:val="008F4003"/>
    <w:rsid w:val="008F4048"/>
    <w:rsid w:val="008F4780"/>
    <w:rsid w:val="008F4870"/>
    <w:rsid w:val="008F4C99"/>
    <w:rsid w:val="008F4D89"/>
    <w:rsid w:val="008F51FF"/>
    <w:rsid w:val="008F52A8"/>
    <w:rsid w:val="008F540F"/>
    <w:rsid w:val="008F5486"/>
    <w:rsid w:val="008F548E"/>
    <w:rsid w:val="008F56B1"/>
    <w:rsid w:val="008F5A58"/>
    <w:rsid w:val="008F60EE"/>
    <w:rsid w:val="008F6945"/>
    <w:rsid w:val="008F6AED"/>
    <w:rsid w:val="008F6C93"/>
    <w:rsid w:val="008F6EEE"/>
    <w:rsid w:val="008F74A0"/>
    <w:rsid w:val="008F769F"/>
    <w:rsid w:val="008F78D1"/>
    <w:rsid w:val="009000C8"/>
    <w:rsid w:val="009007CD"/>
    <w:rsid w:val="00900AE2"/>
    <w:rsid w:val="00900B82"/>
    <w:rsid w:val="00900F08"/>
    <w:rsid w:val="009017CC"/>
    <w:rsid w:val="009017D6"/>
    <w:rsid w:val="00902223"/>
    <w:rsid w:val="009023CE"/>
    <w:rsid w:val="009026E0"/>
    <w:rsid w:val="00902D61"/>
    <w:rsid w:val="00902D9D"/>
    <w:rsid w:val="0090305D"/>
    <w:rsid w:val="0090318B"/>
    <w:rsid w:val="0090318D"/>
    <w:rsid w:val="009031E0"/>
    <w:rsid w:val="009031FC"/>
    <w:rsid w:val="009032CC"/>
    <w:rsid w:val="0090331C"/>
    <w:rsid w:val="00903415"/>
    <w:rsid w:val="0090364C"/>
    <w:rsid w:val="0090378D"/>
    <w:rsid w:val="0090384C"/>
    <w:rsid w:val="009038FD"/>
    <w:rsid w:val="00903AC5"/>
    <w:rsid w:val="00903B36"/>
    <w:rsid w:val="009040B3"/>
    <w:rsid w:val="009041C9"/>
    <w:rsid w:val="00904249"/>
    <w:rsid w:val="009048A5"/>
    <w:rsid w:val="00904A65"/>
    <w:rsid w:val="00904B9D"/>
    <w:rsid w:val="00904EC5"/>
    <w:rsid w:val="00904EDF"/>
    <w:rsid w:val="00905135"/>
    <w:rsid w:val="009056EC"/>
    <w:rsid w:val="00905719"/>
    <w:rsid w:val="0090592F"/>
    <w:rsid w:val="00905B10"/>
    <w:rsid w:val="00905C37"/>
    <w:rsid w:val="009060CF"/>
    <w:rsid w:val="00906160"/>
    <w:rsid w:val="00906174"/>
    <w:rsid w:val="009061F5"/>
    <w:rsid w:val="009067F0"/>
    <w:rsid w:val="00907858"/>
    <w:rsid w:val="009079F2"/>
    <w:rsid w:val="00907FF3"/>
    <w:rsid w:val="0091049F"/>
    <w:rsid w:val="0091068A"/>
    <w:rsid w:val="00910AF7"/>
    <w:rsid w:val="00910E44"/>
    <w:rsid w:val="00911154"/>
    <w:rsid w:val="00911159"/>
    <w:rsid w:val="00911183"/>
    <w:rsid w:val="0091120B"/>
    <w:rsid w:val="009113CC"/>
    <w:rsid w:val="00911A46"/>
    <w:rsid w:val="00911AA3"/>
    <w:rsid w:val="00911BA0"/>
    <w:rsid w:val="00911D14"/>
    <w:rsid w:val="00911D78"/>
    <w:rsid w:val="00911E1C"/>
    <w:rsid w:val="00911FC9"/>
    <w:rsid w:val="00911FFF"/>
    <w:rsid w:val="009120D6"/>
    <w:rsid w:val="009129B5"/>
    <w:rsid w:val="00912A3C"/>
    <w:rsid w:val="00912B57"/>
    <w:rsid w:val="00912D35"/>
    <w:rsid w:val="0091370D"/>
    <w:rsid w:val="00913749"/>
    <w:rsid w:val="0091393E"/>
    <w:rsid w:val="00913F53"/>
    <w:rsid w:val="00914054"/>
    <w:rsid w:val="00914153"/>
    <w:rsid w:val="00914844"/>
    <w:rsid w:val="00915401"/>
    <w:rsid w:val="009154E2"/>
    <w:rsid w:val="00915502"/>
    <w:rsid w:val="00915821"/>
    <w:rsid w:val="0091595C"/>
    <w:rsid w:val="00915A91"/>
    <w:rsid w:val="00915C91"/>
    <w:rsid w:val="00915E5B"/>
    <w:rsid w:val="00915EDF"/>
    <w:rsid w:val="009160FE"/>
    <w:rsid w:val="0091620A"/>
    <w:rsid w:val="009163F7"/>
    <w:rsid w:val="00916A78"/>
    <w:rsid w:val="00916D75"/>
    <w:rsid w:val="00916DDD"/>
    <w:rsid w:val="00916EA7"/>
    <w:rsid w:val="00916F3B"/>
    <w:rsid w:val="009173E6"/>
    <w:rsid w:val="00917714"/>
    <w:rsid w:val="00917754"/>
    <w:rsid w:val="00920236"/>
    <w:rsid w:val="009203E9"/>
    <w:rsid w:val="0092040E"/>
    <w:rsid w:val="00920EA7"/>
    <w:rsid w:val="009210DB"/>
    <w:rsid w:val="00921636"/>
    <w:rsid w:val="00921793"/>
    <w:rsid w:val="00922010"/>
    <w:rsid w:val="00922059"/>
    <w:rsid w:val="0092212D"/>
    <w:rsid w:val="00922268"/>
    <w:rsid w:val="00922898"/>
    <w:rsid w:val="009228EC"/>
    <w:rsid w:val="0092290F"/>
    <w:rsid w:val="00922D1E"/>
    <w:rsid w:val="00922F8D"/>
    <w:rsid w:val="00923681"/>
    <w:rsid w:val="00923A87"/>
    <w:rsid w:val="00924546"/>
    <w:rsid w:val="009247F4"/>
    <w:rsid w:val="009249BB"/>
    <w:rsid w:val="00924D95"/>
    <w:rsid w:val="009252DF"/>
    <w:rsid w:val="00925464"/>
    <w:rsid w:val="00925898"/>
    <w:rsid w:val="00925C6B"/>
    <w:rsid w:val="009260DD"/>
    <w:rsid w:val="009261E5"/>
    <w:rsid w:val="00926557"/>
    <w:rsid w:val="00926731"/>
    <w:rsid w:val="00926A3C"/>
    <w:rsid w:val="00926AAE"/>
    <w:rsid w:val="00926C7F"/>
    <w:rsid w:val="00926CE4"/>
    <w:rsid w:val="00927007"/>
    <w:rsid w:val="00927127"/>
    <w:rsid w:val="00927216"/>
    <w:rsid w:val="0092736C"/>
    <w:rsid w:val="00927497"/>
    <w:rsid w:val="009276C0"/>
    <w:rsid w:val="00927917"/>
    <w:rsid w:val="00927CC1"/>
    <w:rsid w:val="00927D3D"/>
    <w:rsid w:val="0093010F"/>
    <w:rsid w:val="009301A5"/>
    <w:rsid w:val="009301FC"/>
    <w:rsid w:val="0093042E"/>
    <w:rsid w:val="0093068E"/>
    <w:rsid w:val="009309B4"/>
    <w:rsid w:val="00930C8B"/>
    <w:rsid w:val="00930D1E"/>
    <w:rsid w:val="00930DB6"/>
    <w:rsid w:val="009310B3"/>
    <w:rsid w:val="00931181"/>
    <w:rsid w:val="00931288"/>
    <w:rsid w:val="009312AD"/>
    <w:rsid w:val="009313DB"/>
    <w:rsid w:val="009315AC"/>
    <w:rsid w:val="009315C6"/>
    <w:rsid w:val="00931664"/>
    <w:rsid w:val="009316E4"/>
    <w:rsid w:val="00931721"/>
    <w:rsid w:val="009319B2"/>
    <w:rsid w:val="00931B3B"/>
    <w:rsid w:val="00931BC4"/>
    <w:rsid w:val="009320E1"/>
    <w:rsid w:val="0093232C"/>
    <w:rsid w:val="009323B7"/>
    <w:rsid w:val="00932631"/>
    <w:rsid w:val="00932683"/>
    <w:rsid w:val="009326AC"/>
    <w:rsid w:val="009326C6"/>
    <w:rsid w:val="0093274E"/>
    <w:rsid w:val="009327BB"/>
    <w:rsid w:val="00932BB3"/>
    <w:rsid w:val="00932E7D"/>
    <w:rsid w:val="00932F87"/>
    <w:rsid w:val="00932FC6"/>
    <w:rsid w:val="00932FFC"/>
    <w:rsid w:val="00933303"/>
    <w:rsid w:val="009337B1"/>
    <w:rsid w:val="009337D1"/>
    <w:rsid w:val="009337D6"/>
    <w:rsid w:val="009339DA"/>
    <w:rsid w:val="00933A1E"/>
    <w:rsid w:val="00933ABD"/>
    <w:rsid w:val="00933D21"/>
    <w:rsid w:val="00933EB3"/>
    <w:rsid w:val="00933FF7"/>
    <w:rsid w:val="0093402E"/>
    <w:rsid w:val="00934840"/>
    <w:rsid w:val="00934A54"/>
    <w:rsid w:val="00934BFC"/>
    <w:rsid w:val="00935912"/>
    <w:rsid w:val="00936077"/>
    <w:rsid w:val="00936483"/>
    <w:rsid w:val="009368AA"/>
    <w:rsid w:val="009368CB"/>
    <w:rsid w:val="00936B72"/>
    <w:rsid w:val="00936BD8"/>
    <w:rsid w:val="00936D4D"/>
    <w:rsid w:val="00936FA8"/>
    <w:rsid w:val="0093702C"/>
    <w:rsid w:val="009374B0"/>
    <w:rsid w:val="009374B3"/>
    <w:rsid w:val="00937644"/>
    <w:rsid w:val="00937659"/>
    <w:rsid w:val="00937A07"/>
    <w:rsid w:val="009408B9"/>
    <w:rsid w:val="00940D5F"/>
    <w:rsid w:val="00941533"/>
    <w:rsid w:val="00941593"/>
    <w:rsid w:val="009415A6"/>
    <w:rsid w:val="009416F5"/>
    <w:rsid w:val="009417B6"/>
    <w:rsid w:val="00941A61"/>
    <w:rsid w:val="00941A9F"/>
    <w:rsid w:val="00941B1E"/>
    <w:rsid w:val="00941FDB"/>
    <w:rsid w:val="00941FF9"/>
    <w:rsid w:val="00942043"/>
    <w:rsid w:val="00942084"/>
    <w:rsid w:val="00942E28"/>
    <w:rsid w:val="009430C8"/>
    <w:rsid w:val="009431A1"/>
    <w:rsid w:val="009433A1"/>
    <w:rsid w:val="00943447"/>
    <w:rsid w:val="00943735"/>
    <w:rsid w:val="00943951"/>
    <w:rsid w:val="00943B97"/>
    <w:rsid w:val="00943C42"/>
    <w:rsid w:val="009442F7"/>
    <w:rsid w:val="00944361"/>
    <w:rsid w:val="009444FD"/>
    <w:rsid w:val="00944609"/>
    <w:rsid w:val="009446B3"/>
    <w:rsid w:val="009446FD"/>
    <w:rsid w:val="00944ADD"/>
    <w:rsid w:val="00944BCE"/>
    <w:rsid w:val="00944C2D"/>
    <w:rsid w:val="0094562D"/>
    <w:rsid w:val="0094583C"/>
    <w:rsid w:val="009459E7"/>
    <w:rsid w:val="00945ABD"/>
    <w:rsid w:val="00945D87"/>
    <w:rsid w:val="00945E66"/>
    <w:rsid w:val="0094632E"/>
    <w:rsid w:val="009464F2"/>
    <w:rsid w:val="0094690D"/>
    <w:rsid w:val="00946A72"/>
    <w:rsid w:val="00946B2F"/>
    <w:rsid w:val="00946C33"/>
    <w:rsid w:val="00946DBC"/>
    <w:rsid w:val="0094703D"/>
    <w:rsid w:val="00947078"/>
    <w:rsid w:val="00947273"/>
    <w:rsid w:val="0094752A"/>
    <w:rsid w:val="00947936"/>
    <w:rsid w:val="009479E3"/>
    <w:rsid w:val="00947BF8"/>
    <w:rsid w:val="00947EEB"/>
    <w:rsid w:val="009502AF"/>
    <w:rsid w:val="00950DCF"/>
    <w:rsid w:val="00950DF8"/>
    <w:rsid w:val="00950F66"/>
    <w:rsid w:val="00951227"/>
    <w:rsid w:val="0095198E"/>
    <w:rsid w:val="00951CE7"/>
    <w:rsid w:val="00952247"/>
    <w:rsid w:val="00952348"/>
    <w:rsid w:val="00952828"/>
    <w:rsid w:val="00952EF5"/>
    <w:rsid w:val="00952F43"/>
    <w:rsid w:val="00952FD8"/>
    <w:rsid w:val="009532EC"/>
    <w:rsid w:val="009534F8"/>
    <w:rsid w:val="009536E5"/>
    <w:rsid w:val="009538AE"/>
    <w:rsid w:val="009538C0"/>
    <w:rsid w:val="00953DD6"/>
    <w:rsid w:val="00953F9C"/>
    <w:rsid w:val="00953F9E"/>
    <w:rsid w:val="009542AC"/>
    <w:rsid w:val="00954666"/>
    <w:rsid w:val="00954913"/>
    <w:rsid w:val="00954B2C"/>
    <w:rsid w:val="009558D7"/>
    <w:rsid w:val="00955D7D"/>
    <w:rsid w:val="00955F60"/>
    <w:rsid w:val="00956076"/>
    <w:rsid w:val="009567C2"/>
    <w:rsid w:val="0095684E"/>
    <w:rsid w:val="00956BFF"/>
    <w:rsid w:val="0095730D"/>
    <w:rsid w:val="00957890"/>
    <w:rsid w:val="00957FCB"/>
    <w:rsid w:val="009601C0"/>
    <w:rsid w:val="00960943"/>
    <w:rsid w:val="00960C75"/>
    <w:rsid w:val="00960E3E"/>
    <w:rsid w:val="00960E79"/>
    <w:rsid w:val="00960F8C"/>
    <w:rsid w:val="00961330"/>
    <w:rsid w:val="009622B9"/>
    <w:rsid w:val="00962352"/>
    <w:rsid w:val="00962871"/>
    <w:rsid w:val="009629D1"/>
    <w:rsid w:val="00962A9B"/>
    <w:rsid w:val="00962C5D"/>
    <w:rsid w:val="00962C94"/>
    <w:rsid w:val="00962F09"/>
    <w:rsid w:val="0096337D"/>
    <w:rsid w:val="0096350E"/>
    <w:rsid w:val="00963601"/>
    <w:rsid w:val="00963887"/>
    <w:rsid w:val="009641A1"/>
    <w:rsid w:val="00964306"/>
    <w:rsid w:val="0096468E"/>
    <w:rsid w:val="00964927"/>
    <w:rsid w:val="00965003"/>
    <w:rsid w:val="00965330"/>
    <w:rsid w:val="0096549F"/>
    <w:rsid w:val="009654C4"/>
    <w:rsid w:val="009659DE"/>
    <w:rsid w:val="00965F2C"/>
    <w:rsid w:val="00966358"/>
    <w:rsid w:val="009666B9"/>
    <w:rsid w:val="009668D2"/>
    <w:rsid w:val="00966D1E"/>
    <w:rsid w:val="00967096"/>
    <w:rsid w:val="0096728B"/>
    <w:rsid w:val="00967497"/>
    <w:rsid w:val="009674AD"/>
    <w:rsid w:val="009675E0"/>
    <w:rsid w:val="009678A6"/>
    <w:rsid w:val="0096792A"/>
    <w:rsid w:val="00967AB2"/>
    <w:rsid w:val="00967BCC"/>
    <w:rsid w:val="00967D45"/>
    <w:rsid w:val="00967E1E"/>
    <w:rsid w:val="0097016F"/>
    <w:rsid w:val="009703D4"/>
    <w:rsid w:val="009705FF"/>
    <w:rsid w:val="00970D01"/>
    <w:rsid w:val="00970DC6"/>
    <w:rsid w:val="00970DE6"/>
    <w:rsid w:val="00970FA5"/>
    <w:rsid w:val="00971386"/>
    <w:rsid w:val="0097195D"/>
    <w:rsid w:val="00971DB9"/>
    <w:rsid w:val="00972281"/>
    <w:rsid w:val="009727D9"/>
    <w:rsid w:val="00972824"/>
    <w:rsid w:val="00972990"/>
    <w:rsid w:val="00973094"/>
    <w:rsid w:val="00973B54"/>
    <w:rsid w:val="009741E5"/>
    <w:rsid w:val="009749E6"/>
    <w:rsid w:val="00974BB2"/>
    <w:rsid w:val="00974D8D"/>
    <w:rsid w:val="00974DEA"/>
    <w:rsid w:val="00975225"/>
    <w:rsid w:val="009754A1"/>
    <w:rsid w:val="009755F1"/>
    <w:rsid w:val="00975EA9"/>
    <w:rsid w:val="00976252"/>
    <w:rsid w:val="00976262"/>
    <w:rsid w:val="009767B3"/>
    <w:rsid w:val="00976B0B"/>
    <w:rsid w:val="00976D85"/>
    <w:rsid w:val="00976FCE"/>
    <w:rsid w:val="0097725D"/>
    <w:rsid w:val="00977599"/>
    <w:rsid w:val="00977809"/>
    <w:rsid w:val="00977FF6"/>
    <w:rsid w:val="009802DC"/>
    <w:rsid w:val="00980656"/>
    <w:rsid w:val="00981268"/>
    <w:rsid w:val="0098160B"/>
    <w:rsid w:val="009816EC"/>
    <w:rsid w:val="00981B66"/>
    <w:rsid w:val="00981D2D"/>
    <w:rsid w:val="00981E1B"/>
    <w:rsid w:val="00981F8D"/>
    <w:rsid w:val="0098208E"/>
    <w:rsid w:val="0098226D"/>
    <w:rsid w:val="00982392"/>
    <w:rsid w:val="0098244A"/>
    <w:rsid w:val="0098248F"/>
    <w:rsid w:val="009826C6"/>
    <w:rsid w:val="009827D4"/>
    <w:rsid w:val="00982972"/>
    <w:rsid w:val="00982D1A"/>
    <w:rsid w:val="00982E55"/>
    <w:rsid w:val="00982EFF"/>
    <w:rsid w:val="009832A6"/>
    <w:rsid w:val="0098330B"/>
    <w:rsid w:val="0098338B"/>
    <w:rsid w:val="0098363B"/>
    <w:rsid w:val="0098393D"/>
    <w:rsid w:val="0098393F"/>
    <w:rsid w:val="00983A0E"/>
    <w:rsid w:val="00983B35"/>
    <w:rsid w:val="00983F9B"/>
    <w:rsid w:val="00984124"/>
    <w:rsid w:val="009842FA"/>
    <w:rsid w:val="00984418"/>
    <w:rsid w:val="0098449A"/>
    <w:rsid w:val="009848BE"/>
    <w:rsid w:val="00984B79"/>
    <w:rsid w:val="00984E8F"/>
    <w:rsid w:val="00984F69"/>
    <w:rsid w:val="0098532F"/>
    <w:rsid w:val="009854DD"/>
    <w:rsid w:val="00985A81"/>
    <w:rsid w:val="00985FB5"/>
    <w:rsid w:val="00986795"/>
    <w:rsid w:val="00986B15"/>
    <w:rsid w:val="00986C1A"/>
    <w:rsid w:val="00987332"/>
    <w:rsid w:val="0098764A"/>
    <w:rsid w:val="00987668"/>
    <w:rsid w:val="0098769D"/>
    <w:rsid w:val="0098771E"/>
    <w:rsid w:val="00987BED"/>
    <w:rsid w:val="00987C95"/>
    <w:rsid w:val="00987E66"/>
    <w:rsid w:val="009908F0"/>
    <w:rsid w:val="00990BE6"/>
    <w:rsid w:val="00990E2C"/>
    <w:rsid w:val="0099134B"/>
    <w:rsid w:val="0099143D"/>
    <w:rsid w:val="0099159F"/>
    <w:rsid w:val="00991855"/>
    <w:rsid w:val="00991A2D"/>
    <w:rsid w:val="00991B44"/>
    <w:rsid w:val="00991DEC"/>
    <w:rsid w:val="00991FF5"/>
    <w:rsid w:val="009927F4"/>
    <w:rsid w:val="0099295D"/>
    <w:rsid w:val="00992BFF"/>
    <w:rsid w:val="00992D45"/>
    <w:rsid w:val="00992DB3"/>
    <w:rsid w:val="00992F8C"/>
    <w:rsid w:val="009931C7"/>
    <w:rsid w:val="009931E0"/>
    <w:rsid w:val="00993478"/>
    <w:rsid w:val="009935E9"/>
    <w:rsid w:val="00993692"/>
    <w:rsid w:val="009936D0"/>
    <w:rsid w:val="00993A2E"/>
    <w:rsid w:val="00994030"/>
    <w:rsid w:val="0099424D"/>
    <w:rsid w:val="00994E73"/>
    <w:rsid w:val="00994FA2"/>
    <w:rsid w:val="009951EA"/>
    <w:rsid w:val="00995623"/>
    <w:rsid w:val="009959AA"/>
    <w:rsid w:val="00995B65"/>
    <w:rsid w:val="00995CFB"/>
    <w:rsid w:val="00995DE3"/>
    <w:rsid w:val="0099673C"/>
    <w:rsid w:val="009967C9"/>
    <w:rsid w:val="009968E8"/>
    <w:rsid w:val="009969F7"/>
    <w:rsid w:val="00996D32"/>
    <w:rsid w:val="00996D4A"/>
    <w:rsid w:val="00996E37"/>
    <w:rsid w:val="00996E6C"/>
    <w:rsid w:val="00997049"/>
    <w:rsid w:val="009970D9"/>
    <w:rsid w:val="009971EA"/>
    <w:rsid w:val="00997452"/>
    <w:rsid w:val="00997545"/>
    <w:rsid w:val="0099759B"/>
    <w:rsid w:val="009977BB"/>
    <w:rsid w:val="009979F5"/>
    <w:rsid w:val="00997CDB"/>
    <w:rsid w:val="00997FB1"/>
    <w:rsid w:val="009A0373"/>
    <w:rsid w:val="009A0571"/>
    <w:rsid w:val="009A062A"/>
    <w:rsid w:val="009A085D"/>
    <w:rsid w:val="009A0ADF"/>
    <w:rsid w:val="009A0E94"/>
    <w:rsid w:val="009A1090"/>
    <w:rsid w:val="009A13D0"/>
    <w:rsid w:val="009A1B65"/>
    <w:rsid w:val="009A1CBA"/>
    <w:rsid w:val="009A1CE7"/>
    <w:rsid w:val="009A1EB8"/>
    <w:rsid w:val="009A221F"/>
    <w:rsid w:val="009A222D"/>
    <w:rsid w:val="009A2566"/>
    <w:rsid w:val="009A2738"/>
    <w:rsid w:val="009A2810"/>
    <w:rsid w:val="009A2814"/>
    <w:rsid w:val="009A2873"/>
    <w:rsid w:val="009A296A"/>
    <w:rsid w:val="009A2FB3"/>
    <w:rsid w:val="009A3242"/>
    <w:rsid w:val="009A34FF"/>
    <w:rsid w:val="009A39ED"/>
    <w:rsid w:val="009A3C2A"/>
    <w:rsid w:val="009A3D15"/>
    <w:rsid w:val="009A3D47"/>
    <w:rsid w:val="009A44B8"/>
    <w:rsid w:val="009A4751"/>
    <w:rsid w:val="009A4BF7"/>
    <w:rsid w:val="009A4C46"/>
    <w:rsid w:val="009A4D44"/>
    <w:rsid w:val="009A4F42"/>
    <w:rsid w:val="009A500C"/>
    <w:rsid w:val="009A5898"/>
    <w:rsid w:val="009A5E57"/>
    <w:rsid w:val="009A6239"/>
    <w:rsid w:val="009A6494"/>
    <w:rsid w:val="009A656D"/>
    <w:rsid w:val="009A69A5"/>
    <w:rsid w:val="009A6B71"/>
    <w:rsid w:val="009A6E62"/>
    <w:rsid w:val="009A6FDA"/>
    <w:rsid w:val="009A7091"/>
    <w:rsid w:val="009A72F5"/>
    <w:rsid w:val="009A73C2"/>
    <w:rsid w:val="009A7846"/>
    <w:rsid w:val="009A7905"/>
    <w:rsid w:val="009A79CA"/>
    <w:rsid w:val="009A7B2D"/>
    <w:rsid w:val="009B060B"/>
    <w:rsid w:val="009B0705"/>
    <w:rsid w:val="009B0AD8"/>
    <w:rsid w:val="009B0C05"/>
    <w:rsid w:val="009B0DA2"/>
    <w:rsid w:val="009B188D"/>
    <w:rsid w:val="009B2157"/>
    <w:rsid w:val="009B217D"/>
    <w:rsid w:val="009B221E"/>
    <w:rsid w:val="009B2244"/>
    <w:rsid w:val="009B231A"/>
    <w:rsid w:val="009B2787"/>
    <w:rsid w:val="009B286A"/>
    <w:rsid w:val="009B2C1D"/>
    <w:rsid w:val="009B2F3A"/>
    <w:rsid w:val="009B2FA0"/>
    <w:rsid w:val="009B3248"/>
    <w:rsid w:val="009B36BE"/>
    <w:rsid w:val="009B3891"/>
    <w:rsid w:val="009B38E6"/>
    <w:rsid w:val="009B39C6"/>
    <w:rsid w:val="009B39D8"/>
    <w:rsid w:val="009B3E43"/>
    <w:rsid w:val="009B3FCA"/>
    <w:rsid w:val="009B40E2"/>
    <w:rsid w:val="009B42F9"/>
    <w:rsid w:val="009B4593"/>
    <w:rsid w:val="009B478C"/>
    <w:rsid w:val="009B479C"/>
    <w:rsid w:val="009B4884"/>
    <w:rsid w:val="009B49A4"/>
    <w:rsid w:val="009B4A3B"/>
    <w:rsid w:val="009B4A87"/>
    <w:rsid w:val="009B4AB4"/>
    <w:rsid w:val="009B4AE9"/>
    <w:rsid w:val="009B4B6A"/>
    <w:rsid w:val="009B4D15"/>
    <w:rsid w:val="009B4DB7"/>
    <w:rsid w:val="009B5038"/>
    <w:rsid w:val="009B508E"/>
    <w:rsid w:val="009B52EB"/>
    <w:rsid w:val="009B5780"/>
    <w:rsid w:val="009B583A"/>
    <w:rsid w:val="009B5D83"/>
    <w:rsid w:val="009B6029"/>
    <w:rsid w:val="009B721A"/>
    <w:rsid w:val="009B7B98"/>
    <w:rsid w:val="009B7CE8"/>
    <w:rsid w:val="009C00FC"/>
    <w:rsid w:val="009C0426"/>
    <w:rsid w:val="009C06CD"/>
    <w:rsid w:val="009C0729"/>
    <w:rsid w:val="009C0896"/>
    <w:rsid w:val="009C0C97"/>
    <w:rsid w:val="009C0E08"/>
    <w:rsid w:val="009C0EB4"/>
    <w:rsid w:val="009C0F7F"/>
    <w:rsid w:val="009C1409"/>
    <w:rsid w:val="009C1634"/>
    <w:rsid w:val="009C169A"/>
    <w:rsid w:val="009C17E7"/>
    <w:rsid w:val="009C1DF3"/>
    <w:rsid w:val="009C1FB3"/>
    <w:rsid w:val="009C235A"/>
    <w:rsid w:val="009C28AF"/>
    <w:rsid w:val="009C2FEA"/>
    <w:rsid w:val="009C3297"/>
    <w:rsid w:val="009C34DC"/>
    <w:rsid w:val="009C35D9"/>
    <w:rsid w:val="009C3AA2"/>
    <w:rsid w:val="009C3C0B"/>
    <w:rsid w:val="009C477B"/>
    <w:rsid w:val="009C480C"/>
    <w:rsid w:val="009C4987"/>
    <w:rsid w:val="009C4EC5"/>
    <w:rsid w:val="009C501B"/>
    <w:rsid w:val="009C516E"/>
    <w:rsid w:val="009C5270"/>
    <w:rsid w:val="009C52B4"/>
    <w:rsid w:val="009C5419"/>
    <w:rsid w:val="009C5801"/>
    <w:rsid w:val="009C60EF"/>
    <w:rsid w:val="009C618A"/>
    <w:rsid w:val="009C6299"/>
    <w:rsid w:val="009C65C2"/>
    <w:rsid w:val="009C673B"/>
    <w:rsid w:val="009C67D5"/>
    <w:rsid w:val="009C6A74"/>
    <w:rsid w:val="009C6D5F"/>
    <w:rsid w:val="009C6E42"/>
    <w:rsid w:val="009C70B6"/>
    <w:rsid w:val="009C7526"/>
    <w:rsid w:val="009C7B55"/>
    <w:rsid w:val="009C7B7D"/>
    <w:rsid w:val="009C7F77"/>
    <w:rsid w:val="009D009A"/>
    <w:rsid w:val="009D0EB6"/>
    <w:rsid w:val="009D1264"/>
    <w:rsid w:val="009D1295"/>
    <w:rsid w:val="009D1429"/>
    <w:rsid w:val="009D1983"/>
    <w:rsid w:val="009D1A99"/>
    <w:rsid w:val="009D1AC7"/>
    <w:rsid w:val="009D1EA9"/>
    <w:rsid w:val="009D212C"/>
    <w:rsid w:val="009D2364"/>
    <w:rsid w:val="009D24A8"/>
    <w:rsid w:val="009D2AC7"/>
    <w:rsid w:val="009D2AE2"/>
    <w:rsid w:val="009D2AF1"/>
    <w:rsid w:val="009D2D09"/>
    <w:rsid w:val="009D3B6D"/>
    <w:rsid w:val="009D3F2B"/>
    <w:rsid w:val="009D3FD2"/>
    <w:rsid w:val="009D4183"/>
    <w:rsid w:val="009D4189"/>
    <w:rsid w:val="009D4368"/>
    <w:rsid w:val="009D450D"/>
    <w:rsid w:val="009D4796"/>
    <w:rsid w:val="009D481B"/>
    <w:rsid w:val="009D4CA7"/>
    <w:rsid w:val="009D4CB5"/>
    <w:rsid w:val="009D4F71"/>
    <w:rsid w:val="009D53AE"/>
    <w:rsid w:val="009D5626"/>
    <w:rsid w:val="009D5657"/>
    <w:rsid w:val="009D59E3"/>
    <w:rsid w:val="009D5C9B"/>
    <w:rsid w:val="009D5F5C"/>
    <w:rsid w:val="009D6034"/>
    <w:rsid w:val="009D62F3"/>
    <w:rsid w:val="009D6501"/>
    <w:rsid w:val="009D6951"/>
    <w:rsid w:val="009D74D1"/>
    <w:rsid w:val="009D776F"/>
    <w:rsid w:val="009D7825"/>
    <w:rsid w:val="009D7EC9"/>
    <w:rsid w:val="009E0346"/>
    <w:rsid w:val="009E03FC"/>
    <w:rsid w:val="009E0449"/>
    <w:rsid w:val="009E0690"/>
    <w:rsid w:val="009E07FB"/>
    <w:rsid w:val="009E09A2"/>
    <w:rsid w:val="009E0AF0"/>
    <w:rsid w:val="009E0BC7"/>
    <w:rsid w:val="009E0D40"/>
    <w:rsid w:val="009E0E6D"/>
    <w:rsid w:val="009E1072"/>
    <w:rsid w:val="009E136B"/>
    <w:rsid w:val="009E164F"/>
    <w:rsid w:val="009E168F"/>
    <w:rsid w:val="009E16D4"/>
    <w:rsid w:val="009E17EE"/>
    <w:rsid w:val="009E1900"/>
    <w:rsid w:val="009E1A42"/>
    <w:rsid w:val="009E1B9C"/>
    <w:rsid w:val="009E2253"/>
    <w:rsid w:val="009E22FB"/>
    <w:rsid w:val="009E2573"/>
    <w:rsid w:val="009E2596"/>
    <w:rsid w:val="009E25A5"/>
    <w:rsid w:val="009E26FB"/>
    <w:rsid w:val="009E2C67"/>
    <w:rsid w:val="009E2DF7"/>
    <w:rsid w:val="009E3061"/>
    <w:rsid w:val="009E31A8"/>
    <w:rsid w:val="009E3549"/>
    <w:rsid w:val="009E38AD"/>
    <w:rsid w:val="009E38B7"/>
    <w:rsid w:val="009E3C67"/>
    <w:rsid w:val="009E4082"/>
    <w:rsid w:val="009E4638"/>
    <w:rsid w:val="009E48BE"/>
    <w:rsid w:val="009E4951"/>
    <w:rsid w:val="009E4AAD"/>
    <w:rsid w:val="009E4DFF"/>
    <w:rsid w:val="009E4F7B"/>
    <w:rsid w:val="009E503A"/>
    <w:rsid w:val="009E5411"/>
    <w:rsid w:val="009E5684"/>
    <w:rsid w:val="009E5828"/>
    <w:rsid w:val="009E5E52"/>
    <w:rsid w:val="009E63B6"/>
    <w:rsid w:val="009E6A28"/>
    <w:rsid w:val="009E6BF0"/>
    <w:rsid w:val="009E6C20"/>
    <w:rsid w:val="009E73B1"/>
    <w:rsid w:val="009E755A"/>
    <w:rsid w:val="009E76BD"/>
    <w:rsid w:val="009E7968"/>
    <w:rsid w:val="009E7D2C"/>
    <w:rsid w:val="009E7ED5"/>
    <w:rsid w:val="009F027A"/>
    <w:rsid w:val="009F027B"/>
    <w:rsid w:val="009F02AE"/>
    <w:rsid w:val="009F034C"/>
    <w:rsid w:val="009F08B3"/>
    <w:rsid w:val="009F0A65"/>
    <w:rsid w:val="009F0B06"/>
    <w:rsid w:val="009F0B14"/>
    <w:rsid w:val="009F0FCF"/>
    <w:rsid w:val="009F10C0"/>
    <w:rsid w:val="009F1276"/>
    <w:rsid w:val="009F12F4"/>
    <w:rsid w:val="009F1323"/>
    <w:rsid w:val="009F1807"/>
    <w:rsid w:val="009F1A8A"/>
    <w:rsid w:val="009F1C9A"/>
    <w:rsid w:val="009F1DAF"/>
    <w:rsid w:val="009F2162"/>
    <w:rsid w:val="009F24F7"/>
    <w:rsid w:val="009F2803"/>
    <w:rsid w:val="009F2B94"/>
    <w:rsid w:val="009F2C15"/>
    <w:rsid w:val="009F2DC6"/>
    <w:rsid w:val="009F2DFB"/>
    <w:rsid w:val="009F2F5D"/>
    <w:rsid w:val="009F3851"/>
    <w:rsid w:val="009F3B4E"/>
    <w:rsid w:val="009F3CA5"/>
    <w:rsid w:val="009F3CC1"/>
    <w:rsid w:val="009F3D6D"/>
    <w:rsid w:val="009F43ED"/>
    <w:rsid w:val="009F4DCD"/>
    <w:rsid w:val="009F4F0F"/>
    <w:rsid w:val="009F5027"/>
    <w:rsid w:val="009F5290"/>
    <w:rsid w:val="009F5D1A"/>
    <w:rsid w:val="009F6238"/>
    <w:rsid w:val="009F6343"/>
    <w:rsid w:val="009F63DF"/>
    <w:rsid w:val="009F6454"/>
    <w:rsid w:val="009F67E8"/>
    <w:rsid w:val="009F68A1"/>
    <w:rsid w:val="009F6D27"/>
    <w:rsid w:val="009F6D61"/>
    <w:rsid w:val="009F6E2F"/>
    <w:rsid w:val="009F6F0C"/>
    <w:rsid w:val="009F7000"/>
    <w:rsid w:val="009F7036"/>
    <w:rsid w:val="009F71A9"/>
    <w:rsid w:val="009F7319"/>
    <w:rsid w:val="009F7A03"/>
    <w:rsid w:val="009F7FA4"/>
    <w:rsid w:val="00A00153"/>
    <w:rsid w:val="00A003D4"/>
    <w:rsid w:val="00A00B25"/>
    <w:rsid w:val="00A00E88"/>
    <w:rsid w:val="00A00FB1"/>
    <w:rsid w:val="00A011B0"/>
    <w:rsid w:val="00A0120D"/>
    <w:rsid w:val="00A01622"/>
    <w:rsid w:val="00A0169C"/>
    <w:rsid w:val="00A018B0"/>
    <w:rsid w:val="00A01974"/>
    <w:rsid w:val="00A01B6F"/>
    <w:rsid w:val="00A01C59"/>
    <w:rsid w:val="00A01CA1"/>
    <w:rsid w:val="00A01CCA"/>
    <w:rsid w:val="00A01DE4"/>
    <w:rsid w:val="00A01E92"/>
    <w:rsid w:val="00A01F8F"/>
    <w:rsid w:val="00A024B7"/>
    <w:rsid w:val="00A0267A"/>
    <w:rsid w:val="00A02762"/>
    <w:rsid w:val="00A028E9"/>
    <w:rsid w:val="00A030B0"/>
    <w:rsid w:val="00A0319D"/>
    <w:rsid w:val="00A035EF"/>
    <w:rsid w:val="00A036BD"/>
    <w:rsid w:val="00A03863"/>
    <w:rsid w:val="00A03871"/>
    <w:rsid w:val="00A03982"/>
    <w:rsid w:val="00A040B6"/>
    <w:rsid w:val="00A04D33"/>
    <w:rsid w:val="00A051EA"/>
    <w:rsid w:val="00A05291"/>
    <w:rsid w:val="00A05319"/>
    <w:rsid w:val="00A0598E"/>
    <w:rsid w:val="00A060D7"/>
    <w:rsid w:val="00A06253"/>
    <w:rsid w:val="00A06366"/>
    <w:rsid w:val="00A064DA"/>
    <w:rsid w:val="00A06989"/>
    <w:rsid w:val="00A071B7"/>
    <w:rsid w:val="00A0752F"/>
    <w:rsid w:val="00A076C8"/>
    <w:rsid w:val="00A07774"/>
    <w:rsid w:val="00A079D0"/>
    <w:rsid w:val="00A07B43"/>
    <w:rsid w:val="00A10025"/>
    <w:rsid w:val="00A100E6"/>
    <w:rsid w:val="00A101E5"/>
    <w:rsid w:val="00A10338"/>
    <w:rsid w:val="00A1045E"/>
    <w:rsid w:val="00A106DC"/>
    <w:rsid w:val="00A107CA"/>
    <w:rsid w:val="00A10B40"/>
    <w:rsid w:val="00A10D46"/>
    <w:rsid w:val="00A112E7"/>
    <w:rsid w:val="00A11476"/>
    <w:rsid w:val="00A11AB8"/>
    <w:rsid w:val="00A1266B"/>
    <w:rsid w:val="00A127BC"/>
    <w:rsid w:val="00A13282"/>
    <w:rsid w:val="00A133A8"/>
    <w:rsid w:val="00A13B6A"/>
    <w:rsid w:val="00A13C20"/>
    <w:rsid w:val="00A13C2E"/>
    <w:rsid w:val="00A142A3"/>
    <w:rsid w:val="00A143FE"/>
    <w:rsid w:val="00A144C3"/>
    <w:rsid w:val="00A14832"/>
    <w:rsid w:val="00A14875"/>
    <w:rsid w:val="00A148B4"/>
    <w:rsid w:val="00A14CB4"/>
    <w:rsid w:val="00A150F5"/>
    <w:rsid w:val="00A151D8"/>
    <w:rsid w:val="00A15200"/>
    <w:rsid w:val="00A1572D"/>
    <w:rsid w:val="00A158BB"/>
    <w:rsid w:val="00A15982"/>
    <w:rsid w:val="00A16397"/>
    <w:rsid w:val="00A16631"/>
    <w:rsid w:val="00A16D96"/>
    <w:rsid w:val="00A16EDB"/>
    <w:rsid w:val="00A17317"/>
    <w:rsid w:val="00A173C8"/>
    <w:rsid w:val="00A17579"/>
    <w:rsid w:val="00A17824"/>
    <w:rsid w:val="00A1792F"/>
    <w:rsid w:val="00A17AD2"/>
    <w:rsid w:val="00A17B36"/>
    <w:rsid w:val="00A17C3D"/>
    <w:rsid w:val="00A17E31"/>
    <w:rsid w:val="00A17FA7"/>
    <w:rsid w:val="00A20094"/>
    <w:rsid w:val="00A20C6C"/>
    <w:rsid w:val="00A20F25"/>
    <w:rsid w:val="00A20F54"/>
    <w:rsid w:val="00A2146F"/>
    <w:rsid w:val="00A21993"/>
    <w:rsid w:val="00A21FA2"/>
    <w:rsid w:val="00A22096"/>
    <w:rsid w:val="00A2228D"/>
    <w:rsid w:val="00A2255A"/>
    <w:rsid w:val="00A228DC"/>
    <w:rsid w:val="00A2319E"/>
    <w:rsid w:val="00A231B2"/>
    <w:rsid w:val="00A238F5"/>
    <w:rsid w:val="00A23BE5"/>
    <w:rsid w:val="00A23F91"/>
    <w:rsid w:val="00A23FEE"/>
    <w:rsid w:val="00A24171"/>
    <w:rsid w:val="00A2444F"/>
    <w:rsid w:val="00A24478"/>
    <w:rsid w:val="00A244CC"/>
    <w:rsid w:val="00A2459B"/>
    <w:rsid w:val="00A2473E"/>
    <w:rsid w:val="00A24D9E"/>
    <w:rsid w:val="00A24F1E"/>
    <w:rsid w:val="00A24F47"/>
    <w:rsid w:val="00A25478"/>
    <w:rsid w:val="00A25670"/>
    <w:rsid w:val="00A256F8"/>
    <w:rsid w:val="00A25789"/>
    <w:rsid w:val="00A25969"/>
    <w:rsid w:val="00A25B09"/>
    <w:rsid w:val="00A25B27"/>
    <w:rsid w:val="00A267E3"/>
    <w:rsid w:val="00A269A6"/>
    <w:rsid w:val="00A26AAF"/>
    <w:rsid w:val="00A270E4"/>
    <w:rsid w:val="00A27226"/>
    <w:rsid w:val="00A273C7"/>
    <w:rsid w:val="00A2781B"/>
    <w:rsid w:val="00A303F8"/>
    <w:rsid w:val="00A30957"/>
    <w:rsid w:val="00A30AAD"/>
    <w:rsid w:val="00A30B27"/>
    <w:rsid w:val="00A30B48"/>
    <w:rsid w:val="00A30D5F"/>
    <w:rsid w:val="00A30DE8"/>
    <w:rsid w:val="00A30F4B"/>
    <w:rsid w:val="00A3106C"/>
    <w:rsid w:val="00A314E9"/>
    <w:rsid w:val="00A31507"/>
    <w:rsid w:val="00A31520"/>
    <w:rsid w:val="00A31CE2"/>
    <w:rsid w:val="00A31EF8"/>
    <w:rsid w:val="00A32869"/>
    <w:rsid w:val="00A3289B"/>
    <w:rsid w:val="00A329DF"/>
    <w:rsid w:val="00A32C73"/>
    <w:rsid w:val="00A32CD5"/>
    <w:rsid w:val="00A32D3B"/>
    <w:rsid w:val="00A32DE3"/>
    <w:rsid w:val="00A32E41"/>
    <w:rsid w:val="00A33052"/>
    <w:rsid w:val="00A330D3"/>
    <w:rsid w:val="00A33363"/>
    <w:rsid w:val="00A33416"/>
    <w:rsid w:val="00A3345A"/>
    <w:rsid w:val="00A33498"/>
    <w:rsid w:val="00A334A5"/>
    <w:rsid w:val="00A335F7"/>
    <w:rsid w:val="00A33667"/>
    <w:rsid w:val="00A3379F"/>
    <w:rsid w:val="00A33A1F"/>
    <w:rsid w:val="00A33F94"/>
    <w:rsid w:val="00A3472F"/>
    <w:rsid w:val="00A34D24"/>
    <w:rsid w:val="00A34F20"/>
    <w:rsid w:val="00A350C5"/>
    <w:rsid w:val="00A353D6"/>
    <w:rsid w:val="00A354E4"/>
    <w:rsid w:val="00A3558D"/>
    <w:rsid w:val="00A35656"/>
    <w:rsid w:val="00A3570C"/>
    <w:rsid w:val="00A35B5A"/>
    <w:rsid w:val="00A35FE3"/>
    <w:rsid w:val="00A36144"/>
    <w:rsid w:val="00A3620F"/>
    <w:rsid w:val="00A3669D"/>
    <w:rsid w:val="00A3690E"/>
    <w:rsid w:val="00A36B88"/>
    <w:rsid w:val="00A37433"/>
    <w:rsid w:val="00A376FC"/>
    <w:rsid w:val="00A37D3F"/>
    <w:rsid w:val="00A37EEE"/>
    <w:rsid w:val="00A37F9C"/>
    <w:rsid w:val="00A400D9"/>
    <w:rsid w:val="00A4027F"/>
    <w:rsid w:val="00A4079E"/>
    <w:rsid w:val="00A4087B"/>
    <w:rsid w:val="00A40A9F"/>
    <w:rsid w:val="00A410CF"/>
    <w:rsid w:val="00A4172B"/>
    <w:rsid w:val="00A41B23"/>
    <w:rsid w:val="00A41DBE"/>
    <w:rsid w:val="00A41DC8"/>
    <w:rsid w:val="00A41FC2"/>
    <w:rsid w:val="00A423A4"/>
    <w:rsid w:val="00A425EA"/>
    <w:rsid w:val="00A42724"/>
    <w:rsid w:val="00A427B3"/>
    <w:rsid w:val="00A42BF5"/>
    <w:rsid w:val="00A42CDB"/>
    <w:rsid w:val="00A42CDF"/>
    <w:rsid w:val="00A42E2F"/>
    <w:rsid w:val="00A42E46"/>
    <w:rsid w:val="00A42F81"/>
    <w:rsid w:val="00A42FA2"/>
    <w:rsid w:val="00A435D2"/>
    <w:rsid w:val="00A43667"/>
    <w:rsid w:val="00A436FA"/>
    <w:rsid w:val="00A43C40"/>
    <w:rsid w:val="00A4428A"/>
    <w:rsid w:val="00A44A66"/>
    <w:rsid w:val="00A4502D"/>
    <w:rsid w:val="00A453F2"/>
    <w:rsid w:val="00A45708"/>
    <w:rsid w:val="00A45B4F"/>
    <w:rsid w:val="00A460D6"/>
    <w:rsid w:val="00A462E5"/>
    <w:rsid w:val="00A4632E"/>
    <w:rsid w:val="00A46D47"/>
    <w:rsid w:val="00A46E5E"/>
    <w:rsid w:val="00A46FE7"/>
    <w:rsid w:val="00A4734B"/>
    <w:rsid w:val="00A47445"/>
    <w:rsid w:val="00A47769"/>
    <w:rsid w:val="00A4777B"/>
    <w:rsid w:val="00A4788E"/>
    <w:rsid w:val="00A47D7F"/>
    <w:rsid w:val="00A50008"/>
    <w:rsid w:val="00A50BB2"/>
    <w:rsid w:val="00A50CA4"/>
    <w:rsid w:val="00A50DB7"/>
    <w:rsid w:val="00A50E50"/>
    <w:rsid w:val="00A50F2C"/>
    <w:rsid w:val="00A511F6"/>
    <w:rsid w:val="00A5122C"/>
    <w:rsid w:val="00A51366"/>
    <w:rsid w:val="00A51812"/>
    <w:rsid w:val="00A51B84"/>
    <w:rsid w:val="00A51CF0"/>
    <w:rsid w:val="00A5203D"/>
    <w:rsid w:val="00A52957"/>
    <w:rsid w:val="00A52C6F"/>
    <w:rsid w:val="00A52D41"/>
    <w:rsid w:val="00A53798"/>
    <w:rsid w:val="00A537FE"/>
    <w:rsid w:val="00A53A56"/>
    <w:rsid w:val="00A53F0B"/>
    <w:rsid w:val="00A54151"/>
    <w:rsid w:val="00A54216"/>
    <w:rsid w:val="00A5423E"/>
    <w:rsid w:val="00A5427B"/>
    <w:rsid w:val="00A542E9"/>
    <w:rsid w:val="00A543BC"/>
    <w:rsid w:val="00A546A5"/>
    <w:rsid w:val="00A547DF"/>
    <w:rsid w:val="00A54C5F"/>
    <w:rsid w:val="00A54D85"/>
    <w:rsid w:val="00A550B6"/>
    <w:rsid w:val="00A5538C"/>
    <w:rsid w:val="00A553E5"/>
    <w:rsid w:val="00A5586B"/>
    <w:rsid w:val="00A55C5C"/>
    <w:rsid w:val="00A56144"/>
    <w:rsid w:val="00A56454"/>
    <w:rsid w:val="00A56598"/>
    <w:rsid w:val="00A56D9A"/>
    <w:rsid w:val="00A57021"/>
    <w:rsid w:val="00A570F4"/>
    <w:rsid w:val="00A57277"/>
    <w:rsid w:val="00A573E6"/>
    <w:rsid w:val="00A579AB"/>
    <w:rsid w:val="00A57AF8"/>
    <w:rsid w:val="00A60168"/>
    <w:rsid w:val="00A605CA"/>
    <w:rsid w:val="00A60916"/>
    <w:rsid w:val="00A611D5"/>
    <w:rsid w:val="00A617D2"/>
    <w:rsid w:val="00A61912"/>
    <w:rsid w:val="00A61B3D"/>
    <w:rsid w:val="00A61BA9"/>
    <w:rsid w:val="00A61DEC"/>
    <w:rsid w:val="00A61E88"/>
    <w:rsid w:val="00A6202E"/>
    <w:rsid w:val="00A6204D"/>
    <w:rsid w:val="00A62107"/>
    <w:rsid w:val="00A6343C"/>
    <w:rsid w:val="00A6352F"/>
    <w:rsid w:val="00A63564"/>
    <w:rsid w:val="00A63566"/>
    <w:rsid w:val="00A63998"/>
    <w:rsid w:val="00A63AF3"/>
    <w:rsid w:val="00A63E95"/>
    <w:rsid w:val="00A63F0A"/>
    <w:rsid w:val="00A63FC7"/>
    <w:rsid w:val="00A6400B"/>
    <w:rsid w:val="00A641AC"/>
    <w:rsid w:val="00A6427A"/>
    <w:rsid w:val="00A64285"/>
    <w:rsid w:val="00A64654"/>
    <w:rsid w:val="00A64C34"/>
    <w:rsid w:val="00A64C6D"/>
    <w:rsid w:val="00A64C9B"/>
    <w:rsid w:val="00A64E03"/>
    <w:rsid w:val="00A65056"/>
    <w:rsid w:val="00A65301"/>
    <w:rsid w:val="00A65379"/>
    <w:rsid w:val="00A653C8"/>
    <w:rsid w:val="00A654C2"/>
    <w:rsid w:val="00A6552D"/>
    <w:rsid w:val="00A65558"/>
    <w:rsid w:val="00A65623"/>
    <w:rsid w:val="00A656BE"/>
    <w:rsid w:val="00A65F70"/>
    <w:rsid w:val="00A664C2"/>
    <w:rsid w:val="00A665A7"/>
    <w:rsid w:val="00A6675A"/>
    <w:rsid w:val="00A667B5"/>
    <w:rsid w:val="00A66A9A"/>
    <w:rsid w:val="00A67016"/>
    <w:rsid w:val="00A67383"/>
    <w:rsid w:val="00A676DB"/>
    <w:rsid w:val="00A678F3"/>
    <w:rsid w:val="00A67A5C"/>
    <w:rsid w:val="00A67F9A"/>
    <w:rsid w:val="00A70319"/>
    <w:rsid w:val="00A70445"/>
    <w:rsid w:val="00A706D9"/>
    <w:rsid w:val="00A70765"/>
    <w:rsid w:val="00A70821"/>
    <w:rsid w:val="00A70926"/>
    <w:rsid w:val="00A7097F"/>
    <w:rsid w:val="00A70FE2"/>
    <w:rsid w:val="00A71582"/>
    <w:rsid w:val="00A71629"/>
    <w:rsid w:val="00A7171F"/>
    <w:rsid w:val="00A71A23"/>
    <w:rsid w:val="00A72003"/>
    <w:rsid w:val="00A7223A"/>
    <w:rsid w:val="00A72325"/>
    <w:rsid w:val="00A7235A"/>
    <w:rsid w:val="00A72950"/>
    <w:rsid w:val="00A729D8"/>
    <w:rsid w:val="00A72D6D"/>
    <w:rsid w:val="00A72DC9"/>
    <w:rsid w:val="00A72F2F"/>
    <w:rsid w:val="00A73047"/>
    <w:rsid w:val="00A73208"/>
    <w:rsid w:val="00A73428"/>
    <w:rsid w:val="00A735B8"/>
    <w:rsid w:val="00A736FA"/>
    <w:rsid w:val="00A73842"/>
    <w:rsid w:val="00A73A6B"/>
    <w:rsid w:val="00A73A88"/>
    <w:rsid w:val="00A73DC8"/>
    <w:rsid w:val="00A73E2A"/>
    <w:rsid w:val="00A73FD4"/>
    <w:rsid w:val="00A7434D"/>
    <w:rsid w:val="00A74650"/>
    <w:rsid w:val="00A74662"/>
    <w:rsid w:val="00A74DB4"/>
    <w:rsid w:val="00A74EBD"/>
    <w:rsid w:val="00A756E4"/>
    <w:rsid w:val="00A757B9"/>
    <w:rsid w:val="00A75D41"/>
    <w:rsid w:val="00A762C7"/>
    <w:rsid w:val="00A7633D"/>
    <w:rsid w:val="00A766C5"/>
    <w:rsid w:val="00A76AAE"/>
    <w:rsid w:val="00A76AD8"/>
    <w:rsid w:val="00A76C8B"/>
    <w:rsid w:val="00A7700D"/>
    <w:rsid w:val="00A77114"/>
    <w:rsid w:val="00A7755B"/>
    <w:rsid w:val="00A7776F"/>
    <w:rsid w:val="00A778CE"/>
    <w:rsid w:val="00A77DB8"/>
    <w:rsid w:val="00A8034A"/>
    <w:rsid w:val="00A8044F"/>
    <w:rsid w:val="00A80800"/>
    <w:rsid w:val="00A80F27"/>
    <w:rsid w:val="00A816BF"/>
    <w:rsid w:val="00A816F1"/>
    <w:rsid w:val="00A8183B"/>
    <w:rsid w:val="00A81BB1"/>
    <w:rsid w:val="00A81BBA"/>
    <w:rsid w:val="00A81CEA"/>
    <w:rsid w:val="00A81DA7"/>
    <w:rsid w:val="00A81E8C"/>
    <w:rsid w:val="00A81EF3"/>
    <w:rsid w:val="00A81F00"/>
    <w:rsid w:val="00A8219A"/>
    <w:rsid w:val="00A8292C"/>
    <w:rsid w:val="00A82CFC"/>
    <w:rsid w:val="00A82E2F"/>
    <w:rsid w:val="00A82EB2"/>
    <w:rsid w:val="00A82F01"/>
    <w:rsid w:val="00A83226"/>
    <w:rsid w:val="00A83397"/>
    <w:rsid w:val="00A83566"/>
    <w:rsid w:val="00A836CB"/>
    <w:rsid w:val="00A83896"/>
    <w:rsid w:val="00A83CC3"/>
    <w:rsid w:val="00A83F78"/>
    <w:rsid w:val="00A83FDC"/>
    <w:rsid w:val="00A840B0"/>
    <w:rsid w:val="00A842E9"/>
    <w:rsid w:val="00A84695"/>
    <w:rsid w:val="00A848E0"/>
    <w:rsid w:val="00A84917"/>
    <w:rsid w:val="00A85180"/>
    <w:rsid w:val="00A85450"/>
    <w:rsid w:val="00A8554D"/>
    <w:rsid w:val="00A8581D"/>
    <w:rsid w:val="00A85A29"/>
    <w:rsid w:val="00A85BFF"/>
    <w:rsid w:val="00A85D20"/>
    <w:rsid w:val="00A85F17"/>
    <w:rsid w:val="00A85F19"/>
    <w:rsid w:val="00A861AF"/>
    <w:rsid w:val="00A86247"/>
    <w:rsid w:val="00A86551"/>
    <w:rsid w:val="00A86685"/>
    <w:rsid w:val="00A867DA"/>
    <w:rsid w:val="00A86B83"/>
    <w:rsid w:val="00A86C89"/>
    <w:rsid w:val="00A86E5A"/>
    <w:rsid w:val="00A873F3"/>
    <w:rsid w:val="00A874D8"/>
    <w:rsid w:val="00A8766C"/>
    <w:rsid w:val="00A8766D"/>
    <w:rsid w:val="00A8775F"/>
    <w:rsid w:val="00A87EF9"/>
    <w:rsid w:val="00A87FF0"/>
    <w:rsid w:val="00A90022"/>
    <w:rsid w:val="00A90249"/>
    <w:rsid w:val="00A90846"/>
    <w:rsid w:val="00A90934"/>
    <w:rsid w:val="00A90BE9"/>
    <w:rsid w:val="00A90C35"/>
    <w:rsid w:val="00A9133F"/>
    <w:rsid w:val="00A91447"/>
    <w:rsid w:val="00A91AE2"/>
    <w:rsid w:val="00A91D38"/>
    <w:rsid w:val="00A928A0"/>
    <w:rsid w:val="00A92A37"/>
    <w:rsid w:val="00A92A3F"/>
    <w:rsid w:val="00A92A99"/>
    <w:rsid w:val="00A92CBA"/>
    <w:rsid w:val="00A930BC"/>
    <w:rsid w:val="00A933D2"/>
    <w:rsid w:val="00A935FE"/>
    <w:rsid w:val="00A93C47"/>
    <w:rsid w:val="00A93F9D"/>
    <w:rsid w:val="00A9402B"/>
    <w:rsid w:val="00A947B4"/>
    <w:rsid w:val="00A949F7"/>
    <w:rsid w:val="00A94BA7"/>
    <w:rsid w:val="00A94FFB"/>
    <w:rsid w:val="00A95440"/>
    <w:rsid w:val="00A955E1"/>
    <w:rsid w:val="00A957CF"/>
    <w:rsid w:val="00A958B9"/>
    <w:rsid w:val="00A95A3C"/>
    <w:rsid w:val="00A95A84"/>
    <w:rsid w:val="00A95C57"/>
    <w:rsid w:val="00A95E3D"/>
    <w:rsid w:val="00A95F5B"/>
    <w:rsid w:val="00A96AD8"/>
    <w:rsid w:val="00A96BC6"/>
    <w:rsid w:val="00A96BF0"/>
    <w:rsid w:val="00A9702C"/>
    <w:rsid w:val="00A970EF"/>
    <w:rsid w:val="00A97116"/>
    <w:rsid w:val="00A9718F"/>
    <w:rsid w:val="00A97990"/>
    <w:rsid w:val="00A97A63"/>
    <w:rsid w:val="00A97A77"/>
    <w:rsid w:val="00A97B24"/>
    <w:rsid w:val="00A97BF6"/>
    <w:rsid w:val="00AA0962"/>
    <w:rsid w:val="00AA09D3"/>
    <w:rsid w:val="00AA12A2"/>
    <w:rsid w:val="00AA12EC"/>
    <w:rsid w:val="00AA13AF"/>
    <w:rsid w:val="00AA1424"/>
    <w:rsid w:val="00AA1497"/>
    <w:rsid w:val="00AA16F1"/>
    <w:rsid w:val="00AA1871"/>
    <w:rsid w:val="00AA194B"/>
    <w:rsid w:val="00AA1C4D"/>
    <w:rsid w:val="00AA1E58"/>
    <w:rsid w:val="00AA1FA3"/>
    <w:rsid w:val="00AA1FE5"/>
    <w:rsid w:val="00AA20E1"/>
    <w:rsid w:val="00AA26D4"/>
    <w:rsid w:val="00AA26F9"/>
    <w:rsid w:val="00AA27AA"/>
    <w:rsid w:val="00AA2820"/>
    <w:rsid w:val="00AA2B4F"/>
    <w:rsid w:val="00AA2E93"/>
    <w:rsid w:val="00AA31CB"/>
    <w:rsid w:val="00AA31FA"/>
    <w:rsid w:val="00AA3606"/>
    <w:rsid w:val="00AA374D"/>
    <w:rsid w:val="00AA375A"/>
    <w:rsid w:val="00AA37AB"/>
    <w:rsid w:val="00AA3947"/>
    <w:rsid w:val="00AA3CF2"/>
    <w:rsid w:val="00AA3E88"/>
    <w:rsid w:val="00AA3F28"/>
    <w:rsid w:val="00AA4386"/>
    <w:rsid w:val="00AA451E"/>
    <w:rsid w:val="00AA4DC4"/>
    <w:rsid w:val="00AA4F4A"/>
    <w:rsid w:val="00AA5327"/>
    <w:rsid w:val="00AA54EB"/>
    <w:rsid w:val="00AA5977"/>
    <w:rsid w:val="00AA59D4"/>
    <w:rsid w:val="00AA59F9"/>
    <w:rsid w:val="00AA5A0C"/>
    <w:rsid w:val="00AA5A50"/>
    <w:rsid w:val="00AA5BCF"/>
    <w:rsid w:val="00AA5E4D"/>
    <w:rsid w:val="00AA5EF5"/>
    <w:rsid w:val="00AA6084"/>
    <w:rsid w:val="00AA6687"/>
    <w:rsid w:val="00AA67E3"/>
    <w:rsid w:val="00AA6B00"/>
    <w:rsid w:val="00AA6BA7"/>
    <w:rsid w:val="00AA6FDF"/>
    <w:rsid w:val="00AA74BE"/>
    <w:rsid w:val="00AA7536"/>
    <w:rsid w:val="00AA76E8"/>
    <w:rsid w:val="00AA76FF"/>
    <w:rsid w:val="00AA791E"/>
    <w:rsid w:val="00AA7CA9"/>
    <w:rsid w:val="00AB0192"/>
    <w:rsid w:val="00AB0359"/>
    <w:rsid w:val="00AB04A3"/>
    <w:rsid w:val="00AB06C7"/>
    <w:rsid w:val="00AB0ABE"/>
    <w:rsid w:val="00AB0B3D"/>
    <w:rsid w:val="00AB0BF9"/>
    <w:rsid w:val="00AB0CF6"/>
    <w:rsid w:val="00AB100B"/>
    <w:rsid w:val="00AB1D65"/>
    <w:rsid w:val="00AB1D7C"/>
    <w:rsid w:val="00AB201B"/>
    <w:rsid w:val="00AB207F"/>
    <w:rsid w:val="00AB20F2"/>
    <w:rsid w:val="00AB223E"/>
    <w:rsid w:val="00AB26EC"/>
    <w:rsid w:val="00AB2CDB"/>
    <w:rsid w:val="00AB2FF5"/>
    <w:rsid w:val="00AB32D1"/>
    <w:rsid w:val="00AB3452"/>
    <w:rsid w:val="00AB3489"/>
    <w:rsid w:val="00AB34D1"/>
    <w:rsid w:val="00AB3819"/>
    <w:rsid w:val="00AB3BBE"/>
    <w:rsid w:val="00AB3C57"/>
    <w:rsid w:val="00AB3DFD"/>
    <w:rsid w:val="00AB400F"/>
    <w:rsid w:val="00AB446B"/>
    <w:rsid w:val="00AB492E"/>
    <w:rsid w:val="00AB4A4A"/>
    <w:rsid w:val="00AB4AFD"/>
    <w:rsid w:val="00AB4B65"/>
    <w:rsid w:val="00AB4C95"/>
    <w:rsid w:val="00AB5039"/>
    <w:rsid w:val="00AB513A"/>
    <w:rsid w:val="00AB52F8"/>
    <w:rsid w:val="00AB57C4"/>
    <w:rsid w:val="00AB5871"/>
    <w:rsid w:val="00AB5A73"/>
    <w:rsid w:val="00AB5CB6"/>
    <w:rsid w:val="00AB5EBF"/>
    <w:rsid w:val="00AB6065"/>
    <w:rsid w:val="00AB6226"/>
    <w:rsid w:val="00AB62E6"/>
    <w:rsid w:val="00AB683E"/>
    <w:rsid w:val="00AB6AB2"/>
    <w:rsid w:val="00AB7036"/>
    <w:rsid w:val="00AB707E"/>
    <w:rsid w:val="00AB76A8"/>
    <w:rsid w:val="00AB7A23"/>
    <w:rsid w:val="00AB7AE8"/>
    <w:rsid w:val="00AB7CAF"/>
    <w:rsid w:val="00AC0B23"/>
    <w:rsid w:val="00AC0B4C"/>
    <w:rsid w:val="00AC11B5"/>
    <w:rsid w:val="00AC1352"/>
    <w:rsid w:val="00AC14BD"/>
    <w:rsid w:val="00AC14D7"/>
    <w:rsid w:val="00AC14DD"/>
    <w:rsid w:val="00AC167B"/>
    <w:rsid w:val="00AC179C"/>
    <w:rsid w:val="00AC1A21"/>
    <w:rsid w:val="00AC1AAE"/>
    <w:rsid w:val="00AC2265"/>
    <w:rsid w:val="00AC250E"/>
    <w:rsid w:val="00AC2660"/>
    <w:rsid w:val="00AC2864"/>
    <w:rsid w:val="00AC2EB3"/>
    <w:rsid w:val="00AC3064"/>
    <w:rsid w:val="00AC3323"/>
    <w:rsid w:val="00AC36A1"/>
    <w:rsid w:val="00AC3AD2"/>
    <w:rsid w:val="00AC3BDF"/>
    <w:rsid w:val="00AC3E98"/>
    <w:rsid w:val="00AC48AB"/>
    <w:rsid w:val="00AC4AD9"/>
    <w:rsid w:val="00AC4B78"/>
    <w:rsid w:val="00AC4BD8"/>
    <w:rsid w:val="00AC4CD7"/>
    <w:rsid w:val="00AC53C4"/>
    <w:rsid w:val="00AC5BE1"/>
    <w:rsid w:val="00AC6B0F"/>
    <w:rsid w:val="00AC6CD9"/>
    <w:rsid w:val="00AC72EC"/>
    <w:rsid w:val="00AC7392"/>
    <w:rsid w:val="00AC747F"/>
    <w:rsid w:val="00AC755D"/>
    <w:rsid w:val="00AC7AD2"/>
    <w:rsid w:val="00AC7ED4"/>
    <w:rsid w:val="00AD047C"/>
    <w:rsid w:val="00AD0577"/>
    <w:rsid w:val="00AD0B98"/>
    <w:rsid w:val="00AD0BAE"/>
    <w:rsid w:val="00AD0C82"/>
    <w:rsid w:val="00AD0CD9"/>
    <w:rsid w:val="00AD0FEF"/>
    <w:rsid w:val="00AD122F"/>
    <w:rsid w:val="00AD1730"/>
    <w:rsid w:val="00AD1960"/>
    <w:rsid w:val="00AD2987"/>
    <w:rsid w:val="00AD2BD4"/>
    <w:rsid w:val="00AD2C0D"/>
    <w:rsid w:val="00AD2F22"/>
    <w:rsid w:val="00AD3003"/>
    <w:rsid w:val="00AD3339"/>
    <w:rsid w:val="00AD357E"/>
    <w:rsid w:val="00AD3732"/>
    <w:rsid w:val="00AD38B1"/>
    <w:rsid w:val="00AD3BE0"/>
    <w:rsid w:val="00AD437E"/>
    <w:rsid w:val="00AD44BD"/>
    <w:rsid w:val="00AD4F54"/>
    <w:rsid w:val="00AD4FBB"/>
    <w:rsid w:val="00AD4FDB"/>
    <w:rsid w:val="00AD5644"/>
    <w:rsid w:val="00AD56C3"/>
    <w:rsid w:val="00AD5CFE"/>
    <w:rsid w:val="00AD5F87"/>
    <w:rsid w:val="00AD6B31"/>
    <w:rsid w:val="00AD71E4"/>
    <w:rsid w:val="00AD7464"/>
    <w:rsid w:val="00AD75FF"/>
    <w:rsid w:val="00AD76BE"/>
    <w:rsid w:val="00AD7ED5"/>
    <w:rsid w:val="00AE05EF"/>
    <w:rsid w:val="00AE06C8"/>
    <w:rsid w:val="00AE083B"/>
    <w:rsid w:val="00AE0848"/>
    <w:rsid w:val="00AE08FB"/>
    <w:rsid w:val="00AE0B44"/>
    <w:rsid w:val="00AE0C66"/>
    <w:rsid w:val="00AE11AC"/>
    <w:rsid w:val="00AE1669"/>
    <w:rsid w:val="00AE16F4"/>
    <w:rsid w:val="00AE1877"/>
    <w:rsid w:val="00AE1998"/>
    <w:rsid w:val="00AE1D33"/>
    <w:rsid w:val="00AE2068"/>
    <w:rsid w:val="00AE2088"/>
    <w:rsid w:val="00AE2257"/>
    <w:rsid w:val="00AE2274"/>
    <w:rsid w:val="00AE2286"/>
    <w:rsid w:val="00AE241B"/>
    <w:rsid w:val="00AE2643"/>
    <w:rsid w:val="00AE3159"/>
    <w:rsid w:val="00AE34D9"/>
    <w:rsid w:val="00AE35BE"/>
    <w:rsid w:val="00AE35D3"/>
    <w:rsid w:val="00AE3837"/>
    <w:rsid w:val="00AE3B7D"/>
    <w:rsid w:val="00AE3C86"/>
    <w:rsid w:val="00AE4322"/>
    <w:rsid w:val="00AE44C9"/>
    <w:rsid w:val="00AE4505"/>
    <w:rsid w:val="00AE4828"/>
    <w:rsid w:val="00AE4882"/>
    <w:rsid w:val="00AE488C"/>
    <w:rsid w:val="00AE49B2"/>
    <w:rsid w:val="00AE4BB4"/>
    <w:rsid w:val="00AE4C94"/>
    <w:rsid w:val="00AE4F57"/>
    <w:rsid w:val="00AE4FED"/>
    <w:rsid w:val="00AE529F"/>
    <w:rsid w:val="00AE55A8"/>
    <w:rsid w:val="00AE5821"/>
    <w:rsid w:val="00AE6246"/>
    <w:rsid w:val="00AE6668"/>
    <w:rsid w:val="00AE6AAA"/>
    <w:rsid w:val="00AE6BE2"/>
    <w:rsid w:val="00AE6CC2"/>
    <w:rsid w:val="00AE6E1E"/>
    <w:rsid w:val="00AE74E7"/>
    <w:rsid w:val="00AE75B2"/>
    <w:rsid w:val="00AE7793"/>
    <w:rsid w:val="00AE7822"/>
    <w:rsid w:val="00AE7835"/>
    <w:rsid w:val="00AE7870"/>
    <w:rsid w:val="00AE78D8"/>
    <w:rsid w:val="00AE7A24"/>
    <w:rsid w:val="00AE7BA8"/>
    <w:rsid w:val="00AE7D5F"/>
    <w:rsid w:val="00AE7E75"/>
    <w:rsid w:val="00AE7F43"/>
    <w:rsid w:val="00AF00C4"/>
    <w:rsid w:val="00AF0816"/>
    <w:rsid w:val="00AF0B8A"/>
    <w:rsid w:val="00AF1198"/>
    <w:rsid w:val="00AF15F8"/>
    <w:rsid w:val="00AF1689"/>
    <w:rsid w:val="00AF1775"/>
    <w:rsid w:val="00AF1AC3"/>
    <w:rsid w:val="00AF1C94"/>
    <w:rsid w:val="00AF1CC1"/>
    <w:rsid w:val="00AF1CC9"/>
    <w:rsid w:val="00AF1DF0"/>
    <w:rsid w:val="00AF1E97"/>
    <w:rsid w:val="00AF2184"/>
    <w:rsid w:val="00AF22B0"/>
    <w:rsid w:val="00AF2770"/>
    <w:rsid w:val="00AF2F98"/>
    <w:rsid w:val="00AF2FA8"/>
    <w:rsid w:val="00AF2FAE"/>
    <w:rsid w:val="00AF30ED"/>
    <w:rsid w:val="00AF37B5"/>
    <w:rsid w:val="00AF392A"/>
    <w:rsid w:val="00AF398D"/>
    <w:rsid w:val="00AF39BB"/>
    <w:rsid w:val="00AF3CB4"/>
    <w:rsid w:val="00AF3E0C"/>
    <w:rsid w:val="00AF3E91"/>
    <w:rsid w:val="00AF3EA8"/>
    <w:rsid w:val="00AF3EDC"/>
    <w:rsid w:val="00AF3FF4"/>
    <w:rsid w:val="00AF45FA"/>
    <w:rsid w:val="00AF4738"/>
    <w:rsid w:val="00AF4BD7"/>
    <w:rsid w:val="00AF5210"/>
    <w:rsid w:val="00AF535C"/>
    <w:rsid w:val="00AF553F"/>
    <w:rsid w:val="00AF5989"/>
    <w:rsid w:val="00AF599F"/>
    <w:rsid w:val="00AF5BED"/>
    <w:rsid w:val="00AF5FD5"/>
    <w:rsid w:val="00AF6365"/>
    <w:rsid w:val="00AF6873"/>
    <w:rsid w:val="00AF69CA"/>
    <w:rsid w:val="00AF6A2F"/>
    <w:rsid w:val="00AF6D65"/>
    <w:rsid w:val="00AF73EE"/>
    <w:rsid w:val="00AF7685"/>
    <w:rsid w:val="00AF7690"/>
    <w:rsid w:val="00AF7C34"/>
    <w:rsid w:val="00AF7D15"/>
    <w:rsid w:val="00B001AB"/>
    <w:rsid w:val="00B002DB"/>
    <w:rsid w:val="00B00462"/>
    <w:rsid w:val="00B00918"/>
    <w:rsid w:val="00B00B4E"/>
    <w:rsid w:val="00B00C7E"/>
    <w:rsid w:val="00B00DFB"/>
    <w:rsid w:val="00B01682"/>
    <w:rsid w:val="00B0179C"/>
    <w:rsid w:val="00B01993"/>
    <w:rsid w:val="00B01BFD"/>
    <w:rsid w:val="00B01FD5"/>
    <w:rsid w:val="00B0227D"/>
    <w:rsid w:val="00B0233B"/>
    <w:rsid w:val="00B025A7"/>
    <w:rsid w:val="00B02924"/>
    <w:rsid w:val="00B02A8E"/>
    <w:rsid w:val="00B02BF4"/>
    <w:rsid w:val="00B030A2"/>
    <w:rsid w:val="00B03109"/>
    <w:rsid w:val="00B03256"/>
    <w:rsid w:val="00B03295"/>
    <w:rsid w:val="00B03705"/>
    <w:rsid w:val="00B03ECC"/>
    <w:rsid w:val="00B042C6"/>
    <w:rsid w:val="00B046C2"/>
    <w:rsid w:val="00B04B7B"/>
    <w:rsid w:val="00B04B90"/>
    <w:rsid w:val="00B04BE2"/>
    <w:rsid w:val="00B04CAC"/>
    <w:rsid w:val="00B04CF5"/>
    <w:rsid w:val="00B04DEB"/>
    <w:rsid w:val="00B05089"/>
    <w:rsid w:val="00B052C3"/>
    <w:rsid w:val="00B05506"/>
    <w:rsid w:val="00B05D77"/>
    <w:rsid w:val="00B05E01"/>
    <w:rsid w:val="00B05FCA"/>
    <w:rsid w:val="00B06320"/>
    <w:rsid w:val="00B065CB"/>
    <w:rsid w:val="00B066CC"/>
    <w:rsid w:val="00B0696E"/>
    <w:rsid w:val="00B06A10"/>
    <w:rsid w:val="00B06C60"/>
    <w:rsid w:val="00B06CED"/>
    <w:rsid w:val="00B06D29"/>
    <w:rsid w:val="00B07184"/>
    <w:rsid w:val="00B07726"/>
    <w:rsid w:val="00B077DE"/>
    <w:rsid w:val="00B0794F"/>
    <w:rsid w:val="00B07AB1"/>
    <w:rsid w:val="00B07C39"/>
    <w:rsid w:val="00B07D24"/>
    <w:rsid w:val="00B07EF3"/>
    <w:rsid w:val="00B1009A"/>
    <w:rsid w:val="00B1010F"/>
    <w:rsid w:val="00B1037B"/>
    <w:rsid w:val="00B103AF"/>
    <w:rsid w:val="00B10776"/>
    <w:rsid w:val="00B107AA"/>
    <w:rsid w:val="00B107EC"/>
    <w:rsid w:val="00B10F7C"/>
    <w:rsid w:val="00B10FCC"/>
    <w:rsid w:val="00B11175"/>
    <w:rsid w:val="00B118C7"/>
    <w:rsid w:val="00B11AD7"/>
    <w:rsid w:val="00B11BC9"/>
    <w:rsid w:val="00B11CB3"/>
    <w:rsid w:val="00B1225D"/>
    <w:rsid w:val="00B1243C"/>
    <w:rsid w:val="00B12486"/>
    <w:rsid w:val="00B125EA"/>
    <w:rsid w:val="00B127A5"/>
    <w:rsid w:val="00B12EC4"/>
    <w:rsid w:val="00B13272"/>
    <w:rsid w:val="00B13454"/>
    <w:rsid w:val="00B136D4"/>
    <w:rsid w:val="00B137C8"/>
    <w:rsid w:val="00B13950"/>
    <w:rsid w:val="00B13CB6"/>
    <w:rsid w:val="00B14059"/>
    <w:rsid w:val="00B1414F"/>
    <w:rsid w:val="00B14169"/>
    <w:rsid w:val="00B14BA5"/>
    <w:rsid w:val="00B14C01"/>
    <w:rsid w:val="00B14D23"/>
    <w:rsid w:val="00B155B2"/>
    <w:rsid w:val="00B1582C"/>
    <w:rsid w:val="00B15AB9"/>
    <w:rsid w:val="00B15ACB"/>
    <w:rsid w:val="00B15CFF"/>
    <w:rsid w:val="00B15D80"/>
    <w:rsid w:val="00B16365"/>
    <w:rsid w:val="00B165F6"/>
    <w:rsid w:val="00B167E1"/>
    <w:rsid w:val="00B16B5F"/>
    <w:rsid w:val="00B16C58"/>
    <w:rsid w:val="00B16C59"/>
    <w:rsid w:val="00B17112"/>
    <w:rsid w:val="00B175F6"/>
    <w:rsid w:val="00B17900"/>
    <w:rsid w:val="00B179E9"/>
    <w:rsid w:val="00B17D31"/>
    <w:rsid w:val="00B17D72"/>
    <w:rsid w:val="00B2003E"/>
    <w:rsid w:val="00B20C3D"/>
    <w:rsid w:val="00B20E24"/>
    <w:rsid w:val="00B20F6D"/>
    <w:rsid w:val="00B20FF2"/>
    <w:rsid w:val="00B21034"/>
    <w:rsid w:val="00B2105C"/>
    <w:rsid w:val="00B2105D"/>
    <w:rsid w:val="00B210E8"/>
    <w:rsid w:val="00B213B1"/>
    <w:rsid w:val="00B2182F"/>
    <w:rsid w:val="00B21A98"/>
    <w:rsid w:val="00B21ECA"/>
    <w:rsid w:val="00B227A7"/>
    <w:rsid w:val="00B22C4D"/>
    <w:rsid w:val="00B22E4D"/>
    <w:rsid w:val="00B22F44"/>
    <w:rsid w:val="00B23211"/>
    <w:rsid w:val="00B23754"/>
    <w:rsid w:val="00B23789"/>
    <w:rsid w:val="00B2389B"/>
    <w:rsid w:val="00B23930"/>
    <w:rsid w:val="00B23C4F"/>
    <w:rsid w:val="00B240B7"/>
    <w:rsid w:val="00B2453C"/>
    <w:rsid w:val="00B246EF"/>
    <w:rsid w:val="00B249F1"/>
    <w:rsid w:val="00B24B06"/>
    <w:rsid w:val="00B25265"/>
    <w:rsid w:val="00B25503"/>
    <w:rsid w:val="00B2570D"/>
    <w:rsid w:val="00B25799"/>
    <w:rsid w:val="00B25823"/>
    <w:rsid w:val="00B2589A"/>
    <w:rsid w:val="00B25B16"/>
    <w:rsid w:val="00B25B30"/>
    <w:rsid w:val="00B25C62"/>
    <w:rsid w:val="00B26154"/>
    <w:rsid w:val="00B26A2D"/>
    <w:rsid w:val="00B26DE4"/>
    <w:rsid w:val="00B26E1C"/>
    <w:rsid w:val="00B274B6"/>
    <w:rsid w:val="00B308E5"/>
    <w:rsid w:val="00B30BA6"/>
    <w:rsid w:val="00B3127B"/>
    <w:rsid w:val="00B313C0"/>
    <w:rsid w:val="00B31743"/>
    <w:rsid w:val="00B31829"/>
    <w:rsid w:val="00B31946"/>
    <w:rsid w:val="00B31E5A"/>
    <w:rsid w:val="00B31EA8"/>
    <w:rsid w:val="00B31F46"/>
    <w:rsid w:val="00B3225F"/>
    <w:rsid w:val="00B323AF"/>
    <w:rsid w:val="00B326F4"/>
    <w:rsid w:val="00B3293B"/>
    <w:rsid w:val="00B32BE3"/>
    <w:rsid w:val="00B32D84"/>
    <w:rsid w:val="00B32DDF"/>
    <w:rsid w:val="00B33234"/>
    <w:rsid w:val="00B339F8"/>
    <w:rsid w:val="00B33C2C"/>
    <w:rsid w:val="00B33C75"/>
    <w:rsid w:val="00B33F99"/>
    <w:rsid w:val="00B34152"/>
    <w:rsid w:val="00B343CB"/>
    <w:rsid w:val="00B344F1"/>
    <w:rsid w:val="00B347B7"/>
    <w:rsid w:val="00B349AC"/>
    <w:rsid w:val="00B34ADD"/>
    <w:rsid w:val="00B34AE0"/>
    <w:rsid w:val="00B34AFD"/>
    <w:rsid w:val="00B34DF7"/>
    <w:rsid w:val="00B35721"/>
    <w:rsid w:val="00B35B59"/>
    <w:rsid w:val="00B35B7C"/>
    <w:rsid w:val="00B35D3C"/>
    <w:rsid w:val="00B35D56"/>
    <w:rsid w:val="00B3635E"/>
    <w:rsid w:val="00B363B8"/>
    <w:rsid w:val="00B3650D"/>
    <w:rsid w:val="00B36868"/>
    <w:rsid w:val="00B37017"/>
    <w:rsid w:val="00B37722"/>
    <w:rsid w:val="00B37902"/>
    <w:rsid w:val="00B37D3F"/>
    <w:rsid w:val="00B40071"/>
    <w:rsid w:val="00B401E3"/>
    <w:rsid w:val="00B403E8"/>
    <w:rsid w:val="00B406D4"/>
    <w:rsid w:val="00B40B3A"/>
    <w:rsid w:val="00B40C97"/>
    <w:rsid w:val="00B410EC"/>
    <w:rsid w:val="00B4135A"/>
    <w:rsid w:val="00B41442"/>
    <w:rsid w:val="00B41B9A"/>
    <w:rsid w:val="00B41D28"/>
    <w:rsid w:val="00B41D2B"/>
    <w:rsid w:val="00B426C9"/>
    <w:rsid w:val="00B4300F"/>
    <w:rsid w:val="00B435C5"/>
    <w:rsid w:val="00B43669"/>
    <w:rsid w:val="00B436F7"/>
    <w:rsid w:val="00B439BE"/>
    <w:rsid w:val="00B43C21"/>
    <w:rsid w:val="00B43C27"/>
    <w:rsid w:val="00B43D82"/>
    <w:rsid w:val="00B43DFD"/>
    <w:rsid w:val="00B43E81"/>
    <w:rsid w:val="00B440F4"/>
    <w:rsid w:val="00B44442"/>
    <w:rsid w:val="00B44756"/>
    <w:rsid w:val="00B44BE9"/>
    <w:rsid w:val="00B44C2B"/>
    <w:rsid w:val="00B44CFE"/>
    <w:rsid w:val="00B451FB"/>
    <w:rsid w:val="00B457AA"/>
    <w:rsid w:val="00B45A72"/>
    <w:rsid w:val="00B45FB1"/>
    <w:rsid w:val="00B461D8"/>
    <w:rsid w:val="00B47426"/>
    <w:rsid w:val="00B47428"/>
    <w:rsid w:val="00B475DF"/>
    <w:rsid w:val="00B478BE"/>
    <w:rsid w:val="00B47F39"/>
    <w:rsid w:val="00B5032B"/>
    <w:rsid w:val="00B50549"/>
    <w:rsid w:val="00B50946"/>
    <w:rsid w:val="00B50BA2"/>
    <w:rsid w:val="00B50F3F"/>
    <w:rsid w:val="00B513CE"/>
    <w:rsid w:val="00B513E1"/>
    <w:rsid w:val="00B516F0"/>
    <w:rsid w:val="00B52193"/>
    <w:rsid w:val="00B5256D"/>
    <w:rsid w:val="00B5263B"/>
    <w:rsid w:val="00B52EE3"/>
    <w:rsid w:val="00B530BA"/>
    <w:rsid w:val="00B5327F"/>
    <w:rsid w:val="00B53579"/>
    <w:rsid w:val="00B53B4A"/>
    <w:rsid w:val="00B53F37"/>
    <w:rsid w:val="00B54409"/>
    <w:rsid w:val="00B546F5"/>
    <w:rsid w:val="00B549C1"/>
    <w:rsid w:val="00B54A68"/>
    <w:rsid w:val="00B54C94"/>
    <w:rsid w:val="00B54E86"/>
    <w:rsid w:val="00B54E90"/>
    <w:rsid w:val="00B55343"/>
    <w:rsid w:val="00B5539A"/>
    <w:rsid w:val="00B55797"/>
    <w:rsid w:val="00B56013"/>
    <w:rsid w:val="00B564A9"/>
    <w:rsid w:val="00B56507"/>
    <w:rsid w:val="00B56697"/>
    <w:rsid w:val="00B566F6"/>
    <w:rsid w:val="00B56B0F"/>
    <w:rsid w:val="00B56CAF"/>
    <w:rsid w:val="00B56D48"/>
    <w:rsid w:val="00B56EFD"/>
    <w:rsid w:val="00B56F33"/>
    <w:rsid w:val="00B56FB2"/>
    <w:rsid w:val="00B571B7"/>
    <w:rsid w:val="00B57898"/>
    <w:rsid w:val="00B57BB8"/>
    <w:rsid w:val="00B57C05"/>
    <w:rsid w:val="00B600B8"/>
    <w:rsid w:val="00B60170"/>
    <w:rsid w:val="00B60EAD"/>
    <w:rsid w:val="00B61024"/>
    <w:rsid w:val="00B611D3"/>
    <w:rsid w:val="00B6173F"/>
    <w:rsid w:val="00B61F4E"/>
    <w:rsid w:val="00B62072"/>
    <w:rsid w:val="00B62130"/>
    <w:rsid w:val="00B6227F"/>
    <w:rsid w:val="00B623BB"/>
    <w:rsid w:val="00B6268D"/>
    <w:rsid w:val="00B627DF"/>
    <w:rsid w:val="00B6293B"/>
    <w:rsid w:val="00B62973"/>
    <w:rsid w:val="00B62C3D"/>
    <w:rsid w:val="00B62FDB"/>
    <w:rsid w:val="00B6329A"/>
    <w:rsid w:val="00B633AA"/>
    <w:rsid w:val="00B63735"/>
    <w:rsid w:val="00B637A0"/>
    <w:rsid w:val="00B63876"/>
    <w:rsid w:val="00B63882"/>
    <w:rsid w:val="00B6401F"/>
    <w:rsid w:val="00B6437A"/>
    <w:rsid w:val="00B643F7"/>
    <w:rsid w:val="00B644A8"/>
    <w:rsid w:val="00B644F8"/>
    <w:rsid w:val="00B64D78"/>
    <w:rsid w:val="00B64D83"/>
    <w:rsid w:val="00B64D96"/>
    <w:rsid w:val="00B653C8"/>
    <w:rsid w:val="00B65627"/>
    <w:rsid w:val="00B658DD"/>
    <w:rsid w:val="00B65C12"/>
    <w:rsid w:val="00B65CCC"/>
    <w:rsid w:val="00B65E47"/>
    <w:rsid w:val="00B65E74"/>
    <w:rsid w:val="00B6623E"/>
    <w:rsid w:val="00B662C8"/>
    <w:rsid w:val="00B666CF"/>
    <w:rsid w:val="00B6683D"/>
    <w:rsid w:val="00B6698F"/>
    <w:rsid w:val="00B669A5"/>
    <w:rsid w:val="00B66AB0"/>
    <w:rsid w:val="00B66AB2"/>
    <w:rsid w:val="00B66E80"/>
    <w:rsid w:val="00B67181"/>
    <w:rsid w:val="00B673D9"/>
    <w:rsid w:val="00B6740B"/>
    <w:rsid w:val="00B67494"/>
    <w:rsid w:val="00B678C6"/>
    <w:rsid w:val="00B67932"/>
    <w:rsid w:val="00B67BCE"/>
    <w:rsid w:val="00B70094"/>
    <w:rsid w:val="00B7062D"/>
    <w:rsid w:val="00B70689"/>
    <w:rsid w:val="00B706C7"/>
    <w:rsid w:val="00B711E9"/>
    <w:rsid w:val="00B71239"/>
    <w:rsid w:val="00B715FF"/>
    <w:rsid w:val="00B716CE"/>
    <w:rsid w:val="00B71AB6"/>
    <w:rsid w:val="00B71CA1"/>
    <w:rsid w:val="00B71E25"/>
    <w:rsid w:val="00B71E5E"/>
    <w:rsid w:val="00B7240D"/>
    <w:rsid w:val="00B72539"/>
    <w:rsid w:val="00B72869"/>
    <w:rsid w:val="00B72F64"/>
    <w:rsid w:val="00B730ED"/>
    <w:rsid w:val="00B73407"/>
    <w:rsid w:val="00B73715"/>
    <w:rsid w:val="00B73EE4"/>
    <w:rsid w:val="00B74130"/>
    <w:rsid w:val="00B74283"/>
    <w:rsid w:val="00B74358"/>
    <w:rsid w:val="00B7440C"/>
    <w:rsid w:val="00B74411"/>
    <w:rsid w:val="00B74A6E"/>
    <w:rsid w:val="00B74C0C"/>
    <w:rsid w:val="00B74C31"/>
    <w:rsid w:val="00B74C39"/>
    <w:rsid w:val="00B74E8B"/>
    <w:rsid w:val="00B7587C"/>
    <w:rsid w:val="00B75D11"/>
    <w:rsid w:val="00B75D6F"/>
    <w:rsid w:val="00B75F23"/>
    <w:rsid w:val="00B76333"/>
    <w:rsid w:val="00B7638C"/>
    <w:rsid w:val="00B7643D"/>
    <w:rsid w:val="00B7682C"/>
    <w:rsid w:val="00B768DD"/>
    <w:rsid w:val="00B76ABC"/>
    <w:rsid w:val="00B76E6E"/>
    <w:rsid w:val="00B76EB0"/>
    <w:rsid w:val="00B77223"/>
    <w:rsid w:val="00B77803"/>
    <w:rsid w:val="00B77B33"/>
    <w:rsid w:val="00B77E5E"/>
    <w:rsid w:val="00B80229"/>
    <w:rsid w:val="00B803F9"/>
    <w:rsid w:val="00B805AC"/>
    <w:rsid w:val="00B805EE"/>
    <w:rsid w:val="00B806A3"/>
    <w:rsid w:val="00B8084A"/>
    <w:rsid w:val="00B80B31"/>
    <w:rsid w:val="00B80C16"/>
    <w:rsid w:val="00B80D57"/>
    <w:rsid w:val="00B80D78"/>
    <w:rsid w:val="00B810B2"/>
    <w:rsid w:val="00B81307"/>
    <w:rsid w:val="00B81B61"/>
    <w:rsid w:val="00B81B78"/>
    <w:rsid w:val="00B81C59"/>
    <w:rsid w:val="00B81E7D"/>
    <w:rsid w:val="00B8229B"/>
    <w:rsid w:val="00B82563"/>
    <w:rsid w:val="00B828B1"/>
    <w:rsid w:val="00B82C6E"/>
    <w:rsid w:val="00B83275"/>
    <w:rsid w:val="00B8336D"/>
    <w:rsid w:val="00B83AE8"/>
    <w:rsid w:val="00B841FF"/>
    <w:rsid w:val="00B842DB"/>
    <w:rsid w:val="00B8442C"/>
    <w:rsid w:val="00B844FF"/>
    <w:rsid w:val="00B845BC"/>
    <w:rsid w:val="00B84C02"/>
    <w:rsid w:val="00B84C8A"/>
    <w:rsid w:val="00B84FA7"/>
    <w:rsid w:val="00B8501A"/>
    <w:rsid w:val="00B85148"/>
    <w:rsid w:val="00B85616"/>
    <w:rsid w:val="00B857E2"/>
    <w:rsid w:val="00B85B1D"/>
    <w:rsid w:val="00B85F56"/>
    <w:rsid w:val="00B8645F"/>
    <w:rsid w:val="00B864B7"/>
    <w:rsid w:val="00B865D9"/>
    <w:rsid w:val="00B867CD"/>
    <w:rsid w:val="00B86ABF"/>
    <w:rsid w:val="00B86B0F"/>
    <w:rsid w:val="00B86BB2"/>
    <w:rsid w:val="00B86C2A"/>
    <w:rsid w:val="00B874BA"/>
    <w:rsid w:val="00B876F5"/>
    <w:rsid w:val="00B90433"/>
    <w:rsid w:val="00B90A63"/>
    <w:rsid w:val="00B90D68"/>
    <w:rsid w:val="00B90F46"/>
    <w:rsid w:val="00B90F9A"/>
    <w:rsid w:val="00B915B1"/>
    <w:rsid w:val="00B917A7"/>
    <w:rsid w:val="00B918F3"/>
    <w:rsid w:val="00B91911"/>
    <w:rsid w:val="00B91A25"/>
    <w:rsid w:val="00B91B91"/>
    <w:rsid w:val="00B91D1D"/>
    <w:rsid w:val="00B91DBF"/>
    <w:rsid w:val="00B921C0"/>
    <w:rsid w:val="00B926C6"/>
    <w:rsid w:val="00B92B99"/>
    <w:rsid w:val="00B92C4D"/>
    <w:rsid w:val="00B92D24"/>
    <w:rsid w:val="00B93115"/>
    <w:rsid w:val="00B934E7"/>
    <w:rsid w:val="00B93761"/>
    <w:rsid w:val="00B93C52"/>
    <w:rsid w:val="00B93D86"/>
    <w:rsid w:val="00B940DE"/>
    <w:rsid w:val="00B9418F"/>
    <w:rsid w:val="00B9424B"/>
    <w:rsid w:val="00B9481C"/>
    <w:rsid w:val="00B948C3"/>
    <w:rsid w:val="00B94AC7"/>
    <w:rsid w:val="00B9519E"/>
    <w:rsid w:val="00B9560F"/>
    <w:rsid w:val="00B95770"/>
    <w:rsid w:val="00B95AA4"/>
    <w:rsid w:val="00B95CE9"/>
    <w:rsid w:val="00B95D0D"/>
    <w:rsid w:val="00B95D9A"/>
    <w:rsid w:val="00B960FA"/>
    <w:rsid w:val="00B9655A"/>
    <w:rsid w:val="00B969AC"/>
    <w:rsid w:val="00B969BA"/>
    <w:rsid w:val="00B969EA"/>
    <w:rsid w:val="00B96AB9"/>
    <w:rsid w:val="00B96B8C"/>
    <w:rsid w:val="00B96DED"/>
    <w:rsid w:val="00B96F95"/>
    <w:rsid w:val="00B973EC"/>
    <w:rsid w:val="00B97819"/>
    <w:rsid w:val="00B979D6"/>
    <w:rsid w:val="00B97A9E"/>
    <w:rsid w:val="00B97DFB"/>
    <w:rsid w:val="00BA030A"/>
    <w:rsid w:val="00BA0A3E"/>
    <w:rsid w:val="00BA0C42"/>
    <w:rsid w:val="00BA0CA8"/>
    <w:rsid w:val="00BA14ED"/>
    <w:rsid w:val="00BA193D"/>
    <w:rsid w:val="00BA1CB5"/>
    <w:rsid w:val="00BA1D19"/>
    <w:rsid w:val="00BA1FAC"/>
    <w:rsid w:val="00BA2078"/>
    <w:rsid w:val="00BA21CE"/>
    <w:rsid w:val="00BA2355"/>
    <w:rsid w:val="00BA2740"/>
    <w:rsid w:val="00BA2BA0"/>
    <w:rsid w:val="00BA2D10"/>
    <w:rsid w:val="00BA2E30"/>
    <w:rsid w:val="00BA2FAE"/>
    <w:rsid w:val="00BA34D4"/>
    <w:rsid w:val="00BA3732"/>
    <w:rsid w:val="00BA3B39"/>
    <w:rsid w:val="00BA3C0F"/>
    <w:rsid w:val="00BA42D3"/>
    <w:rsid w:val="00BA45E3"/>
    <w:rsid w:val="00BA48DB"/>
    <w:rsid w:val="00BA4CC4"/>
    <w:rsid w:val="00BA4EB8"/>
    <w:rsid w:val="00BA4F96"/>
    <w:rsid w:val="00BA50D2"/>
    <w:rsid w:val="00BA53AB"/>
    <w:rsid w:val="00BA53BF"/>
    <w:rsid w:val="00BA5609"/>
    <w:rsid w:val="00BA564B"/>
    <w:rsid w:val="00BA56C3"/>
    <w:rsid w:val="00BA5A0E"/>
    <w:rsid w:val="00BA5AB9"/>
    <w:rsid w:val="00BA5AFB"/>
    <w:rsid w:val="00BA5B35"/>
    <w:rsid w:val="00BA5D0F"/>
    <w:rsid w:val="00BA5FF5"/>
    <w:rsid w:val="00BA6053"/>
    <w:rsid w:val="00BA61FE"/>
    <w:rsid w:val="00BA6421"/>
    <w:rsid w:val="00BA67BB"/>
    <w:rsid w:val="00BA6819"/>
    <w:rsid w:val="00BA6AFF"/>
    <w:rsid w:val="00BA6DBB"/>
    <w:rsid w:val="00BA70FB"/>
    <w:rsid w:val="00BA719A"/>
    <w:rsid w:val="00BA731F"/>
    <w:rsid w:val="00BA7320"/>
    <w:rsid w:val="00BA7644"/>
    <w:rsid w:val="00BA78B6"/>
    <w:rsid w:val="00BA7A72"/>
    <w:rsid w:val="00BA7C37"/>
    <w:rsid w:val="00BA7CA8"/>
    <w:rsid w:val="00BB0098"/>
    <w:rsid w:val="00BB0B0D"/>
    <w:rsid w:val="00BB0DCE"/>
    <w:rsid w:val="00BB0DDE"/>
    <w:rsid w:val="00BB1363"/>
    <w:rsid w:val="00BB142F"/>
    <w:rsid w:val="00BB1501"/>
    <w:rsid w:val="00BB153C"/>
    <w:rsid w:val="00BB1671"/>
    <w:rsid w:val="00BB1A28"/>
    <w:rsid w:val="00BB1B46"/>
    <w:rsid w:val="00BB2412"/>
    <w:rsid w:val="00BB255B"/>
    <w:rsid w:val="00BB25B6"/>
    <w:rsid w:val="00BB2C22"/>
    <w:rsid w:val="00BB2D39"/>
    <w:rsid w:val="00BB3368"/>
    <w:rsid w:val="00BB338A"/>
    <w:rsid w:val="00BB359E"/>
    <w:rsid w:val="00BB389F"/>
    <w:rsid w:val="00BB38D0"/>
    <w:rsid w:val="00BB3D04"/>
    <w:rsid w:val="00BB3D4A"/>
    <w:rsid w:val="00BB4338"/>
    <w:rsid w:val="00BB4515"/>
    <w:rsid w:val="00BB46A6"/>
    <w:rsid w:val="00BB4842"/>
    <w:rsid w:val="00BB5110"/>
    <w:rsid w:val="00BB5142"/>
    <w:rsid w:val="00BB55D0"/>
    <w:rsid w:val="00BB580B"/>
    <w:rsid w:val="00BB5C52"/>
    <w:rsid w:val="00BB5C91"/>
    <w:rsid w:val="00BB5D4A"/>
    <w:rsid w:val="00BB5F44"/>
    <w:rsid w:val="00BB6323"/>
    <w:rsid w:val="00BB6326"/>
    <w:rsid w:val="00BB638C"/>
    <w:rsid w:val="00BB68D4"/>
    <w:rsid w:val="00BB69C2"/>
    <w:rsid w:val="00BB6AEC"/>
    <w:rsid w:val="00BB6D11"/>
    <w:rsid w:val="00BB6F35"/>
    <w:rsid w:val="00BB6FFC"/>
    <w:rsid w:val="00BB704B"/>
    <w:rsid w:val="00BB7210"/>
    <w:rsid w:val="00BB7378"/>
    <w:rsid w:val="00BB7454"/>
    <w:rsid w:val="00BB7E50"/>
    <w:rsid w:val="00BB7EDB"/>
    <w:rsid w:val="00BB7F9F"/>
    <w:rsid w:val="00BC0602"/>
    <w:rsid w:val="00BC09AF"/>
    <w:rsid w:val="00BC09BC"/>
    <w:rsid w:val="00BC0F9F"/>
    <w:rsid w:val="00BC0FE8"/>
    <w:rsid w:val="00BC103F"/>
    <w:rsid w:val="00BC111D"/>
    <w:rsid w:val="00BC14F8"/>
    <w:rsid w:val="00BC1580"/>
    <w:rsid w:val="00BC184A"/>
    <w:rsid w:val="00BC1A4F"/>
    <w:rsid w:val="00BC1DEA"/>
    <w:rsid w:val="00BC2017"/>
    <w:rsid w:val="00BC20CA"/>
    <w:rsid w:val="00BC2209"/>
    <w:rsid w:val="00BC26DD"/>
    <w:rsid w:val="00BC285D"/>
    <w:rsid w:val="00BC315D"/>
    <w:rsid w:val="00BC3554"/>
    <w:rsid w:val="00BC3659"/>
    <w:rsid w:val="00BC37B1"/>
    <w:rsid w:val="00BC3DC3"/>
    <w:rsid w:val="00BC3EAC"/>
    <w:rsid w:val="00BC3F18"/>
    <w:rsid w:val="00BC4325"/>
    <w:rsid w:val="00BC433E"/>
    <w:rsid w:val="00BC4CE0"/>
    <w:rsid w:val="00BC4D9B"/>
    <w:rsid w:val="00BC5385"/>
    <w:rsid w:val="00BC5426"/>
    <w:rsid w:val="00BC579A"/>
    <w:rsid w:val="00BC5BE7"/>
    <w:rsid w:val="00BC5C27"/>
    <w:rsid w:val="00BC60D2"/>
    <w:rsid w:val="00BC68EA"/>
    <w:rsid w:val="00BC692F"/>
    <w:rsid w:val="00BC6A22"/>
    <w:rsid w:val="00BC6C67"/>
    <w:rsid w:val="00BC7166"/>
    <w:rsid w:val="00BC72C4"/>
    <w:rsid w:val="00BC7350"/>
    <w:rsid w:val="00BC73A1"/>
    <w:rsid w:val="00BC776A"/>
    <w:rsid w:val="00BC7980"/>
    <w:rsid w:val="00BC7A5E"/>
    <w:rsid w:val="00BC7E8E"/>
    <w:rsid w:val="00BD038E"/>
    <w:rsid w:val="00BD0754"/>
    <w:rsid w:val="00BD0B1A"/>
    <w:rsid w:val="00BD0E06"/>
    <w:rsid w:val="00BD10AB"/>
    <w:rsid w:val="00BD11CF"/>
    <w:rsid w:val="00BD1515"/>
    <w:rsid w:val="00BD18F4"/>
    <w:rsid w:val="00BD193D"/>
    <w:rsid w:val="00BD1995"/>
    <w:rsid w:val="00BD1BEC"/>
    <w:rsid w:val="00BD1DFC"/>
    <w:rsid w:val="00BD1E14"/>
    <w:rsid w:val="00BD1F5F"/>
    <w:rsid w:val="00BD239F"/>
    <w:rsid w:val="00BD257D"/>
    <w:rsid w:val="00BD28AC"/>
    <w:rsid w:val="00BD2AFE"/>
    <w:rsid w:val="00BD2B8D"/>
    <w:rsid w:val="00BD2E0F"/>
    <w:rsid w:val="00BD2FC1"/>
    <w:rsid w:val="00BD32E6"/>
    <w:rsid w:val="00BD3379"/>
    <w:rsid w:val="00BD3586"/>
    <w:rsid w:val="00BD366E"/>
    <w:rsid w:val="00BD3842"/>
    <w:rsid w:val="00BD399D"/>
    <w:rsid w:val="00BD39C0"/>
    <w:rsid w:val="00BD3A7B"/>
    <w:rsid w:val="00BD3CAE"/>
    <w:rsid w:val="00BD3E0D"/>
    <w:rsid w:val="00BD4266"/>
    <w:rsid w:val="00BD492F"/>
    <w:rsid w:val="00BD4AA2"/>
    <w:rsid w:val="00BD4BFE"/>
    <w:rsid w:val="00BD52F8"/>
    <w:rsid w:val="00BD5A11"/>
    <w:rsid w:val="00BD5B9B"/>
    <w:rsid w:val="00BD5BBB"/>
    <w:rsid w:val="00BD5E82"/>
    <w:rsid w:val="00BD5FED"/>
    <w:rsid w:val="00BD6086"/>
    <w:rsid w:val="00BD63A7"/>
    <w:rsid w:val="00BD67B3"/>
    <w:rsid w:val="00BD6C3C"/>
    <w:rsid w:val="00BD7623"/>
    <w:rsid w:val="00BD7666"/>
    <w:rsid w:val="00BD7729"/>
    <w:rsid w:val="00BD7842"/>
    <w:rsid w:val="00BD784D"/>
    <w:rsid w:val="00BD7893"/>
    <w:rsid w:val="00BD7B71"/>
    <w:rsid w:val="00BD7FF5"/>
    <w:rsid w:val="00BE041B"/>
    <w:rsid w:val="00BE045A"/>
    <w:rsid w:val="00BE0524"/>
    <w:rsid w:val="00BE05D3"/>
    <w:rsid w:val="00BE06ED"/>
    <w:rsid w:val="00BE0ED8"/>
    <w:rsid w:val="00BE1565"/>
    <w:rsid w:val="00BE19AA"/>
    <w:rsid w:val="00BE1A24"/>
    <w:rsid w:val="00BE1C63"/>
    <w:rsid w:val="00BE2120"/>
    <w:rsid w:val="00BE2255"/>
    <w:rsid w:val="00BE249B"/>
    <w:rsid w:val="00BE27F1"/>
    <w:rsid w:val="00BE29E1"/>
    <w:rsid w:val="00BE2CC9"/>
    <w:rsid w:val="00BE2D9F"/>
    <w:rsid w:val="00BE2EEF"/>
    <w:rsid w:val="00BE300B"/>
    <w:rsid w:val="00BE360E"/>
    <w:rsid w:val="00BE4286"/>
    <w:rsid w:val="00BE43AB"/>
    <w:rsid w:val="00BE43D3"/>
    <w:rsid w:val="00BE4472"/>
    <w:rsid w:val="00BE459C"/>
    <w:rsid w:val="00BE45BD"/>
    <w:rsid w:val="00BE4617"/>
    <w:rsid w:val="00BE47FB"/>
    <w:rsid w:val="00BE5716"/>
    <w:rsid w:val="00BE5954"/>
    <w:rsid w:val="00BE5BA1"/>
    <w:rsid w:val="00BE5D87"/>
    <w:rsid w:val="00BE63A9"/>
    <w:rsid w:val="00BE66B8"/>
    <w:rsid w:val="00BE68F4"/>
    <w:rsid w:val="00BE6AB2"/>
    <w:rsid w:val="00BE6F58"/>
    <w:rsid w:val="00BE6F86"/>
    <w:rsid w:val="00BE729F"/>
    <w:rsid w:val="00BE737F"/>
    <w:rsid w:val="00BE7A4B"/>
    <w:rsid w:val="00BE7D87"/>
    <w:rsid w:val="00BF0255"/>
    <w:rsid w:val="00BF0535"/>
    <w:rsid w:val="00BF07FF"/>
    <w:rsid w:val="00BF08EA"/>
    <w:rsid w:val="00BF09C4"/>
    <w:rsid w:val="00BF09EF"/>
    <w:rsid w:val="00BF0CE0"/>
    <w:rsid w:val="00BF0F0A"/>
    <w:rsid w:val="00BF1143"/>
    <w:rsid w:val="00BF15E0"/>
    <w:rsid w:val="00BF18FD"/>
    <w:rsid w:val="00BF1950"/>
    <w:rsid w:val="00BF19C9"/>
    <w:rsid w:val="00BF1A88"/>
    <w:rsid w:val="00BF1B75"/>
    <w:rsid w:val="00BF2BC9"/>
    <w:rsid w:val="00BF3117"/>
    <w:rsid w:val="00BF3149"/>
    <w:rsid w:val="00BF32A2"/>
    <w:rsid w:val="00BF3326"/>
    <w:rsid w:val="00BF33CF"/>
    <w:rsid w:val="00BF3839"/>
    <w:rsid w:val="00BF3855"/>
    <w:rsid w:val="00BF38C2"/>
    <w:rsid w:val="00BF3F89"/>
    <w:rsid w:val="00BF4352"/>
    <w:rsid w:val="00BF462E"/>
    <w:rsid w:val="00BF4784"/>
    <w:rsid w:val="00BF49F4"/>
    <w:rsid w:val="00BF4C9C"/>
    <w:rsid w:val="00BF51B0"/>
    <w:rsid w:val="00BF53E3"/>
    <w:rsid w:val="00BF56BB"/>
    <w:rsid w:val="00BF57FB"/>
    <w:rsid w:val="00BF5B7D"/>
    <w:rsid w:val="00BF5BDD"/>
    <w:rsid w:val="00BF5F09"/>
    <w:rsid w:val="00BF6115"/>
    <w:rsid w:val="00BF6282"/>
    <w:rsid w:val="00BF62CF"/>
    <w:rsid w:val="00BF63CB"/>
    <w:rsid w:val="00BF65C0"/>
    <w:rsid w:val="00BF694C"/>
    <w:rsid w:val="00BF6BF8"/>
    <w:rsid w:val="00BF6D06"/>
    <w:rsid w:val="00BF709C"/>
    <w:rsid w:val="00BF70C6"/>
    <w:rsid w:val="00BF7150"/>
    <w:rsid w:val="00BF7171"/>
    <w:rsid w:val="00BF72BE"/>
    <w:rsid w:val="00BF7555"/>
    <w:rsid w:val="00BF7586"/>
    <w:rsid w:val="00BF758C"/>
    <w:rsid w:val="00BF75FE"/>
    <w:rsid w:val="00BF7CE4"/>
    <w:rsid w:val="00BF7D13"/>
    <w:rsid w:val="00BF7E22"/>
    <w:rsid w:val="00BF7F93"/>
    <w:rsid w:val="00C00068"/>
    <w:rsid w:val="00C003A1"/>
    <w:rsid w:val="00C00533"/>
    <w:rsid w:val="00C009C1"/>
    <w:rsid w:val="00C00C90"/>
    <w:rsid w:val="00C00F4A"/>
    <w:rsid w:val="00C0123B"/>
    <w:rsid w:val="00C01510"/>
    <w:rsid w:val="00C0173A"/>
    <w:rsid w:val="00C01BC4"/>
    <w:rsid w:val="00C01EA2"/>
    <w:rsid w:val="00C020DC"/>
    <w:rsid w:val="00C0211C"/>
    <w:rsid w:val="00C02336"/>
    <w:rsid w:val="00C0245D"/>
    <w:rsid w:val="00C0255D"/>
    <w:rsid w:val="00C02A39"/>
    <w:rsid w:val="00C02AFF"/>
    <w:rsid w:val="00C02CEF"/>
    <w:rsid w:val="00C02FCC"/>
    <w:rsid w:val="00C03502"/>
    <w:rsid w:val="00C03514"/>
    <w:rsid w:val="00C0398B"/>
    <w:rsid w:val="00C03C3A"/>
    <w:rsid w:val="00C0402A"/>
    <w:rsid w:val="00C04087"/>
    <w:rsid w:val="00C0447A"/>
    <w:rsid w:val="00C0450B"/>
    <w:rsid w:val="00C04753"/>
    <w:rsid w:val="00C047F1"/>
    <w:rsid w:val="00C049E4"/>
    <w:rsid w:val="00C04DA2"/>
    <w:rsid w:val="00C04F54"/>
    <w:rsid w:val="00C054B1"/>
    <w:rsid w:val="00C058FE"/>
    <w:rsid w:val="00C05B29"/>
    <w:rsid w:val="00C05C5B"/>
    <w:rsid w:val="00C060C5"/>
    <w:rsid w:val="00C060F8"/>
    <w:rsid w:val="00C062EB"/>
    <w:rsid w:val="00C06428"/>
    <w:rsid w:val="00C066B6"/>
    <w:rsid w:val="00C06A41"/>
    <w:rsid w:val="00C06BF6"/>
    <w:rsid w:val="00C06E2F"/>
    <w:rsid w:val="00C074B1"/>
    <w:rsid w:val="00C07919"/>
    <w:rsid w:val="00C07AE2"/>
    <w:rsid w:val="00C07BF8"/>
    <w:rsid w:val="00C07CD5"/>
    <w:rsid w:val="00C07D5A"/>
    <w:rsid w:val="00C07EFB"/>
    <w:rsid w:val="00C101FD"/>
    <w:rsid w:val="00C1025D"/>
    <w:rsid w:val="00C1061F"/>
    <w:rsid w:val="00C1065F"/>
    <w:rsid w:val="00C109A5"/>
    <w:rsid w:val="00C10AAC"/>
    <w:rsid w:val="00C10E2C"/>
    <w:rsid w:val="00C10F97"/>
    <w:rsid w:val="00C110DF"/>
    <w:rsid w:val="00C1191D"/>
    <w:rsid w:val="00C1196E"/>
    <w:rsid w:val="00C11D26"/>
    <w:rsid w:val="00C120D9"/>
    <w:rsid w:val="00C1214D"/>
    <w:rsid w:val="00C127E8"/>
    <w:rsid w:val="00C12C56"/>
    <w:rsid w:val="00C12D51"/>
    <w:rsid w:val="00C12DBC"/>
    <w:rsid w:val="00C1304B"/>
    <w:rsid w:val="00C13123"/>
    <w:rsid w:val="00C13204"/>
    <w:rsid w:val="00C133D9"/>
    <w:rsid w:val="00C136B3"/>
    <w:rsid w:val="00C13CD9"/>
    <w:rsid w:val="00C13F96"/>
    <w:rsid w:val="00C14036"/>
    <w:rsid w:val="00C1460B"/>
    <w:rsid w:val="00C14B1E"/>
    <w:rsid w:val="00C14B56"/>
    <w:rsid w:val="00C14E2B"/>
    <w:rsid w:val="00C14E64"/>
    <w:rsid w:val="00C150B0"/>
    <w:rsid w:val="00C15486"/>
    <w:rsid w:val="00C15713"/>
    <w:rsid w:val="00C15992"/>
    <w:rsid w:val="00C15CED"/>
    <w:rsid w:val="00C15CFD"/>
    <w:rsid w:val="00C1611F"/>
    <w:rsid w:val="00C16488"/>
    <w:rsid w:val="00C164E2"/>
    <w:rsid w:val="00C16B10"/>
    <w:rsid w:val="00C16C6A"/>
    <w:rsid w:val="00C16FA0"/>
    <w:rsid w:val="00C17206"/>
    <w:rsid w:val="00C1784B"/>
    <w:rsid w:val="00C178FE"/>
    <w:rsid w:val="00C17BA4"/>
    <w:rsid w:val="00C17BD7"/>
    <w:rsid w:val="00C17D0C"/>
    <w:rsid w:val="00C17FA1"/>
    <w:rsid w:val="00C20296"/>
    <w:rsid w:val="00C204CB"/>
    <w:rsid w:val="00C204D0"/>
    <w:rsid w:val="00C2091E"/>
    <w:rsid w:val="00C2099B"/>
    <w:rsid w:val="00C20D18"/>
    <w:rsid w:val="00C20F52"/>
    <w:rsid w:val="00C211BD"/>
    <w:rsid w:val="00C2153E"/>
    <w:rsid w:val="00C21807"/>
    <w:rsid w:val="00C21BD0"/>
    <w:rsid w:val="00C21C25"/>
    <w:rsid w:val="00C21D3F"/>
    <w:rsid w:val="00C22080"/>
    <w:rsid w:val="00C222CB"/>
    <w:rsid w:val="00C22491"/>
    <w:rsid w:val="00C226B9"/>
    <w:rsid w:val="00C22780"/>
    <w:rsid w:val="00C228DB"/>
    <w:rsid w:val="00C22974"/>
    <w:rsid w:val="00C22C34"/>
    <w:rsid w:val="00C22FB2"/>
    <w:rsid w:val="00C22FC8"/>
    <w:rsid w:val="00C231DA"/>
    <w:rsid w:val="00C23333"/>
    <w:rsid w:val="00C23393"/>
    <w:rsid w:val="00C23713"/>
    <w:rsid w:val="00C23FD9"/>
    <w:rsid w:val="00C240C7"/>
    <w:rsid w:val="00C240D4"/>
    <w:rsid w:val="00C24146"/>
    <w:rsid w:val="00C24257"/>
    <w:rsid w:val="00C248EE"/>
    <w:rsid w:val="00C250C2"/>
    <w:rsid w:val="00C25311"/>
    <w:rsid w:val="00C254A8"/>
    <w:rsid w:val="00C256D5"/>
    <w:rsid w:val="00C25825"/>
    <w:rsid w:val="00C25935"/>
    <w:rsid w:val="00C2593F"/>
    <w:rsid w:val="00C25997"/>
    <w:rsid w:val="00C261C9"/>
    <w:rsid w:val="00C26328"/>
    <w:rsid w:val="00C26552"/>
    <w:rsid w:val="00C26716"/>
    <w:rsid w:val="00C267A1"/>
    <w:rsid w:val="00C26976"/>
    <w:rsid w:val="00C26AC4"/>
    <w:rsid w:val="00C26D6C"/>
    <w:rsid w:val="00C26DEB"/>
    <w:rsid w:val="00C26FD0"/>
    <w:rsid w:val="00C271BA"/>
    <w:rsid w:val="00C274D1"/>
    <w:rsid w:val="00C27604"/>
    <w:rsid w:val="00C304F2"/>
    <w:rsid w:val="00C307C2"/>
    <w:rsid w:val="00C30BBF"/>
    <w:rsid w:val="00C30E39"/>
    <w:rsid w:val="00C30E9B"/>
    <w:rsid w:val="00C31130"/>
    <w:rsid w:val="00C31197"/>
    <w:rsid w:val="00C313FD"/>
    <w:rsid w:val="00C3168C"/>
    <w:rsid w:val="00C31BF5"/>
    <w:rsid w:val="00C31D5F"/>
    <w:rsid w:val="00C31DA3"/>
    <w:rsid w:val="00C31E50"/>
    <w:rsid w:val="00C322F6"/>
    <w:rsid w:val="00C32395"/>
    <w:rsid w:val="00C323C2"/>
    <w:rsid w:val="00C3283E"/>
    <w:rsid w:val="00C331A6"/>
    <w:rsid w:val="00C33459"/>
    <w:rsid w:val="00C3366C"/>
    <w:rsid w:val="00C336B8"/>
    <w:rsid w:val="00C33A6D"/>
    <w:rsid w:val="00C33B3C"/>
    <w:rsid w:val="00C34C97"/>
    <w:rsid w:val="00C34D83"/>
    <w:rsid w:val="00C34DAE"/>
    <w:rsid w:val="00C34E5E"/>
    <w:rsid w:val="00C35524"/>
    <w:rsid w:val="00C357AC"/>
    <w:rsid w:val="00C357C1"/>
    <w:rsid w:val="00C357D1"/>
    <w:rsid w:val="00C357D3"/>
    <w:rsid w:val="00C35976"/>
    <w:rsid w:val="00C35AE0"/>
    <w:rsid w:val="00C35D48"/>
    <w:rsid w:val="00C35E1C"/>
    <w:rsid w:val="00C35F8C"/>
    <w:rsid w:val="00C35FF0"/>
    <w:rsid w:val="00C3628C"/>
    <w:rsid w:val="00C36449"/>
    <w:rsid w:val="00C3659D"/>
    <w:rsid w:val="00C365BC"/>
    <w:rsid w:val="00C368B6"/>
    <w:rsid w:val="00C36E29"/>
    <w:rsid w:val="00C37001"/>
    <w:rsid w:val="00C37818"/>
    <w:rsid w:val="00C37959"/>
    <w:rsid w:val="00C37996"/>
    <w:rsid w:val="00C37C4B"/>
    <w:rsid w:val="00C37D49"/>
    <w:rsid w:val="00C37E4D"/>
    <w:rsid w:val="00C40014"/>
    <w:rsid w:val="00C4014C"/>
    <w:rsid w:val="00C40634"/>
    <w:rsid w:val="00C40A59"/>
    <w:rsid w:val="00C40BBA"/>
    <w:rsid w:val="00C40DC4"/>
    <w:rsid w:val="00C414AB"/>
    <w:rsid w:val="00C41696"/>
    <w:rsid w:val="00C41BF3"/>
    <w:rsid w:val="00C41CA2"/>
    <w:rsid w:val="00C4233F"/>
    <w:rsid w:val="00C4276F"/>
    <w:rsid w:val="00C42864"/>
    <w:rsid w:val="00C42908"/>
    <w:rsid w:val="00C42A0A"/>
    <w:rsid w:val="00C42C88"/>
    <w:rsid w:val="00C4306A"/>
    <w:rsid w:val="00C430EC"/>
    <w:rsid w:val="00C43145"/>
    <w:rsid w:val="00C431E7"/>
    <w:rsid w:val="00C4358F"/>
    <w:rsid w:val="00C43709"/>
    <w:rsid w:val="00C437B6"/>
    <w:rsid w:val="00C43C00"/>
    <w:rsid w:val="00C43E32"/>
    <w:rsid w:val="00C43F52"/>
    <w:rsid w:val="00C442E8"/>
    <w:rsid w:val="00C44368"/>
    <w:rsid w:val="00C44699"/>
    <w:rsid w:val="00C44B32"/>
    <w:rsid w:val="00C44C0E"/>
    <w:rsid w:val="00C44D7A"/>
    <w:rsid w:val="00C452CE"/>
    <w:rsid w:val="00C455BE"/>
    <w:rsid w:val="00C45956"/>
    <w:rsid w:val="00C45BF8"/>
    <w:rsid w:val="00C464CF"/>
    <w:rsid w:val="00C46B88"/>
    <w:rsid w:val="00C46C52"/>
    <w:rsid w:val="00C46E06"/>
    <w:rsid w:val="00C4768C"/>
    <w:rsid w:val="00C47880"/>
    <w:rsid w:val="00C478DA"/>
    <w:rsid w:val="00C47BD8"/>
    <w:rsid w:val="00C47C1E"/>
    <w:rsid w:val="00C47C93"/>
    <w:rsid w:val="00C47CDA"/>
    <w:rsid w:val="00C47ECE"/>
    <w:rsid w:val="00C47F7A"/>
    <w:rsid w:val="00C507CC"/>
    <w:rsid w:val="00C50B05"/>
    <w:rsid w:val="00C50F48"/>
    <w:rsid w:val="00C51615"/>
    <w:rsid w:val="00C51941"/>
    <w:rsid w:val="00C51942"/>
    <w:rsid w:val="00C520FF"/>
    <w:rsid w:val="00C522C2"/>
    <w:rsid w:val="00C523B0"/>
    <w:rsid w:val="00C5259A"/>
    <w:rsid w:val="00C52BA3"/>
    <w:rsid w:val="00C52F1E"/>
    <w:rsid w:val="00C52FDD"/>
    <w:rsid w:val="00C534DF"/>
    <w:rsid w:val="00C53547"/>
    <w:rsid w:val="00C53940"/>
    <w:rsid w:val="00C539A2"/>
    <w:rsid w:val="00C53AB3"/>
    <w:rsid w:val="00C541F1"/>
    <w:rsid w:val="00C542E0"/>
    <w:rsid w:val="00C54412"/>
    <w:rsid w:val="00C544AF"/>
    <w:rsid w:val="00C54F0D"/>
    <w:rsid w:val="00C550BC"/>
    <w:rsid w:val="00C55134"/>
    <w:rsid w:val="00C554E8"/>
    <w:rsid w:val="00C559E3"/>
    <w:rsid w:val="00C55BC4"/>
    <w:rsid w:val="00C55C92"/>
    <w:rsid w:val="00C55D74"/>
    <w:rsid w:val="00C55E9E"/>
    <w:rsid w:val="00C55EF9"/>
    <w:rsid w:val="00C5612E"/>
    <w:rsid w:val="00C567ED"/>
    <w:rsid w:val="00C56A21"/>
    <w:rsid w:val="00C56CD3"/>
    <w:rsid w:val="00C5731A"/>
    <w:rsid w:val="00C57606"/>
    <w:rsid w:val="00C57820"/>
    <w:rsid w:val="00C57B28"/>
    <w:rsid w:val="00C60041"/>
    <w:rsid w:val="00C6019D"/>
    <w:rsid w:val="00C6036D"/>
    <w:rsid w:val="00C60ED7"/>
    <w:rsid w:val="00C60F50"/>
    <w:rsid w:val="00C613A5"/>
    <w:rsid w:val="00C61722"/>
    <w:rsid w:val="00C6188F"/>
    <w:rsid w:val="00C61B3B"/>
    <w:rsid w:val="00C6202D"/>
    <w:rsid w:val="00C62038"/>
    <w:rsid w:val="00C62285"/>
    <w:rsid w:val="00C62532"/>
    <w:rsid w:val="00C62718"/>
    <w:rsid w:val="00C62ABC"/>
    <w:rsid w:val="00C63011"/>
    <w:rsid w:val="00C630B7"/>
    <w:rsid w:val="00C6314B"/>
    <w:rsid w:val="00C634DE"/>
    <w:rsid w:val="00C63652"/>
    <w:rsid w:val="00C63807"/>
    <w:rsid w:val="00C638BD"/>
    <w:rsid w:val="00C639BE"/>
    <w:rsid w:val="00C63B3D"/>
    <w:rsid w:val="00C63CE0"/>
    <w:rsid w:val="00C640B5"/>
    <w:rsid w:val="00C647FE"/>
    <w:rsid w:val="00C6499F"/>
    <w:rsid w:val="00C649A4"/>
    <w:rsid w:val="00C649C1"/>
    <w:rsid w:val="00C64C70"/>
    <w:rsid w:val="00C652C9"/>
    <w:rsid w:val="00C65350"/>
    <w:rsid w:val="00C657A1"/>
    <w:rsid w:val="00C65861"/>
    <w:rsid w:val="00C65E68"/>
    <w:rsid w:val="00C668DA"/>
    <w:rsid w:val="00C66972"/>
    <w:rsid w:val="00C66E38"/>
    <w:rsid w:val="00C6732E"/>
    <w:rsid w:val="00C67B5E"/>
    <w:rsid w:val="00C67D37"/>
    <w:rsid w:val="00C67F89"/>
    <w:rsid w:val="00C700A0"/>
    <w:rsid w:val="00C70428"/>
    <w:rsid w:val="00C7044B"/>
    <w:rsid w:val="00C7046E"/>
    <w:rsid w:val="00C704C0"/>
    <w:rsid w:val="00C70639"/>
    <w:rsid w:val="00C70911"/>
    <w:rsid w:val="00C70D5A"/>
    <w:rsid w:val="00C713EC"/>
    <w:rsid w:val="00C71A79"/>
    <w:rsid w:val="00C71C2F"/>
    <w:rsid w:val="00C72497"/>
    <w:rsid w:val="00C72AAF"/>
    <w:rsid w:val="00C72C98"/>
    <w:rsid w:val="00C72F8F"/>
    <w:rsid w:val="00C733B1"/>
    <w:rsid w:val="00C7375D"/>
    <w:rsid w:val="00C73D13"/>
    <w:rsid w:val="00C743E4"/>
    <w:rsid w:val="00C7467F"/>
    <w:rsid w:val="00C747C2"/>
    <w:rsid w:val="00C749FA"/>
    <w:rsid w:val="00C74B37"/>
    <w:rsid w:val="00C74CC4"/>
    <w:rsid w:val="00C751C5"/>
    <w:rsid w:val="00C7574A"/>
    <w:rsid w:val="00C75762"/>
    <w:rsid w:val="00C757A8"/>
    <w:rsid w:val="00C75B1D"/>
    <w:rsid w:val="00C75F10"/>
    <w:rsid w:val="00C7621B"/>
    <w:rsid w:val="00C76467"/>
    <w:rsid w:val="00C76584"/>
    <w:rsid w:val="00C76674"/>
    <w:rsid w:val="00C767B5"/>
    <w:rsid w:val="00C76890"/>
    <w:rsid w:val="00C76892"/>
    <w:rsid w:val="00C76AF2"/>
    <w:rsid w:val="00C76CE6"/>
    <w:rsid w:val="00C76DF0"/>
    <w:rsid w:val="00C77064"/>
    <w:rsid w:val="00C771BB"/>
    <w:rsid w:val="00C77331"/>
    <w:rsid w:val="00C77F4A"/>
    <w:rsid w:val="00C77FD5"/>
    <w:rsid w:val="00C80066"/>
    <w:rsid w:val="00C804AA"/>
    <w:rsid w:val="00C80734"/>
    <w:rsid w:val="00C809DE"/>
    <w:rsid w:val="00C80C22"/>
    <w:rsid w:val="00C80F75"/>
    <w:rsid w:val="00C8107E"/>
    <w:rsid w:val="00C81380"/>
    <w:rsid w:val="00C8167D"/>
    <w:rsid w:val="00C819F2"/>
    <w:rsid w:val="00C8211E"/>
    <w:rsid w:val="00C822E1"/>
    <w:rsid w:val="00C823F9"/>
    <w:rsid w:val="00C82631"/>
    <w:rsid w:val="00C82B89"/>
    <w:rsid w:val="00C82EEA"/>
    <w:rsid w:val="00C8306F"/>
    <w:rsid w:val="00C830A2"/>
    <w:rsid w:val="00C8317A"/>
    <w:rsid w:val="00C8380C"/>
    <w:rsid w:val="00C83B6F"/>
    <w:rsid w:val="00C83CB1"/>
    <w:rsid w:val="00C83FD5"/>
    <w:rsid w:val="00C84000"/>
    <w:rsid w:val="00C84068"/>
    <w:rsid w:val="00C84167"/>
    <w:rsid w:val="00C84513"/>
    <w:rsid w:val="00C848B6"/>
    <w:rsid w:val="00C84B82"/>
    <w:rsid w:val="00C84D24"/>
    <w:rsid w:val="00C84D56"/>
    <w:rsid w:val="00C85140"/>
    <w:rsid w:val="00C85177"/>
    <w:rsid w:val="00C85236"/>
    <w:rsid w:val="00C853DD"/>
    <w:rsid w:val="00C8540E"/>
    <w:rsid w:val="00C85842"/>
    <w:rsid w:val="00C858FF"/>
    <w:rsid w:val="00C85A27"/>
    <w:rsid w:val="00C85B43"/>
    <w:rsid w:val="00C85C7A"/>
    <w:rsid w:val="00C8605A"/>
    <w:rsid w:val="00C86685"/>
    <w:rsid w:val="00C86917"/>
    <w:rsid w:val="00C86C46"/>
    <w:rsid w:val="00C87091"/>
    <w:rsid w:val="00C87379"/>
    <w:rsid w:val="00C87430"/>
    <w:rsid w:val="00C87467"/>
    <w:rsid w:val="00C8783A"/>
    <w:rsid w:val="00C87C59"/>
    <w:rsid w:val="00C87F07"/>
    <w:rsid w:val="00C905DF"/>
    <w:rsid w:val="00C907A9"/>
    <w:rsid w:val="00C90896"/>
    <w:rsid w:val="00C908DA"/>
    <w:rsid w:val="00C90A82"/>
    <w:rsid w:val="00C90F50"/>
    <w:rsid w:val="00C911CD"/>
    <w:rsid w:val="00C9137B"/>
    <w:rsid w:val="00C914B7"/>
    <w:rsid w:val="00C91678"/>
    <w:rsid w:val="00C918EC"/>
    <w:rsid w:val="00C91900"/>
    <w:rsid w:val="00C91B1C"/>
    <w:rsid w:val="00C91DFC"/>
    <w:rsid w:val="00C9225B"/>
    <w:rsid w:val="00C925A7"/>
    <w:rsid w:val="00C92710"/>
    <w:rsid w:val="00C92ADF"/>
    <w:rsid w:val="00C931B5"/>
    <w:rsid w:val="00C9350D"/>
    <w:rsid w:val="00C937D2"/>
    <w:rsid w:val="00C93AC4"/>
    <w:rsid w:val="00C93B08"/>
    <w:rsid w:val="00C9409B"/>
    <w:rsid w:val="00C940C6"/>
    <w:rsid w:val="00C94716"/>
    <w:rsid w:val="00C94BD2"/>
    <w:rsid w:val="00C94D46"/>
    <w:rsid w:val="00C9516E"/>
    <w:rsid w:val="00C95198"/>
    <w:rsid w:val="00C9521F"/>
    <w:rsid w:val="00C952B9"/>
    <w:rsid w:val="00C95487"/>
    <w:rsid w:val="00C95803"/>
    <w:rsid w:val="00C96016"/>
    <w:rsid w:val="00C96763"/>
    <w:rsid w:val="00C967D3"/>
    <w:rsid w:val="00C9692E"/>
    <w:rsid w:val="00C96C6F"/>
    <w:rsid w:val="00C96D93"/>
    <w:rsid w:val="00C9704D"/>
    <w:rsid w:val="00C971A4"/>
    <w:rsid w:val="00C971CA"/>
    <w:rsid w:val="00C97225"/>
    <w:rsid w:val="00C97404"/>
    <w:rsid w:val="00C9740C"/>
    <w:rsid w:val="00C9755F"/>
    <w:rsid w:val="00C97615"/>
    <w:rsid w:val="00C9761E"/>
    <w:rsid w:val="00C976E2"/>
    <w:rsid w:val="00C977D0"/>
    <w:rsid w:val="00C978A9"/>
    <w:rsid w:val="00C97931"/>
    <w:rsid w:val="00C97EEB"/>
    <w:rsid w:val="00CA00BB"/>
    <w:rsid w:val="00CA0237"/>
    <w:rsid w:val="00CA0256"/>
    <w:rsid w:val="00CA03DF"/>
    <w:rsid w:val="00CA0838"/>
    <w:rsid w:val="00CA08D5"/>
    <w:rsid w:val="00CA0EC7"/>
    <w:rsid w:val="00CA1374"/>
    <w:rsid w:val="00CA1787"/>
    <w:rsid w:val="00CA19F1"/>
    <w:rsid w:val="00CA1AA2"/>
    <w:rsid w:val="00CA1AFA"/>
    <w:rsid w:val="00CA1D2E"/>
    <w:rsid w:val="00CA21B2"/>
    <w:rsid w:val="00CA2269"/>
    <w:rsid w:val="00CA22BD"/>
    <w:rsid w:val="00CA23F4"/>
    <w:rsid w:val="00CA287C"/>
    <w:rsid w:val="00CA2985"/>
    <w:rsid w:val="00CA2DB6"/>
    <w:rsid w:val="00CA2F1F"/>
    <w:rsid w:val="00CA2FB1"/>
    <w:rsid w:val="00CA309A"/>
    <w:rsid w:val="00CA30F8"/>
    <w:rsid w:val="00CA3531"/>
    <w:rsid w:val="00CA398C"/>
    <w:rsid w:val="00CA3AC7"/>
    <w:rsid w:val="00CA4448"/>
    <w:rsid w:val="00CA4538"/>
    <w:rsid w:val="00CA453E"/>
    <w:rsid w:val="00CA458A"/>
    <w:rsid w:val="00CA47D8"/>
    <w:rsid w:val="00CA5AA2"/>
    <w:rsid w:val="00CA5B07"/>
    <w:rsid w:val="00CA5B6A"/>
    <w:rsid w:val="00CA5BC7"/>
    <w:rsid w:val="00CA5D27"/>
    <w:rsid w:val="00CA5F0E"/>
    <w:rsid w:val="00CA60CE"/>
    <w:rsid w:val="00CA653C"/>
    <w:rsid w:val="00CA6A84"/>
    <w:rsid w:val="00CA6AB5"/>
    <w:rsid w:val="00CA6C1C"/>
    <w:rsid w:val="00CA6F03"/>
    <w:rsid w:val="00CA7329"/>
    <w:rsid w:val="00CA74C9"/>
    <w:rsid w:val="00CA769F"/>
    <w:rsid w:val="00CA7A66"/>
    <w:rsid w:val="00CA7AE4"/>
    <w:rsid w:val="00CB0017"/>
    <w:rsid w:val="00CB0868"/>
    <w:rsid w:val="00CB10D6"/>
    <w:rsid w:val="00CB1158"/>
    <w:rsid w:val="00CB1350"/>
    <w:rsid w:val="00CB154F"/>
    <w:rsid w:val="00CB186A"/>
    <w:rsid w:val="00CB187D"/>
    <w:rsid w:val="00CB1E6A"/>
    <w:rsid w:val="00CB20E6"/>
    <w:rsid w:val="00CB2496"/>
    <w:rsid w:val="00CB27A1"/>
    <w:rsid w:val="00CB2CC0"/>
    <w:rsid w:val="00CB2E13"/>
    <w:rsid w:val="00CB2FA3"/>
    <w:rsid w:val="00CB30BB"/>
    <w:rsid w:val="00CB3167"/>
    <w:rsid w:val="00CB31EE"/>
    <w:rsid w:val="00CB3AF0"/>
    <w:rsid w:val="00CB3E2C"/>
    <w:rsid w:val="00CB455F"/>
    <w:rsid w:val="00CB4ACC"/>
    <w:rsid w:val="00CB4CDF"/>
    <w:rsid w:val="00CB4DB0"/>
    <w:rsid w:val="00CB4F45"/>
    <w:rsid w:val="00CB53A8"/>
    <w:rsid w:val="00CB542F"/>
    <w:rsid w:val="00CB5882"/>
    <w:rsid w:val="00CB594F"/>
    <w:rsid w:val="00CB61CD"/>
    <w:rsid w:val="00CB650E"/>
    <w:rsid w:val="00CB6750"/>
    <w:rsid w:val="00CB6A46"/>
    <w:rsid w:val="00CB6DA2"/>
    <w:rsid w:val="00CB7652"/>
    <w:rsid w:val="00CB7921"/>
    <w:rsid w:val="00CC02C4"/>
    <w:rsid w:val="00CC090B"/>
    <w:rsid w:val="00CC0E86"/>
    <w:rsid w:val="00CC10A9"/>
    <w:rsid w:val="00CC13B2"/>
    <w:rsid w:val="00CC1628"/>
    <w:rsid w:val="00CC189C"/>
    <w:rsid w:val="00CC18A1"/>
    <w:rsid w:val="00CC19FC"/>
    <w:rsid w:val="00CC1CE6"/>
    <w:rsid w:val="00CC2471"/>
    <w:rsid w:val="00CC24BC"/>
    <w:rsid w:val="00CC27BF"/>
    <w:rsid w:val="00CC2A31"/>
    <w:rsid w:val="00CC2AAD"/>
    <w:rsid w:val="00CC30B3"/>
    <w:rsid w:val="00CC35A5"/>
    <w:rsid w:val="00CC3959"/>
    <w:rsid w:val="00CC3B54"/>
    <w:rsid w:val="00CC3B6D"/>
    <w:rsid w:val="00CC3C3B"/>
    <w:rsid w:val="00CC3EDA"/>
    <w:rsid w:val="00CC45C3"/>
    <w:rsid w:val="00CC4631"/>
    <w:rsid w:val="00CC4986"/>
    <w:rsid w:val="00CC4C21"/>
    <w:rsid w:val="00CC4D67"/>
    <w:rsid w:val="00CC500B"/>
    <w:rsid w:val="00CC530F"/>
    <w:rsid w:val="00CC57FB"/>
    <w:rsid w:val="00CC65E9"/>
    <w:rsid w:val="00CC6720"/>
    <w:rsid w:val="00CC696F"/>
    <w:rsid w:val="00CC69DD"/>
    <w:rsid w:val="00CC6F8F"/>
    <w:rsid w:val="00CC713A"/>
    <w:rsid w:val="00CC743E"/>
    <w:rsid w:val="00CC76F3"/>
    <w:rsid w:val="00CC79DC"/>
    <w:rsid w:val="00CC7CCD"/>
    <w:rsid w:val="00CD07E5"/>
    <w:rsid w:val="00CD0884"/>
    <w:rsid w:val="00CD0908"/>
    <w:rsid w:val="00CD09E9"/>
    <w:rsid w:val="00CD0EB9"/>
    <w:rsid w:val="00CD12B3"/>
    <w:rsid w:val="00CD13A4"/>
    <w:rsid w:val="00CD146F"/>
    <w:rsid w:val="00CD15B1"/>
    <w:rsid w:val="00CD1E7B"/>
    <w:rsid w:val="00CD2066"/>
    <w:rsid w:val="00CD214D"/>
    <w:rsid w:val="00CD21C0"/>
    <w:rsid w:val="00CD21E1"/>
    <w:rsid w:val="00CD2565"/>
    <w:rsid w:val="00CD2617"/>
    <w:rsid w:val="00CD2762"/>
    <w:rsid w:val="00CD287B"/>
    <w:rsid w:val="00CD28F9"/>
    <w:rsid w:val="00CD294F"/>
    <w:rsid w:val="00CD2A21"/>
    <w:rsid w:val="00CD2BD2"/>
    <w:rsid w:val="00CD2BE3"/>
    <w:rsid w:val="00CD2E85"/>
    <w:rsid w:val="00CD30E6"/>
    <w:rsid w:val="00CD31CA"/>
    <w:rsid w:val="00CD34DB"/>
    <w:rsid w:val="00CD3A37"/>
    <w:rsid w:val="00CD3AC1"/>
    <w:rsid w:val="00CD3B2E"/>
    <w:rsid w:val="00CD4256"/>
    <w:rsid w:val="00CD49BF"/>
    <w:rsid w:val="00CD4AC6"/>
    <w:rsid w:val="00CD4C6D"/>
    <w:rsid w:val="00CD4D2D"/>
    <w:rsid w:val="00CD4D61"/>
    <w:rsid w:val="00CD4DDB"/>
    <w:rsid w:val="00CD54BF"/>
    <w:rsid w:val="00CD56DA"/>
    <w:rsid w:val="00CD59FA"/>
    <w:rsid w:val="00CD63E8"/>
    <w:rsid w:val="00CD65C2"/>
    <w:rsid w:val="00CD6659"/>
    <w:rsid w:val="00CD6791"/>
    <w:rsid w:val="00CD685D"/>
    <w:rsid w:val="00CD6C70"/>
    <w:rsid w:val="00CD771F"/>
    <w:rsid w:val="00CD7C05"/>
    <w:rsid w:val="00CE005B"/>
    <w:rsid w:val="00CE04D7"/>
    <w:rsid w:val="00CE0668"/>
    <w:rsid w:val="00CE0779"/>
    <w:rsid w:val="00CE079E"/>
    <w:rsid w:val="00CE0A87"/>
    <w:rsid w:val="00CE1037"/>
    <w:rsid w:val="00CE10F5"/>
    <w:rsid w:val="00CE16EC"/>
    <w:rsid w:val="00CE1A1C"/>
    <w:rsid w:val="00CE1A8C"/>
    <w:rsid w:val="00CE1D2A"/>
    <w:rsid w:val="00CE1E43"/>
    <w:rsid w:val="00CE1EC3"/>
    <w:rsid w:val="00CE1F5B"/>
    <w:rsid w:val="00CE2242"/>
    <w:rsid w:val="00CE2ECD"/>
    <w:rsid w:val="00CE2FD3"/>
    <w:rsid w:val="00CE30FB"/>
    <w:rsid w:val="00CE312B"/>
    <w:rsid w:val="00CE336E"/>
    <w:rsid w:val="00CE350B"/>
    <w:rsid w:val="00CE390B"/>
    <w:rsid w:val="00CE39D0"/>
    <w:rsid w:val="00CE42FA"/>
    <w:rsid w:val="00CE439A"/>
    <w:rsid w:val="00CE4634"/>
    <w:rsid w:val="00CE471E"/>
    <w:rsid w:val="00CE49DE"/>
    <w:rsid w:val="00CE49F8"/>
    <w:rsid w:val="00CE4B32"/>
    <w:rsid w:val="00CE4B42"/>
    <w:rsid w:val="00CE4C85"/>
    <w:rsid w:val="00CE4CAC"/>
    <w:rsid w:val="00CE4D58"/>
    <w:rsid w:val="00CE4E9B"/>
    <w:rsid w:val="00CE4FCD"/>
    <w:rsid w:val="00CE52DC"/>
    <w:rsid w:val="00CE5345"/>
    <w:rsid w:val="00CE536B"/>
    <w:rsid w:val="00CE64A9"/>
    <w:rsid w:val="00CE6B30"/>
    <w:rsid w:val="00CE6E2E"/>
    <w:rsid w:val="00CE6E4F"/>
    <w:rsid w:val="00CE702D"/>
    <w:rsid w:val="00CE72DC"/>
    <w:rsid w:val="00CE7463"/>
    <w:rsid w:val="00CE76C5"/>
    <w:rsid w:val="00CF0816"/>
    <w:rsid w:val="00CF127E"/>
    <w:rsid w:val="00CF1A6F"/>
    <w:rsid w:val="00CF1EAA"/>
    <w:rsid w:val="00CF20A4"/>
    <w:rsid w:val="00CF2672"/>
    <w:rsid w:val="00CF27C8"/>
    <w:rsid w:val="00CF2A9F"/>
    <w:rsid w:val="00CF3160"/>
    <w:rsid w:val="00CF336A"/>
    <w:rsid w:val="00CF33B1"/>
    <w:rsid w:val="00CF343C"/>
    <w:rsid w:val="00CF3491"/>
    <w:rsid w:val="00CF35FD"/>
    <w:rsid w:val="00CF39A7"/>
    <w:rsid w:val="00CF39F1"/>
    <w:rsid w:val="00CF3D6D"/>
    <w:rsid w:val="00CF44B6"/>
    <w:rsid w:val="00CF44EE"/>
    <w:rsid w:val="00CF45A3"/>
    <w:rsid w:val="00CF4694"/>
    <w:rsid w:val="00CF479D"/>
    <w:rsid w:val="00CF49CC"/>
    <w:rsid w:val="00CF49D2"/>
    <w:rsid w:val="00CF4B73"/>
    <w:rsid w:val="00CF4C10"/>
    <w:rsid w:val="00CF4DD2"/>
    <w:rsid w:val="00CF50A9"/>
    <w:rsid w:val="00CF53D1"/>
    <w:rsid w:val="00CF546E"/>
    <w:rsid w:val="00CF581D"/>
    <w:rsid w:val="00CF5845"/>
    <w:rsid w:val="00CF5A4D"/>
    <w:rsid w:val="00CF5AEB"/>
    <w:rsid w:val="00CF5D8B"/>
    <w:rsid w:val="00CF5F56"/>
    <w:rsid w:val="00CF5F8B"/>
    <w:rsid w:val="00CF6051"/>
    <w:rsid w:val="00CF6813"/>
    <w:rsid w:val="00CF68E5"/>
    <w:rsid w:val="00CF6915"/>
    <w:rsid w:val="00CF6C09"/>
    <w:rsid w:val="00CF6E09"/>
    <w:rsid w:val="00CF6F1A"/>
    <w:rsid w:val="00CF6F92"/>
    <w:rsid w:val="00CF73B4"/>
    <w:rsid w:val="00CF795C"/>
    <w:rsid w:val="00CF7A38"/>
    <w:rsid w:val="00CF7D1E"/>
    <w:rsid w:val="00CF7F56"/>
    <w:rsid w:val="00D00055"/>
    <w:rsid w:val="00D005EF"/>
    <w:rsid w:val="00D006AB"/>
    <w:rsid w:val="00D0102F"/>
    <w:rsid w:val="00D01059"/>
    <w:rsid w:val="00D0136D"/>
    <w:rsid w:val="00D01873"/>
    <w:rsid w:val="00D0207D"/>
    <w:rsid w:val="00D0207F"/>
    <w:rsid w:val="00D020EF"/>
    <w:rsid w:val="00D021DD"/>
    <w:rsid w:val="00D02356"/>
    <w:rsid w:val="00D02B8C"/>
    <w:rsid w:val="00D02BFF"/>
    <w:rsid w:val="00D02E42"/>
    <w:rsid w:val="00D02F4E"/>
    <w:rsid w:val="00D02FD1"/>
    <w:rsid w:val="00D047B8"/>
    <w:rsid w:val="00D04A07"/>
    <w:rsid w:val="00D04E50"/>
    <w:rsid w:val="00D04ED8"/>
    <w:rsid w:val="00D04F0A"/>
    <w:rsid w:val="00D051D5"/>
    <w:rsid w:val="00D0563C"/>
    <w:rsid w:val="00D05B7B"/>
    <w:rsid w:val="00D06068"/>
    <w:rsid w:val="00D06469"/>
    <w:rsid w:val="00D06479"/>
    <w:rsid w:val="00D06587"/>
    <w:rsid w:val="00D065F4"/>
    <w:rsid w:val="00D06C22"/>
    <w:rsid w:val="00D06C59"/>
    <w:rsid w:val="00D06D34"/>
    <w:rsid w:val="00D06F5D"/>
    <w:rsid w:val="00D076CC"/>
    <w:rsid w:val="00D07D2A"/>
    <w:rsid w:val="00D07E12"/>
    <w:rsid w:val="00D10016"/>
    <w:rsid w:val="00D1091C"/>
    <w:rsid w:val="00D109FF"/>
    <w:rsid w:val="00D10CBB"/>
    <w:rsid w:val="00D1111B"/>
    <w:rsid w:val="00D113C4"/>
    <w:rsid w:val="00D114C5"/>
    <w:rsid w:val="00D1170A"/>
    <w:rsid w:val="00D11B60"/>
    <w:rsid w:val="00D11F1C"/>
    <w:rsid w:val="00D13277"/>
    <w:rsid w:val="00D132EB"/>
    <w:rsid w:val="00D133D1"/>
    <w:rsid w:val="00D1340C"/>
    <w:rsid w:val="00D1356B"/>
    <w:rsid w:val="00D1363B"/>
    <w:rsid w:val="00D138AA"/>
    <w:rsid w:val="00D139EB"/>
    <w:rsid w:val="00D13A4B"/>
    <w:rsid w:val="00D14179"/>
    <w:rsid w:val="00D141C3"/>
    <w:rsid w:val="00D1441F"/>
    <w:rsid w:val="00D144B5"/>
    <w:rsid w:val="00D14949"/>
    <w:rsid w:val="00D152EE"/>
    <w:rsid w:val="00D155F6"/>
    <w:rsid w:val="00D15783"/>
    <w:rsid w:val="00D15C55"/>
    <w:rsid w:val="00D15CAD"/>
    <w:rsid w:val="00D15ED2"/>
    <w:rsid w:val="00D16077"/>
    <w:rsid w:val="00D16172"/>
    <w:rsid w:val="00D16198"/>
    <w:rsid w:val="00D16696"/>
    <w:rsid w:val="00D16DF8"/>
    <w:rsid w:val="00D16E40"/>
    <w:rsid w:val="00D17321"/>
    <w:rsid w:val="00D1734A"/>
    <w:rsid w:val="00D1736D"/>
    <w:rsid w:val="00D1766F"/>
    <w:rsid w:val="00D17D72"/>
    <w:rsid w:val="00D17DD9"/>
    <w:rsid w:val="00D20B29"/>
    <w:rsid w:val="00D20E30"/>
    <w:rsid w:val="00D212B7"/>
    <w:rsid w:val="00D2175B"/>
    <w:rsid w:val="00D21C5A"/>
    <w:rsid w:val="00D21CD2"/>
    <w:rsid w:val="00D21D23"/>
    <w:rsid w:val="00D2213D"/>
    <w:rsid w:val="00D221BF"/>
    <w:rsid w:val="00D22366"/>
    <w:rsid w:val="00D2272B"/>
    <w:rsid w:val="00D227FA"/>
    <w:rsid w:val="00D22A85"/>
    <w:rsid w:val="00D22BD0"/>
    <w:rsid w:val="00D22D7A"/>
    <w:rsid w:val="00D22F68"/>
    <w:rsid w:val="00D231A7"/>
    <w:rsid w:val="00D23828"/>
    <w:rsid w:val="00D23891"/>
    <w:rsid w:val="00D23A5D"/>
    <w:rsid w:val="00D23D70"/>
    <w:rsid w:val="00D24141"/>
    <w:rsid w:val="00D244F6"/>
    <w:rsid w:val="00D2468A"/>
    <w:rsid w:val="00D24902"/>
    <w:rsid w:val="00D24ACB"/>
    <w:rsid w:val="00D24C59"/>
    <w:rsid w:val="00D24D9E"/>
    <w:rsid w:val="00D25318"/>
    <w:rsid w:val="00D25BAF"/>
    <w:rsid w:val="00D25E9F"/>
    <w:rsid w:val="00D25F14"/>
    <w:rsid w:val="00D25F2F"/>
    <w:rsid w:val="00D25FFA"/>
    <w:rsid w:val="00D266DC"/>
    <w:rsid w:val="00D26A50"/>
    <w:rsid w:val="00D26B41"/>
    <w:rsid w:val="00D26D12"/>
    <w:rsid w:val="00D278CE"/>
    <w:rsid w:val="00D27A15"/>
    <w:rsid w:val="00D27DCB"/>
    <w:rsid w:val="00D306EB"/>
    <w:rsid w:val="00D30830"/>
    <w:rsid w:val="00D30B06"/>
    <w:rsid w:val="00D30DB6"/>
    <w:rsid w:val="00D30E12"/>
    <w:rsid w:val="00D3115F"/>
    <w:rsid w:val="00D3149F"/>
    <w:rsid w:val="00D31B9E"/>
    <w:rsid w:val="00D31C7E"/>
    <w:rsid w:val="00D31E93"/>
    <w:rsid w:val="00D32410"/>
    <w:rsid w:val="00D329A0"/>
    <w:rsid w:val="00D32BE0"/>
    <w:rsid w:val="00D32C40"/>
    <w:rsid w:val="00D32EB7"/>
    <w:rsid w:val="00D32F01"/>
    <w:rsid w:val="00D32F44"/>
    <w:rsid w:val="00D32F7A"/>
    <w:rsid w:val="00D33E78"/>
    <w:rsid w:val="00D33E98"/>
    <w:rsid w:val="00D33ECF"/>
    <w:rsid w:val="00D340C9"/>
    <w:rsid w:val="00D343FA"/>
    <w:rsid w:val="00D344A5"/>
    <w:rsid w:val="00D34537"/>
    <w:rsid w:val="00D34C0D"/>
    <w:rsid w:val="00D34F87"/>
    <w:rsid w:val="00D352DD"/>
    <w:rsid w:val="00D3576B"/>
    <w:rsid w:val="00D35F58"/>
    <w:rsid w:val="00D35FDC"/>
    <w:rsid w:val="00D365F1"/>
    <w:rsid w:val="00D366AA"/>
    <w:rsid w:val="00D36811"/>
    <w:rsid w:val="00D36D5A"/>
    <w:rsid w:val="00D3747E"/>
    <w:rsid w:val="00D3753F"/>
    <w:rsid w:val="00D37938"/>
    <w:rsid w:val="00D37D6A"/>
    <w:rsid w:val="00D400AE"/>
    <w:rsid w:val="00D401E5"/>
    <w:rsid w:val="00D40670"/>
    <w:rsid w:val="00D406D8"/>
    <w:rsid w:val="00D406FB"/>
    <w:rsid w:val="00D4084A"/>
    <w:rsid w:val="00D40C9F"/>
    <w:rsid w:val="00D40E7E"/>
    <w:rsid w:val="00D4161A"/>
    <w:rsid w:val="00D419C0"/>
    <w:rsid w:val="00D41B6D"/>
    <w:rsid w:val="00D41D0B"/>
    <w:rsid w:val="00D41D53"/>
    <w:rsid w:val="00D4216D"/>
    <w:rsid w:val="00D426DB"/>
    <w:rsid w:val="00D4273A"/>
    <w:rsid w:val="00D42C22"/>
    <w:rsid w:val="00D42E29"/>
    <w:rsid w:val="00D42E90"/>
    <w:rsid w:val="00D43E01"/>
    <w:rsid w:val="00D43E8F"/>
    <w:rsid w:val="00D4412C"/>
    <w:rsid w:val="00D44297"/>
    <w:rsid w:val="00D442D7"/>
    <w:rsid w:val="00D44B0B"/>
    <w:rsid w:val="00D4543E"/>
    <w:rsid w:val="00D45568"/>
    <w:rsid w:val="00D457E9"/>
    <w:rsid w:val="00D459B7"/>
    <w:rsid w:val="00D45BD8"/>
    <w:rsid w:val="00D45D9E"/>
    <w:rsid w:val="00D45DEB"/>
    <w:rsid w:val="00D462F7"/>
    <w:rsid w:val="00D46362"/>
    <w:rsid w:val="00D46554"/>
    <w:rsid w:val="00D46B64"/>
    <w:rsid w:val="00D46BC6"/>
    <w:rsid w:val="00D471AB"/>
    <w:rsid w:val="00D47361"/>
    <w:rsid w:val="00D4764E"/>
    <w:rsid w:val="00D479BA"/>
    <w:rsid w:val="00D47CF4"/>
    <w:rsid w:val="00D50392"/>
    <w:rsid w:val="00D503C7"/>
    <w:rsid w:val="00D505CC"/>
    <w:rsid w:val="00D50674"/>
    <w:rsid w:val="00D50690"/>
    <w:rsid w:val="00D506B8"/>
    <w:rsid w:val="00D50701"/>
    <w:rsid w:val="00D507ED"/>
    <w:rsid w:val="00D5107D"/>
    <w:rsid w:val="00D516F4"/>
    <w:rsid w:val="00D51798"/>
    <w:rsid w:val="00D51904"/>
    <w:rsid w:val="00D51F47"/>
    <w:rsid w:val="00D52031"/>
    <w:rsid w:val="00D522F5"/>
    <w:rsid w:val="00D523AF"/>
    <w:rsid w:val="00D525B6"/>
    <w:rsid w:val="00D52607"/>
    <w:rsid w:val="00D52709"/>
    <w:rsid w:val="00D52979"/>
    <w:rsid w:val="00D52A2B"/>
    <w:rsid w:val="00D52AE9"/>
    <w:rsid w:val="00D52F5A"/>
    <w:rsid w:val="00D5313D"/>
    <w:rsid w:val="00D534B8"/>
    <w:rsid w:val="00D539B4"/>
    <w:rsid w:val="00D53A01"/>
    <w:rsid w:val="00D53C28"/>
    <w:rsid w:val="00D53D89"/>
    <w:rsid w:val="00D540BC"/>
    <w:rsid w:val="00D5479E"/>
    <w:rsid w:val="00D548B7"/>
    <w:rsid w:val="00D54920"/>
    <w:rsid w:val="00D549DC"/>
    <w:rsid w:val="00D550BB"/>
    <w:rsid w:val="00D5536B"/>
    <w:rsid w:val="00D55478"/>
    <w:rsid w:val="00D556C6"/>
    <w:rsid w:val="00D5577C"/>
    <w:rsid w:val="00D55E8E"/>
    <w:rsid w:val="00D55F87"/>
    <w:rsid w:val="00D5600E"/>
    <w:rsid w:val="00D56359"/>
    <w:rsid w:val="00D5645D"/>
    <w:rsid w:val="00D56586"/>
    <w:rsid w:val="00D565A7"/>
    <w:rsid w:val="00D565C0"/>
    <w:rsid w:val="00D566EC"/>
    <w:rsid w:val="00D56B17"/>
    <w:rsid w:val="00D56ECD"/>
    <w:rsid w:val="00D5701B"/>
    <w:rsid w:val="00D570E9"/>
    <w:rsid w:val="00D575AE"/>
    <w:rsid w:val="00D57709"/>
    <w:rsid w:val="00D57896"/>
    <w:rsid w:val="00D5792F"/>
    <w:rsid w:val="00D57EA6"/>
    <w:rsid w:val="00D57F8A"/>
    <w:rsid w:val="00D60694"/>
    <w:rsid w:val="00D60BEE"/>
    <w:rsid w:val="00D61231"/>
    <w:rsid w:val="00D612D4"/>
    <w:rsid w:val="00D614FF"/>
    <w:rsid w:val="00D61836"/>
    <w:rsid w:val="00D61C48"/>
    <w:rsid w:val="00D61C4D"/>
    <w:rsid w:val="00D62033"/>
    <w:rsid w:val="00D6254E"/>
    <w:rsid w:val="00D625FA"/>
    <w:rsid w:val="00D626B8"/>
    <w:rsid w:val="00D627ED"/>
    <w:rsid w:val="00D62C5D"/>
    <w:rsid w:val="00D63027"/>
    <w:rsid w:val="00D632EC"/>
    <w:rsid w:val="00D63417"/>
    <w:rsid w:val="00D63521"/>
    <w:rsid w:val="00D6399A"/>
    <w:rsid w:val="00D63A88"/>
    <w:rsid w:val="00D63E63"/>
    <w:rsid w:val="00D63F30"/>
    <w:rsid w:val="00D6425E"/>
    <w:rsid w:val="00D6427B"/>
    <w:rsid w:val="00D6464E"/>
    <w:rsid w:val="00D646D0"/>
    <w:rsid w:val="00D64BAE"/>
    <w:rsid w:val="00D64ED5"/>
    <w:rsid w:val="00D6591D"/>
    <w:rsid w:val="00D65E38"/>
    <w:rsid w:val="00D6638B"/>
    <w:rsid w:val="00D66970"/>
    <w:rsid w:val="00D66D43"/>
    <w:rsid w:val="00D671E6"/>
    <w:rsid w:val="00D67554"/>
    <w:rsid w:val="00D67781"/>
    <w:rsid w:val="00D677E2"/>
    <w:rsid w:val="00D6785A"/>
    <w:rsid w:val="00D679CF"/>
    <w:rsid w:val="00D67CAC"/>
    <w:rsid w:val="00D67D75"/>
    <w:rsid w:val="00D67EF9"/>
    <w:rsid w:val="00D67FDA"/>
    <w:rsid w:val="00D7019C"/>
    <w:rsid w:val="00D70B1F"/>
    <w:rsid w:val="00D70C3D"/>
    <w:rsid w:val="00D70C6D"/>
    <w:rsid w:val="00D71018"/>
    <w:rsid w:val="00D71200"/>
    <w:rsid w:val="00D71322"/>
    <w:rsid w:val="00D71471"/>
    <w:rsid w:val="00D714F0"/>
    <w:rsid w:val="00D71A3D"/>
    <w:rsid w:val="00D71BE8"/>
    <w:rsid w:val="00D71BEF"/>
    <w:rsid w:val="00D71C96"/>
    <w:rsid w:val="00D71EAF"/>
    <w:rsid w:val="00D71F0C"/>
    <w:rsid w:val="00D722B1"/>
    <w:rsid w:val="00D7241C"/>
    <w:rsid w:val="00D72435"/>
    <w:rsid w:val="00D7254B"/>
    <w:rsid w:val="00D726AE"/>
    <w:rsid w:val="00D72E91"/>
    <w:rsid w:val="00D72FB4"/>
    <w:rsid w:val="00D73180"/>
    <w:rsid w:val="00D731BC"/>
    <w:rsid w:val="00D73272"/>
    <w:rsid w:val="00D7342D"/>
    <w:rsid w:val="00D73924"/>
    <w:rsid w:val="00D73AF6"/>
    <w:rsid w:val="00D746BE"/>
    <w:rsid w:val="00D74763"/>
    <w:rsid w:val="00D74857"/>
    <w:rsid w:val="00D7512A"/>
    <w:rsid w:val="00D75498"/>
    <w:rsid w:val="00D75596"/>
    <w:rsid w:val="00D75676"/>
    <w:rsid w:val="00D7569C"/>
    <w:rsid w:val="00D757D9"/>
    <w:rsid w:val="00D75909"/>
    <w:rsid w:val="00D75CF2"/>
    <w:rsid w:val="00D75D29"/>
    <w:rsid w:val="00D76484"/>
    <w:rsid w:val="00D7663B"/>
    <w:rsid w:val="00D768B7"/>
    <w:rsid w:val="00D76D74"/>
    <w:rsid w:val="00D7706D"/>
    <w:rsid w:val="00D773CC"/>
    <w:rsid w:val="00D77498"/>
    <w:rsid w:val="00D779BC"/>
    <w:rsid w:val="00D80272"/>
    <w:rsid w:val="00D809FC"/>
    <w:rsid w:val="00D80B47"/>
    <w:rsid w:val="00D80BBB"/>
    <w:rsid w:val="00D81235"/>
    <w:rsid w:val="00D813EC"/>
    <w:rsid w:val="00D81711"/>
    <w:rsid w:val="00D81879"/>
    <w:rsid w:val="00D81A8F"/>
    <w:rsid w:val="00D81E1F"/>
    <w:rsid w:val="00D82229"/>
    <w:rsid w:val="00D82992"/>
    <w:rsid w:val="00D82A2C"/>
    <w:rsid w:val="00D82A51"/>
    <w:rsid w:val="00D82A78"/>
    <w:rsid w:val="00D82AC6"/>
    <w:rsid w:val="00D82ED3"/>
    <w:rsid w:val="00D83242"/>
    <w:rsid w:val="00D832E0"/>
    <w:rsid w:val="00D837FE"/>
    <w:rsid w:val="00D83963"/>
    <w:rsid w:val="00D83D92"/>
    <w:rsid w:val="00D84551"/>
    <w:rsid w:val="00D848E0"/>
    <w:rsid w:val="00D84E14"/>
    <w:rsid w:val="00D84EAB"/>
    <w:rsid w:val="00D85051"/>
    <w:rsid w:val="00D8542D"/>
    <w:rsid w:val="00D85789"/>
    <w:rsid w:val="00D8584C"/>
    <w:rsid w:val="00D85AC3"/>
    <w:rsid w:val="00D85AD8"/>
    <w:rsid w:val="00D85CE9"/>
    <w:rsid w:val="00D8626E"/>
    <w:rsid w:val="00D8671A"/>
    <w:rsid w:val="00D8686B"/>
    <w:rsid w:val="00D86B7D"/>
    <w:rsid w:val="00D86BFA"/>
    <w:rsid w:val="00D86CF4"/>
    <w:rsid w:val="00D86DFB"/>
    <w:rsid w:val="00D873D9"/>
    <w:rsid w:val="00D87C37"/>
    <w:rsid w:val="00D87CD7"/>
    <w:rsid w:val="00D87DFC"/>
    <w:rsid w:val="00D87F0D"/>
    <w:rsid w:val="00D90483"/>
    <w:rsid w:val="00D908BD"/>
    <w:rsid w:val="00D90A2E"/>
    <w:rsid w:val="00D90B2F"/>
    <w:rsid w:val="00D90BEA"/>
    <w:rsid w:val="00D9127A"/>
    <w:rsid w:val="00D91280"/>
    <w:rsid w:val="00D9165C"/>
    <w:rsid w:val="00D9171F"/>
    <w:rsid w:val="00D91B34"/>
    <w:rsid w:val="00D91BE1"/>
    <w:rsid w:val="00D91C22"/>
    <w:rsid w:val="00D921A4"/>
    <w:rsid w:val="00D923E4"/>
    <w:rsid w:val="00D926B4"/>
    <w:rsid w:val="00D926B6"/>
    <w:rsid w:val="00D927BF"/>
    <w:rsid w:val="00D92ADF"/>
    <w:rsid w:val="00D92D61"/>
    <w:rsid w:val="00D92E0D"/>
    <w:rsid w:val="00D92F46"/>
    <w:rsid w:val="00D9307F"/>
    <w:rsid w:val="00D931C9"/>
    <w:rsid w:val="00D93527"/>
    <w:rsid w:val="00D93B1D"/>
    <w:rsid w:val="00D93C6C"/>
    <w:rsid w:val="00D9425F"/>
    <w:rsid w:val="00D9465E"/>
    <w:rsid w:val="00D94789"/>
    <w:rsid w:val="00D947BF"/>
    <w:rsid w:val="00D948A9"/>
    <w:rsid w:val="00D94F6C"/>
    <w:rsid w:val="00D950B3"/>
    <w:rsid w:val="00D95190"/>
    <w:rsid w:val="00D9529E"/>
    <w:rsid w:val="00D95565"/>
    <w:rsid w:val="00D95BF2"/>
    <w:rsid w:val="00D95D89"/>
    <w:rsid w:val="00D96195"/>
    <w:rsid w:val="00D96B70"/>
    <w:rsid w:val="00D97381"/>
    <w:rsid w:val="00D974D8"/>
    <w:rsid w:val="00D97513"/>
    <w:rsid w:val="00D97560"/>
    <w:rsid w:val="00D9767E"/>
    <w:rsid w:val="00D976D9"/>
    <w:rsid w:val="00D9783E"/>
    <w:rsid w:val="00D97A5E"/>
    <w:rsid w:val="00D97A6B"/>
    <w:rsid w:val="00D97E1A"/>
    <w:rsid w:val="00DA0175"/>
    <w:rsid w:val="00DA1194"/>
    <w:rsid w:val="00DA1784"/>
    <w:rsid w:val="00DA17E3"/>
    <w:rsid w:val="00DA1B0B"/>
    <w:rsid w:val="00DA1D12"/>
    <w:rsid w:val="00DA1EBB"/>
    <w:rsid w:val="00DA2164"/>
    <w:rsid w:val="00DA3210"/>
    <w:rsid w:val="00DA3324"/>
    <w:rsid w:val="00DA336F"/>
    <w:rsid w:val="00DA3626"/>
    <w:rsid w:val="00DA3740"/>
    <w:rsid w:val="00DA3917"/>
    <w:rsid w:val="00DA3A26"/>
    <w:rsid w:val="00DA3C94"/>
    <w:rsid w:val="00DA3D4B"/>
    <w:rsid w:val="00DA3E0F"/>
    <w:rsid w:val="00DA42CA"/>
    <w:rsid w:val="00DA43AB"/>
    <w:rsid w:val="00DA4B14"/>
    <w:rsid w:val="00DA4CF0"/>
    <w:rsid w:val="00DA599E"/>
    <w:rsid w:val="00DA5ACE"/>
    <w:rsid w:val="00DA5E40"/>
    <w:rsid w:val="00DA64D1"/>
    <w:rsid w:val="00DA6695"/>
    <w:rsid w:val="00DA6724"/>
    <w:rsid w:val="00DA6A06"/>
    <w:rsid w:val="00DA6B95"/>
    <w:rsid w:val="00DA6C3F"/>
    <w:rsid w:val="00DA6D00"/>
    <w:rsid w:val="00DA710F"/>
    <w:rsid w:val="00DA73ED"/>
    <w:rsid w:val="00DA7530"/>
    <w:rsid w:val="00DA77C2"/>
    <w:rsid w:val="00DA787A"/>
    <w:rsid w:val="00DA79AA"/>
    <w:rsid w:val="00DA7A5F"/>
    <w:rsid w:val="00DA7B79"/>
    <w:rsid w:val="00DA7E9C"/>
    <w:rsid w:val="00DA7ED4"/>
    <w:rsid w:val="00DB0015"/>
    <w:rsid w:val="00DB03CF"/>
    <w:rsid w:val="00DB06C5"/>
    <w:rsid w:val="00DB07AF"/>
    <w:rsid w:val="00DB0C1A"/>
    <w:rsid w:val="00DB0EBF"/>
    <w:rsid w:val="00DB0F64"/>
    <w:rsid w:val="00DB1111"/>
    <w:rsid w:val="00DB152C"/>
    <w:rsid w:val="00DB1B8C"/>
    <w:rsid w:val="00DB2251"/>
    <w:rsid w:val="00DB24FF"/>
    <w:rsid w:val="00DB25D1"/>
    <w:rsid w:val="00DB2751"/>
    <w:rsid w:val="00DB2844"/>
    <w:rsid w:val="00DB2900"/>
    <w:rsid w:val="00DB2D6C"/>
    <w:rsid w:val="00DB2E09"/>
    <w:rsid w:val="00DB31D4"/>
    <w:rsid w:val="00DB31E3"/>
    <w:rsid w:val="00DB3A58"/>
    <w:rsid w:val="00DB3C7D"/>
    <w:rsid w:val="00DB3CF9"/>
    <w:rsid w:val="00DB3F2C"/>
    <w:rsid w:val="00DB428A"/>
    <w:rsid w:val="00DB450C"/>
    <w:rsid w:val="00DB4660"/>
    <w:rsid w:val="00DB468F"/>
    <w:rsid w:val="00DB46CE"/>
    <w:rsid w:val="00DB47B2"/>
    <w:rsid w:val="00DB49CC"/>
    <w:rsid w:val="00DB4CAB"/>
    <w:rsid w:val="00DB4CD4"/>
    <w:rsid w:val="00DB526F"/>
    <w:rsid w:val="00DB5830"/>
    <w:rsid w:val="00DB5C95"/>
    <w:rsid w:val="00DB5D61"/>
    <w:rsid w:val="00DB6072"/>
    <w:rsid w:val="00DB63F5"/>
    <w:rsid w:val="00DB642D"/>
    <w:rsid w:val="00DB648A"/>
    <w:rsid w:val="00DB682A"/>
    <w:rsid w:val="00DB6BFB"/>
    <w:rsid w:val="00DB6E15"/>
    <w:rsid w:val="00DB7188"/>
    <w:rsid w:val="00DB7451"/>
    <w:rsid w:val="00DB74BC"/>
    <w:rsid w:val="00DB78AE"/>
    <w:rsid w:val="00DB7B01"/>
    <w:rsid w:val="00DB7CA2"/>
    <w:rsid w:val="00DB7CAE"/>
    <w:rsid w:val="00DB7D16"/>
    <w:rsid w:val="00DC01B4"/>
    <w:rsid w:val="00DC0236"/>
    <w:rsid w:val="00DC0243"/>
    <w:rsid w:val="00DC02D8"/>
    <w:rsid w:val="00DC0386"/>
    <w:rsid w:val="00DC05DD"/>
    <w:rsid w:val="00DC083D"/>
    <w:rsid w:val="00DC0B69"/>
    <w:rsid w:val="00DC0E8F"/>
    <w:rsid w:val="00DC1713"/>
    <w:rsid w:val="00DC172A"/>
    <w:rsid w:val="00DC17C7"/>
    <w:rsid w:val="00DC1921"/>
    <w:rsid w:val="00DC193F"/>
    <w:rsid w:val="00DC1CCC"/>
    <w:rsid w:val="00DC1FAF"/>
    <w:rsid w:val="00DC2093"/>
    <w:rsid w:val="00DC2241"/>
    <w:rsid w:val="00DC2421"/>
    <w:rsid w:val="00DC250A"/>
    <w:rsid w:val="00DC253C"/>
    <w:rsid w:val="00DC25A9"/>
    <w:rsid w:val="00DC28AC"/>
    <w:rsid w:val="00DC2B13"/>
    <w:rsid w:val="00DC340E"/>
    <w:rsid w:val="00DC3431"/>
    <w:rsid w:val="00DC3B8A"/>
    <w:rsid w:val="00DC3C9E"/>
    <w:rsid w:val="00DC3CA8"/>
    <w:rsid w:val="00DC3F90"/>
    <w:rsid w:val="00DC43F9"/>
    <w:rsid w:val="00DC45A1"/>
    <w:rsid w:val="00DC4712"/>
    <w:rsid w:val="00DC47E2"/>
    <w:rsid w:val="00DC47E9"/>
    <w:rsid w:val="00DC4B9D"/>
    <w:rsid w:val="00DC4CA7"/>
    <w:rsid w:val="00DC4EF0"/>
    <w:rsid w:val="00DC4FD6"/>
    <w:rsid w:val="00DC5399"/>
    <w:rsid w:val="00DC5B8A"/>
    <w:rsid w:val="00DC5E04"/>
    <w:rsid w:val="00DC5F9D"/>
    <w:rsid w:val="00DC5FD9"/>
    <w:rsid w:val="00DC60AF"/>
    <w:rsid w:val="00DC6262"/>
    <w:rsid w:val="00DC62CB"/>
    <w:rsid w:val="00DC6660"/>
    <w:rsid w:val="00DC675D"/>
    <w:rsid w:val="00DC685C"/>
    <w:rsid w:val="00DC68F3"/>
    <w:rsid w:val="00DC6ABB"/>
    <w:rsid w:val="00DC7D81"/>
    <w:rsid w:val="00DD0398"/>
    <w:rsid w:val="00DD09C6"/>
    <w:rsid w:val="00DD0D96"/>
    <w:rsid w:val="00DD10A8"/>
    <w:rsid w:val="00DD12F7"/>
    <w:rsid w:val="00DD1466"/>
    <w:rsid w:val="00DD14DF"/>
    <w:rsid w:val="00DD15B1"/>
    <w:rsid w:val="00DD193A"/>
    <w:rsid w:val="00DD1AA4"/>
    <w:rsid w:val="00DD1B72"/>
    <w:rsid w:val="00DD1BBC"/>
    <w:rsid w:val="00DD1D92"/>
    <w:rsid w:val="00DD1F5B"/>
    <w:rsid w:val="00DD204C"/>
    <w:rsid w:val="00DD22B0"/>
    <w:rsid w:val="00DD2989"/>
    <w:rsid w:val="00DD2AB0"/>
    <w:rsid w:val="00DD3319"/>
    <w:rsid w:val="00DD3483"/>
    <w:rsid w:val="00DD3589"/>
    <w:rsid w:val="00DD35E7"/>
    <w:rsid w:val="00DD383C"/>
    <w:rsid w:val="00DD3A7B"/>
    <w:rsid w:val="00DD3AAD"/>
    <w:rsid w:val="00DD3AE9"/>
    <w:rsid w:val="00DD4078"/>
    <w:rsid w:val="00DD4112"/>
    <w:rsid w:val="00DD4164"/>
    <w:rsid w:val="00DD4543"/>
    <w:rsid w:val="00DD46D7"/>
    <w:rsid w:val="00DD484B"/>
    <w:rsid w:val="00DD4B77"/>
    <w:rsid w:val="00DD5317"/>
    <w:rsid w:val="00DD53A5"/>
    <w:rsid w:val="00DD54B9"/>
    <w:rsid w:val="00DD5570"/>
    <w:rsid w:val="00DD5733"/>
    <w:rsid w:val="00DD5C60"/>
    <w:rsid w:val="00DD5E66"/>
    <w:rsid w:val="00DD5F54"/>
    <w:rsid w:val="00DD604C"/>
    <w:rsid w:val="00DD62EE"/>
    <w:rsid w:val="00DD6420"/>
    <w:rsid w:val="00DD6481"/>
    <w:rsid w:val="00DD64B5"/>
    <w:rsid w:val="00DD6A34"/>
    <w:rsid w:val="00DD6A8C"/>
    <w:rsid w:val="00DD7106"/>
    <w:rsid w:val="00DD7854"/>
    <w:rsid w:val="00DD7B9D"/>
    <w:rsid w:val="00DD7C78"/>
    <w:rsid w:val="00DE01A8"/>
    <w:rsid w:val="00DE036E"/>
    <w:rsid w:val="00DE087E"/>
    <w:rsid w:val="00DE0CA0"/>
    <w:rsid w:val="00DE0E34"/>
    <w:rsid w:val="00DE0F07"/>
    <w:rsid w:val="00DE13BF"/>
    <w:rsid w:val="00DE17B4"/>
    <w:rsid w:val="00DE17E8"/>
    <w:rsid w:val="00DE1AF9"/>
    <w:rsid w:val="00DE1DAF"/>
    <w:rsid w:val="00DE2377"/>
    <w:rsid w:val="00DE2889"/>
    <w:rsid w:val="00DE2E24"/>
    <w:rsid w:val="00DE3178"/>
    <w:rsid w:val="00DE3295"/>
    <w:rsid w:val="00DE3588"/>
    <w:rsid w:val="00DE3BF1"/>
    <w:rsid w:val="00DE400A"/>
    <w:rsid w:val="00DE40B7"/>
    <w:rsid w:val="00DE40C2"/>
    <w:rsid w:val="00DE4128"/>
    <w:rsid w:val="00DE4CE8"/>
    <w:rsid w:val="00DE4E9F"/>
    <w:rsid w:val="00DE5576"/>
    <w:rsid w:val="00DE5654"/>
    <w:rsid w:val="00DE5A0E"/>
    <w:rsid w:val="00DE5A55"/>
    <w:rsid w:val="00DE5B93"/>
    <w:rsid w:val="00DE5C77"/>
    <w:rsid w:val="00DE5CC3"/>
    <w:rsid w:val="00DE678A"/>
    <w:rsid w:val="00DE6A1F"/>
    <w:rsid w:val="00DE6C89"/>
    <w:rsid w:val="00DE6EAC"/>
    <w:rsid w:val="00DE75F4"/>
    <w:rsid w:val="00DE79B3"/>
    <w:rsid w:val="00DE7A99"/>
    <w:rsid w:val="00DE7B8A"/>
    <w:rsid w:val="00DE7CE1"/>
    <w:rsid w:val="00DE7F31"/>
    <w:rsid w:val="00DF00EE"/>
    <w:rsid w:val="00DF07F3"/>
    <w:rsid w:val="00DF0AC0"/>
    <w:rsid w:val="00DF0CEB"/>
    <w:rsid w:val="00DF1373"/>
    <w:rsid w:val="00DF1399"/>
    <w:rsid w:val="00DF16AD"/>
    <w:rsid w:val="00DF1782"/>
    <w:rsid w:val="00DF1BB2"/>
    <w:rsid w:val="00DF268F"/>
    <w:rsid w:val="00DF2712"/>
    <w:rsid w:val="00DF28F5"/>
    <w:rsid w:val="00DF2982"/>
    <w:rsid w:val="00DF2A08"/>
    <w:rsid w:val="00DF2A92"/>
    <w:rsid w:val="00DF2C14"/>
    <w:rsid w:val="00DF3255"/>
    <w:rsid w:val="00DF3613"/>
    <w:rsid w:val="00DF3B30"/>
    <w:rsid w:val="00DF3EC5"/>
    <w:rsid w:val="00DF41E1"/>
    <w:rsid w:val="00DF4C4E"/>
    <w:rsid w:val="00DF4D26"/>
    <w:rsid w:val="00DF5641"/>
    <w:rsid w:val="00DF56CA"/>
    <w:rsid w:val="00DF582A"/>
    <w:rsid w:val="00DF585A"/>
    <w:rsid w:val="00DF65D9"/>
    <w:rsid w:val="00DF6A14"/>
    <w:rsid w:val="00DF6B56"/>
    <w:rsid w:val="00DF6B6C"/>
    <w:rsid w:val="00DF6DF9"/>
    <w:rsid w:val="00DF7835"/>
    <w:rsid w:val="00DF7ACA"/>
    <w:rsid w:val="00DF7C22"/>
    <w:rsid w:val="00DF7E00"/>
    <w:rsid w:val="00E000CE"/>
    <w:rsid w:val="00E00104"/>
    <w:rsid w:val="00E00133"/>
    <w:rsid w:val="00E0013B"/>
    <w:rsid w:val="00E00744"/>
    <w:rsid w:val="00E00AC2"/>
    <w:rsid w:val="00E00BF7"/>
    <w:rsid w:val="00E00C82"/>
    <w:rsid w:val="00E018FF"/>
    <w:rsid w:val="00E019C1"/>
    <w:rsid w:val="00E019FC"/>
    <w:rsid w:val="00E01A9B"/>
    <w:rsid w:val="00E01AE1"/>
    <w:rsid w:val="00E01B60"/>
    <w:rsid w:val="00E01C79"/>
    <w:rsid w:val="00E01F75"/>
    <w:rsid w:val="00E02A26"/>
    <w:rsid w:val="00E02A5E"/>
    <w:rsid w:val="00E02B8B"/>
    <w:rsid w:val="00E02DBA"/>
    <w:rsid w:val="00E02DBC"/>
    <w:rsid w:val="00E03279"/>
    <w:rsid w:val="00E03293"/>
    <w:rsid w:val="00E033EE"/>
    <w:rsid w:val="00E034DC"/>
    <w:rsid w:val="00E03920"/>
    <w:rsid w:val="00E03E3B"/>
    <w:rsid w:val="00E03E84"/>
    <w:rsid w:val="00E04237"/>
    <w:rsid w:val="00E044BD"/>
    <w:rsid w:val="00E04C84"/>
    <w:rsid w:val="00E05073"/>
    <w:rsid w:val="00E05172"/>
    <w:rsid w:val="00E055CB"/>
    <w:rsid w:val="00E05683"/>
    <w:rsid w:val="00E05D8C"/>
    <w:rsid w:val="00E06014"/>
    <w:rsid w:val="00E06071"/>
    <w:rsid w:val="00E06087"/>
    <w:rsid w:val="00E0693C"/>
    <w:rsid w:val="00E06E18"/>
    <w:rsid w:val="00E07208"/>
    <w:rsid w:val="00E07B57"/>
    <w:rsid w:val="00E07D68"/>
    <w:rsid w:val="00E07F79"/>
    <w:rsid w:val="00E10104"/>
    <w:rsid w:val="00E1019E"/>
    <w:rsid w:val="00E106ED"/>
    <w:rsid w:val="00E107FC"/>
    <w:rsid w:val="00E109B5"/>
    <w:rsid w:val="00E10A94"/>
    <w:rsid w:val="00E10AD1"/>
    <w:rsid w:val="00E10B92"/>
    <w:rsid w:val="00E10DEA"/>
    <w:rsid w:val="00E10E1D"/>
    <w:rsid w:val="00E10F42"/>
    <w:rsid w:val="00E10FBC"/>
    <w:rsid w:val="00E11143"/>
    <w:rsid w:val="00E11BBE"/>
    <w:rsid w:val="00E11BDA"/>
    <w:rsid w:val="00E11C40"/>
    <w:rsid w:val="00E122B2"/>
    <w:rsid w:val="00E1261D"/>
    <w:rsid w:val="00E12982"/>
    <w:rsid w:val="00E12B83"/>
    <w:rsid w:val="00E12C64"/>
    <w:rsid w:val="00E12D54"/>
    <w:rsid w:val="00E12DA9"/>
    <w:rsid w:val="00E12FAD"/>
    <w:rsid w:val="00E1325B"/>
    <w:rsid w:val="00E1326B"/>
    <w:rsid w:val="00E13271"/>
    <w:rsid w:val="00E13582"/>
    <w:rsid w:val="00E138C6"/>
    <w:rsid w:val="00E1395A"/>
    <w:rsid w:val="00E148C5"/>
    <w:rsid w:val="00E14976"/>
    <w:rsid w:val="00E14B35"/>
    <w:rsid w:val="00E14C3E"/>
    <w:rsid w:val="00E14C7A"/>
    <w:rsid w:val="00E14D31"/>
    <w:rsid w:val="00E150CE"/>
    <w:rsid w:val="00E1512B"/>
    <w:rsid w:val="00E152C8"/>
    <w:rsid w:val="00E1535B"/>
    <w:rsid w:val="00E1584B"/>
    <w:rsid w:val="00E158FB"/>
    <w:rsid w:val="00E159A5"/>
    <w:rsid w:val="00E15B5A"/>
    <w:rsid w:val="00E15BC9"/>
    <w:rsid w:val="00E15D31"/>
    <w:rsid w:val="00E15D55"/>
    <w:rsid w:val="00E1603C"/>
    <w:rsid w:val="00E160FB"/>
    <w:rsid w:val="00E16357"/>
    <w:rsid w:val="00E164C1"/>
    <w:rsid w:val="00E1667A"/>
    <w:rsid w:val="00E16824"/>
    <w:rsid w:val="00E16BFD"/>
    <w:rsid w:val="00E16C40"/>
    <w:rsid w:val="00E16C63"/>
    <w:rsid w:val="00E16CB2"/>
    <w:rsid w:val="00E16E65"/>
    <w:rsid w:val="00E172C5"/>
    <w:rsid w:val="00E1758D"/>
    <w:rsid w:val="00E17A05"/>
    <w:rsid w:val="00E17C12"/>
    <w:rsid w:val="00E17E91"/>
    <w:rsid w:val="00E17ED6"/>
    <w:rsid w:val="00E17F63"/>
    <w:rsid w:val="00E205FD"/>
    <w:rsid w:val="00E20744"/>
    <w:rsid w:val="00E209B1"/>
    <w:rsid w:val="00E209F3"/>
    <w:rsid w:val="00E20A5D"/>
    <w:rsid w:val="00E20AE1"/>
    <w:rsid w:val="00E20BC9"/>
    <w:rsid w:val="00E20CEB"/>
    <w:rsid w:val="00E2101E"/>
    <w:rsid w:val="00E210C4"/>
    <w:rsid w:val="00E2186D"/>
    <w:rsid w:val="00E218AB"/>
    <w:rsid w:val="00E21AD5"/>
    <w:rsid w:val="00E21B47"/>
    <w:rsid w:val="00E21B5D"/>
    <w:rsid w:val="00E21C9B"/>
    <w:rsid w:val="00E21E02"/>
    <w:rsid w:val="00E21F3C"/>
    <w:rsid w:val="00E21F9F"/>
    <w:rsid w:val="00E221C8"/>
    <w:rsid w:val="00E22676"/>
    <w:rsid w:val="00E22992"/>
    <w:rsid w:val="00E22A26"/>
    <w:rsid w:val="00E22AC7"/>
    <w:rsid w:val="00E22DD6"/>
    <w:rsid w:val="00E23306"/>
    <w:rsid w:val="00E2337E"/>
    <w:rsid w:val="00E23432"/>
    <w:rsid w:val="00E23435"/>
    <w:rsid w:val="00E237BE"/>
    <w:rsid w:val="00E23C54"/>
    <w:rsid w:val="00E23E44"/>
    <w:rsid w:val="00E240A4"/>
    <w:rsid w:val="00E240F2"/>
    <w:rsid w:val="00E2443D"/>
    <w:rsid w:val="00E2464C"/>
    <w:rsid w:val="00E24892"/>
    <w:rsid w:val="00E24B5A"/>
    <w:rsid w:val="00E255ED"/>
    <w:rsid w:val="00E264DE"/>
    <w:rsid w:val="00E265FD"/>
    <w:rsid w:val="00E26729"/>
    <w:rsid w:val="00E26A0C"/>
    <w:rsid w:val="00E26D76"/>
    <w:rsid w:val="00E26DD0"/>
    <w:rsid w:val="00E26FB3"/>
    <w:rsid w:val="00E27686"/>
    <w:rsid w:val="00E27885"/>
    <w:rsid w:val="00E27CE5"/>
    <w:rsid w:val="00E27DEF"/>
    <w:rsid w:val="00E27F4F"/>
    <w:rsid w:val="00E30119"/>
    <w:rsid w:val="00E303A2"/>
    <w:rsid w:val="00E304EB"/>
    <w:rsid w:val="00E30989"/>
    <w:rsid w:val="00E30AB1"/>
    <w:rsid w:val="00E311D3"/>
    <w:rsid w:val="00E31256"/>
    <w:rsid w:val="00E312FF"/>
    <w:rsid w:val="00E31575"/>
    <w:rsid w:val="00E31AE0"/>
    <w:rsid w:val="00E31C1A"/>
    <w:rsid w:val="00E322CA"/>
    <w:rsid w:val="00E326C2"/>
    <w:rsid w:val="00E33023"/>
    <w:rsid w:val="00E3303A"/>
    <w:rsid w:val="00E33389"/>
    <w:rsid w:val="00E337F2"/>
    <w:rsid w:val="00E3391D"/>
    <w:rsid w:val="00E33FA2"/>
    <w:rsid w:val="00E341B9"/>
    <w:rsid w:val="00E342A2"/>
    <w:rsid w:val="00E343F3"/>
    <w:rsid w:val="00E34655"/>
    <w:rsid w:val="00E346F5"/>
    <w:rsid w:val="00E348FE"/>
    <w:rsid w:val="00E34C25"/>
    <w:rsid w:val="00E34CCB"/>
    <w:rsid w:val="00E35335"/>
    <w:rsid w:val="00E35372"/>
    <w:rsid w:val="00E353BE"/>
    <w:rsid w:val="00E35B70"/>
    <w:rsid w:val="00E35D46"/>
    <w:rsid w:val="00E36201"/>
    <w:rsid w:val="00E3631F"/>
    <w:rsid w:val="00E36871"/>
    <w:rsid w:val="00E36FE1"/>
    <w:rsid w:val="00E370C6"/>
    <w:rsid w:val="00E37219"/>
    <w:rsid w:val="00E376A9"/>
    <w:rsid w:val="00E376DA"/>
    <w:rsid w:val="00E378D8"/>
    <w:rsid w:val="00E379A2"/>
    <w:rsid w:val="00E37B38"/>
    <w:rsid w:val="00E37C0F"/>
    <w:rsid w:val="00E37CD1"/>
    <w:rsid w:val="00E37D6E"/>
    <w:rsid w:val="00E37D86"/>
    <w:rsid w:val="00E37F44"/>
    <w:rsid w:val="00E40504"/>
    <w:rsid w:val="00E40652"/>
    <w:rsid w:val="00E406BC"/>
    <w:rsid w:val="00E40772"/>
    <w:rsid w:val="00E40CC4"/>
    <w:rsid w:val="00E40D9D"/>
    <w:rsid w:val="00E40F80"/>
    <w:rsid w:val="00E40F9E"/>
    <w:rsid w:val="00E41421"/>
    <w:rsid w:val="00E41531"/>
    <w:rsid w:val="00E41616"/>
    <w:rsid w:val="00E41677"/>
    <w:rsid w:val="00E41DBD"/>
    <w:rsid w:val="00E41E85"/>
    <w:rsid w:val="00E4205F"/>
    <w:rsid w:val="00E423E7"/>
    <w:rsid w:val="00E423F9"/>
    <w:rsid w:val="00E4245A"/>
    <w:rsid w:val="00E426F4"/>
    <w:rsid w:val="00E4286A"/>
    <w:rsid w:val="00E42B4E"/>
    <w:rsid w:val="00E42D47"/>
    <w:rsid w:val="00E42D7A"/>
    <w:rsid w:val="00E43141"/>
    <w:rsid w:val="00E4354F"/>
    <w:rsid w:val="00E435C9"/>
    <w:rsid w:val="00E44447"/>
    <w:rsid w:val="00E445AB"/>
    <w:rsid w:val="00E445C2"/>
    <w:rsid w:val="00E44896"/>
    <w:rsid w:val="00E449F1"/>
    <w:rsid w:val="00E44CD6"/>
    <w:rsid w:val="00E44D31"/>
    <w:rsid w:val="00E44E3F"/>
    <w:rsid w:val="00E44FFB"/>
    <w:rsid w:val="00E4500E"/>
    <w:rsid w:val="00E4511E"/>
    <w:rsid w:val="00E454B0"/>
    <w:rsid w:val="00E45533"/>
    <w:rsid w:val="00E45C1B"/>
    <w:rsid w:val="00E46322"/>
    <w:rsid w:val="00E4639A"/>
    <w:rsid w:val="00E46469"/>
    <w:rsid w:val="00E46502"/>
    <w:rsid w:val="00E46979"/>
    <w:rsid w:val="00E46B11"/>
    <w:rsid w:val="00E46CE4"/>
    <w:rsid w:val="00E46DB9"/>
    <w:rsid w:val="00E471BC"/>
    <w:rsid w:val="00E471D0"/>
    <w:rsid w:val="00E47445"/>
    <w:rsid w:val="00E475B0"/>
    <w:rsid w:val="00E478FF"/>
    <w:rsid w:val="00E47AD8"/>
    <w:rsid w:val="00E47F52"/>
    <w:rsid w:val="00E50094"/>
    <w:rsid w:val="00E500B9"/>
    <w:rsid w:val="00E50246"/>
    <w:rsid w:val="00E50500"/>
    <w:rsid w:val="00E50773"/>
    <w:rsid w:val="00E50830"/>
    <w:rsid w:val="00E50872"/>
    <w:rsid w:val="00E50A61"/>
    <w:rsid w:val="00E50ACD"/>
    <w:rsid w:val="00E50C68"/>
    <w:rsid w:val="00E5127C"/>
    <w:rsid w:val="00E51384"/>
    <w:rsid w:val="00E51392"/>
    <w:rsid w:val="00E514F4"/>
    <w:rsid w:val="00E517E8"/>
    <w:rsid w:val="00E51994"/>
    <w:rsid w:val="00E51A83"/>
    <w:rsid w:val="00E51FD4"/>
    <w:rsid w:val="00E5202A"/>
    <w:rsid w:val="00E52070"/>
    <w:rsid w:val="00E52231"/>
    <w:rsid w:val="00E526EE"/>
    <w:rsid w:val="00E528A9"/>
    <w:rsid w:val="00E529C0"/>
    <w:rsid w:val="00E52B29"/>
    <w:rsid w:val="00E52B79"/>
    <w:rsid w:val="00E52D5A"/>
    <w:rsid w:val="00E52DAF"/>
    <w:rsid w:val="00E538A9"/>
    <w:rsid w:val="00E53EAA"/>
    <w:rsid w:val="00E54164"/>
    <w:rsid w:val="00E5432E"/>
    <w:rsid w:val="00E54334"/>
    <w:rsid w:val="00E54369"/>
    <w:rsid w:val="00E54529"/>
    <w:rsid w:val="00E54676"/>
    <w:rsid w:val="00E5479B"/>
    <w:rsid w:val="00E5490D"/>
    <w:rsid w:val="00E555D8"/>
    <w:rsid w:val="00E559A1"/>
    <w:rsid w:val="00E5603E"/>
    <w:rsid w:val="00E560DD"/>
    <w:rsid w:val="00E560FD"/>
    <w:rsid w:val="00E56152"/>
    <w:rsid w:val="00E561A0"/>
    <w:rsid w:val="00E561B4"/>
    <w:rsid w:val="00E562DD"/>
    <w:rsid w:val="00E5649A"/>
    <w:rsid w:val="00E56531"/>
    <w:rsid w:val="00E56910"/>
    <w:rsid w:val="00E5694D"/>
    <w:rsid w:val="00E569FA"/>
    <w:rsid w:val="00E56A80"/>
    <w:rsid w:val="00E56BEE"/>
    <w:rsid w:val="00E56F75"/>
    <w:rsid w:val="00E5749D"/>
    <w:rsid w:val="00E577AF"/>
    <w:rsid w:val="00E577C5"/>
    <w:rsid w:val="00E57A5A"/>
    <w:rsid w:val="00E57A6D"/>
    <w:rsid w:val="00E57CF6"/>
    <w:rsid w:val="00E57D1D"/>
    <w:rsid w:val="00E60057"/>
    <w:rsid w:val="00E60B9A"/>
    <w:rsid w:val="00E60EEF"/>
    <w:rsid w:val="00E61008"/>
    <w:rsid w:val="00E6105B"/>
    <w:rsid w:val="00E612F9"/>
    <w:rsid w:val="00E61346"/>
    <w:rsid w:val="00E613B6"/>
    <w:rsid w:val="00E61426"/>
    <w:rsid w:val="00E6189A"/>
    <w:rsid w:val="00E61D2B"/>
    <w:rsid w:val="00E621B7"/>
    <w:rsid w:val="00E62A18"/>
    <w:rsid w:val="00E62BAA"/>
    <w:rsid w:val="00E62BDF"/>
    <w:rsid w:val="00E62FDB"/>
    <w:rsid w:val="00E63187"/>
    <w:rsid w:val="00E637F3"/>
    <w:rsid w:val="00E63C50"/>
    <w:rsid w:val="00E63CA3"/>
    <w:rsid w:val="00E64323"/>
    <w:rsid w:val="00E64382"/>
    <w:rsid w:val="00E64655"/>
    <w:rsid w:val="00E6535B"/>
    <w:rsid w:val="00E6537C"/>
    <w:rsid w:val="00E65437"/>
    <w:rsid w:val="00E6595B"/>
    <w:rsid w:val="00E65B85"/>
    <w:rsid w:val="00E65F47"/>
    <w:rsid w:val="00E66580"/>
    <w:rsid w:val="00E665EE"/>
    <w:rsid w:val="00E666F7"/>
    <w:rsid w:val="00E66995"/>
    <w:rsid w:val="00E66A0B"/>
    <w:rsid w:val="00E66A18"/>
    <w:rsid w:val="00E66F60"/>
    <w:rsid w:val="00E67067"/>
    <w:rsid w:val="00E673A1"/>
    <w:rsid w:val="00E67F9D"/>
    <w:rsid w:val="00E67FDA"/>
    <w:rsid w:val="00E70167"/>
    <w:rsid w:val="00E7029C"/>
    <w:rsid w:val="00E7045F"/>
    <w:rsid w:val="00E70606"/>
    <w:rsid w:val="00E70AC7"/>
    <w:rsid w:val="00E70D22"/>
    <w:rsid w:val="00E70DDF"/>
    <w:rsid w:val="00E713A7"/>
    <w:rsid w:val="00E71BAD"/>
    <w:rsid w:val="00E71E61"/>
    <w:rsid w:val="00E71E7E"/>
    <w:rsid w:val="00E72008"/>
    <w:rsid w:val="00E72016"/>
    <w:rsid w:val="00E724FE"/>
    <w:rsid w:val="00E72507"/>
    <w:rsid w:val="00E72751"/>
    <w:rsid w:val="00E72A72"/>
    <w:rsid w:val="00E72D80"/>
    <w:rsid w:val="00E7318A"/>
    <w:rsid w:val="00E7323E"/>
    <w:rsid w:val="00E737C1"/>
    <w:rsid w:val="00E73F03"/>
    <w:rsid w:val="00E74439"/>
    <w:rsid w:val="00E744A0"/>
    <w:rsid w:val="00E74553"/>
    <w:rsid w:val="00E74579"/>
    <w:rsid w:val="00E745D2"/>
    <w:rsid w:val="00E74ADF"/>
    <w:rsid w:val="00E74B03"/>
    <w:rsid w:val="00E75318"/>
    <w:rsid w:val="00E7532F"/>
    <w:rsid w:val="00E7561C"/>
    <w:rsid w:val="00E75721"/>
    <w:rsid w:val="00E75865"/>
    <w:rsid w:val="00E7586A"/>
    <w:rsid w:val="00E75943"/>
    <w:rsid w:val="00E75998"/>
    <w:rsid w:val="00E75A38"/>
    <w:rsid w:val="00E75CDC"/>
    <w:rsid w:val="00E75DE1"/>
    <w:rsid w:val="00E75F2D"/>
    <w:rsid w:val="00E7668B"/>
    <w:rsid w:val="00E76CDD"/>
    <w:rsid w:val="00E77130"/>
    <w:rsid w:val="00E77294"/>
    <w:rsid w:val="00E775CE"/>
    <w:rsid w:val="00E77640"/>
    <w:rsid w:val="00E77676"/>
    <w:rsid w:val="00E77A96"/>
    <w:rsid w:val="00E77C06"/>
    <w:rsid w:val="00E77C71"/>
    <w:rsid w:val="00E77F07"/>
    <w:rsid w:val="00E77F7F"/>
    <w:rsid w:val="00E80579"/>
    <w:rsid w:val="00E80624"/>
    <w:rsid w:val="00E806B6"/>
    <w:rsid w:val="00E807A1"/>
    <w:rsid w:val="00E80A70"/>
    <w:rsid w:val="00E80ADD"/>
    <w:rsid w:val="00E80CBD"/>
    <w:rsid w:val="00E8103E"/>
    <w:rsid w:val="00E8164B"/>
    <w:rsid w:val="00E816B1"/>
    <w:rsid w:val="00E817B5"/>
    <w:rsid w:val="00E81D60"/>
    <w:rsid w:val="00E82231"/>
    <w:rsid w:val="00E825D7"/>
    <w:rsid w:val="00E82D8B"/>
    <w:rsid w:val="00E82F70"/>
    <w:rsid w:val="00E82FF9"/>
    <w:rsid w:val="00E83216"/>
    <w:rsid w:val="00E832A3"/>
    <w:rsid w:val="00E832F6"/>
    <w:rsid w:val="00E83311"/>
    <w:rsid w:val="00E8331C"/>
    <w:rsid w:val="00E83390"/>
    <w:rsid w:val="00E833F2"/>
    <w:rsid w:val="00E83492"/>
    <w:rsid w:val="00E8357B"/>
    <w:rsid w:val="00E835F4"/>
    <w:rsid w:val="00E839B0"/>
    <w:rsid w:val="00E839F8"/>
    <w:rsid w:val="00E83EAB"/>
    <w:rsid w:val="00E84051"/>
    <w:rsid w:val="00E840D5"/>
    <w:rsid w:val="00E8414D"/>
    <w:rsid w:val="00E84339"/>
    <w:rsid w:val="00E84A1F"/>
    <w:rsid w:val="00E84C9B"/>
    <w:rsid w:val="00E84CDD"/>
    <w:rsid w:val="00E85015"/>
    <w:rsid w:val="00E8517B"/>
    <w:rsid w:val="00E851B4"/>
    <w:rsid w:val="00E854D2"/>
    <w:rsid w:val="00E85612"/>
    <w:rsid w:val="00E8576B"/>
    <w:rsid w:val="00E85B8C"/>
    <w:rsid w:val="00E86C4B"/>
    <w:rsid w:val="00E86CD1"/>
    <w:rsid w:val="00E86FA5"/>
    <w:rsid w:val="00E870A0"/>
    <w:rsid w:val="00E874A3"/>
    <w:rsid w:val="00E87629"/>
    <w:rsid w:val="00E87683"/>
    <w:rsid w:val="00E87895"/>
    <w:rsid w:val="00E87A3A"/>
    <w:rsid w:val="00E87A87"/>
    <w:rsid w:val="00E87B02"/>
    <w:rsid w:val="00E87D4C"/>
    <w:rsid w:val="00E87DA6"/>
    <w:rsid w:val="00E87FD6"/>
    <w:rsid w:val="00E9016C"/>
    <w:rsid w:val="00E901D1"/>
    <w:rsid w:val="00E90567"/>
    <w:rsid w:val="00E9087F"/>
    <w:rsid w:val="00E9098C"/>
    <w:rsid w:val="00E90BBB"/>
    <w:rsid w:val="00E90E16"/>
    <w:rsid w:val="00E90EB1"/>
    <w:rsid w:val="00E912B5"/>
    <w:rsid w:val="00E914EE"/>
    <w:rsid w:val="00E9171F"/>
    <w:rsid w:val="00E918AE"/>
    <w:rsid w:val="00E91966"/>
    <w:rsid w:val="00E91DF2"/>
    <w:rsid w:val="00E92159"/>
    <w:rsid w:val="00E92596"/>
    <w:rsid w:val="00E92712"/>
    <w:rsid w:val="00E92904"/>
    <w:rsid w:val="00E92A1E"/>
    <w:rsid w:val="00E92A39"/>
    <w:rsid w:val="00E92B4E"/>
    <w:rsid w:val="00E92B72"/>
    <w:rsid w:val="00E92B76"/>
    <w:rsid w:val="00E92B7B"/>
    <w:rsid w:val="00E92DEA"/>
    <w:rsid w:val="00E92E78"/>
    <w:rsid w:val="00E93559"/>
    <w:rsid w:val="00E93685"/>
    <w:rsid w:val="00E93EA5"/>
    <w:rsid w:val="00E940C8"/>
    <w:rsid w:val="00E9416F"/>
    <w:rsid w:val="00E941D0"/>
    <w:rsid w:val="00E94A54"/>
    <w:rsid w:val="00E94ED2"/>
    <w:rsid w:val="00E94F62"/>
    <w:rsid w:val="00E95390"/>
    <w:rsid w:val="00E9557B"/>
    <w:rsid w:val="00E95603"/>
    <w:rsid w:val="00E95882"/>
    <w:rsid w:val="00E95986"/>
    <w:rsid w:val="00E95BC6"/>
    <w:rsid w:val="00E95DAA"/>
    <w:rsid w:val="00E95E4A"/>
    <w:rsid w:val="00E95FF7"/>
    <w:rsid w:val="00E9648E"/>
    <w:rsid w:val="00E968E9"/>
    <w:rsid w:val="00E96A03"/>
    <w:rsid w:val="00E96AD1"/>
    <w:rsid w:val="00E96D3C"/>
    <w:rsid w:val="00E97087"/>
    <w:rsid w:val="00E97781"/>
    <w:rsid w:val="00E978FF"/>
    <w:rsid w:val="00E979F4"/>
    <w:rsid w:val="00E97CCA"/>
    <w:rsid w:val="00EA0535"/>
    <w:rsid w:val="00EA0633"/>
    <w:rsid w:val="00EA0F3B"/>
    <w:rsid w:val="00EA1150"/>
    <w:rsid w:val="00EA117A"/>
    <w:rsid w:val="00EA12F8"/>
    <w:rsid w:val="00EA1414"/>
    <w:rsid w:val="00EA1559"/>
    <w:rsid w:val="00EA186A"/>
    <w:rsid w:val="00EA18FA"/>
    <w:rsid w:val="00EA19E4"/>
    <w:rsid w:val="00EA202D"/>
    <w:rsid w:val="00EA23FD"/>
    <w:rsid w:val="00EA24AA"/>
    <w:rsid w:val="00EA28C7"/>
    <w:rsid w:val="00EA293E"/>
    <w:rsid w:val="00EA3282"/>
    <w:rsid w:val="00EA337A"/>
    <w:rsid w:val="00EA3706"/>
    <w:rsid w:val="00EA372C"/>
    <w:rsid w:val="00EA39AE"/>
    <w:rsid w:val="00EA3AB9"/>
    <w:rsid w:val="00EA3FCC"/>
    <w:rsid w:val="00EA43DB"/>
    <w:rsid w:val="00EA4970"/>
    <w:rsid w:val="00EA4A88"/>
    <w:rsid w:val="00EA4B82"/>
    <w:rsid w:val="00EA53D2"/>
    <w:rsid w:val="00EA548B"/>
    <w:rsid w:val="00EA557E"/>
    <w:rsid w:val="00EA559E"/>
    <w:rsid w:val="00EA591D"/>
    <w:rsid w:val="00EA6384"/>
    <w:rsid w:val="00EA675C"/>
    <w:rsid w:val="00EA6877"/>
    <w:rsid w:val="00EA6C12"/>
    <w:rsid w:val="00EA7145"/>
    <w:rsid w:val="00EA731E"/>
    <w:rsid w:val="00EA790E"/>
    <w:rsid w:val="00EA7BAD"/>
    <w:rsid w:val="00EA7C2F"/>
    <w:rsid w:val="00EA7CB5"/>
    <w:rsid w:val="00EA7F80"/>
    <w:rsid w:val="00EB021A"/>
    <w:rsid w:val="00EB0690"/>
    <w:rsid w:val="00EB06CF"/>
    <w:rsid w:val="00EB0C0C"/>
    <w:rsid w:val="00EB0CF5"/>
    <w:rsid w:val="00EB0D38"/>
    <w:rsid w:val="00EB0E4D"/>
    <w:rsid w:val="00EB0EEE"/>
    <w:rsid w:val="00EB10AE"/>
    <w:rsid w:val="00EB10EC"/>
    <w:rsid w:val="00EB13DC"/>
    <w:rsid w:val="00EB153E"/>
    <w:rsid w:val="00EB21E3"/>
    <w:rsid w:val="00EB273F"/>
    <w:rsid w:val="00EB275D"/>
    <w:rsid w:val="00EB2991"/>
    <w:rsid w:val="00EB2B43"/>
    <w:rsid w:val="00EB2EF6"/>
    <w:rsid w:val="00EB2F79"/>
    <w:rsid w:val="00EB31C4"/>
    <w:rsid w:val="00EB31ED"/>
    <w:rsid w:val="00EB3257"/>
    <w:rsid w:val="00EB3447"/>
    <w:rsid w:val="00EB3602"/>
    <w:rsid w:val="00EB3A0D"/>
    <w:rsid w:val="00EB3FFA"/>
    <w:rsid w:val="00EB4078"/>
    <w:rsid w:val="00EB43FA"/>
    <w:rsid w:val="00EB4647"/>
    <w:rsid w:val="00EB4735"/>
    <w:rsid w:val="00EB4C7E"/>
    <w:rsid w:val="00EB4FD4"/>
    <w:rsid w:val="00EB5446"/>
    <w:rsid w:val="00EB54DE"/>
    <w:rsid w:val="00EB5548"/>
    <w:rsid w:val="00EB55BE"/>
    <w:rsid w:val="00EB5612"/>
    <w:rsid w:val="00EB5665"/>
    <w:rsid w:val="00EB5768"/>
    <w:rsid w:val="00EB5804"/>
    <w:rsid w:val="00EB5870"/>
    <w:rsid w:val="00EB5CEE"/>
    <w:rsid w:val="00EB61D3"/>
    <w:rsid w:val="00EB61F0"/>
    <w:rsid w:val="00EB665E"/>
    <w:rsid w:val="00EB7563"/>
    <w:rsid w:val="00EB76F2"/>
    <w:rsid w:val="00EB7775"/>
    <w:rsid w:val="00EB7D78"/>
    <w:rsid w:val="00EC01D3"/>
    <w:rsid w:val="00EC0B01"/>
    <w:rsid w:val="00EC0E52"/>
    <w:rsid w:val="00EC1070"/>
    <w:rsid w:val="00EC12BA"/>
    <w:rsid w:val="00EC1452"/>
    <w:rsid w:val="00EC14BE"/>
    <w:rsid w:val="00EC166E"/>
    <w:rsid w:val="00EC16CA"/>
    <w:rsid w:val="00EC192A"/>
    <w:rsid w:val="00EC20F5"/>
    <w:rsid w:val="00EC22B4"/>
    <w:rsid w:val="00EC23AF"/>
    <w:rsid w:val="00EC24AD"/>
    <w:rsid w:val="00EC250B"/>
    <w:rsid w:val="00EC2B81"/>
    <w:rsid w:val="00EC2D81"/>
    <w:rsid w:val="00EC2DE2"/>
    <w:rsid w:val="00EC37CA"/>
    <w:rsid w:val="00EC3A90"/>
    <w:rsid w:val="00EC3AA3"/>
    <w:rsid w:val="00EC3EA2"/>
    <w:rsid w:val="00EC3F04"/>
    <w:rsid w:val="00EC423D"/>
    <w:rsid w:val="00EC4DB2"/>
    <w:rsid w:val="00EC4E62"/>
    <w:rsid w:val="00EC5520"/>
    <w:rsid w:val="00EC5641"/>
    <w:rsid w:val="00EC56CB"/>
    <w:rsid w:val="00EC597A"/>
    <w:rsid w:val="00EC5B74"/>
    <w:rsid w:val="00EC6029"/>
    <w:rsid w:val="00EC60B6"/>
    <w:rsid w:val="00EC6765"/>
    <w:rsid w:val="00EC6C6F"/>
    <w:rsid w:val="00EC6CAC"/>
    <w:rsid w:val="00EC6E97"/>
    <w:rsid w:val="00EC6FEF"/>
    <w:rsid w:val="00EC7365"/>
    <w:rsid w:val="00EC7499"/>
    <w:rsid w:val="00EC77FF"/>
    <w:rsid w:val="00EC781A"/>
    <w:rsid w:val="00EC78C6"/>
    <w:rsid w:val="00EC7B3B"/>
    <w:rsid w:val="00ED00AD"/>
    <w:rsid w:val="00ED0606"/>
    <w:rsid w:val="00ED06A4"/>
    <w:rsid w:val="00ED07AF"/>
    <w:rsid w:val="00ED0A05"/>
    <w:rsid w:val="00ED0BE0"/>
    <w:rsid w:val="00ED0E5E"/>
    <w:rsid w:val="00ED0E5F"/>
    <w:rsid w:val="00ED10A4"/>
    <w:rsid w:val="00ED10C7"/>
    <w:rsid w:val="00ED12D7"/>
    <w:rsid w:val="00ED1D29"/>
    <w:rsid w:val="00ED1F86"/>
    <w:rsid w:val="00ED2488"/>
    <w:rsid w:val="00ED24B8"/>
    <w:rsid w:val="00ED24DD"/>
    <w:rsid w:val="00ED2788"/>
    <w:rsid w:val="00ED2DFD"/>
    <w:rsid w:val="00ED3780"/>
    <w:rsid w:val="00ED3B1B"/>
    <w:rsid w:val="00ED43B4"/>
    <w:rsid w:val="00ED4531"/>
    <w:rsid w:val="00ED45C4"/>
    <w:rsid w:val="00ED493A"/>
    <w:rsid w:val="00ED4D64"/>
    <w:rsid w:val="00ED4D7D"/>
    <w:rsid w:val="00ED4F44"/>
    <w:rsid w:val="00ED5033"/>
    <w:rsid w:val="00ED539E"/>
    <w:rsid w:val="00ED5938"/>
    <w:rsid w:val="00ED5C14"/>
    <w:rsid w:val="00ED5CF9"/>
    <w:rsid w:val="00ED5F4E"/>
    <w:rsid w:val="00ED6313"/>
    <w:rsid w:val="00ED6688"/>
    <w:rsid w:val="00ED68A6"/>
    <w:rsid w:val="00ED69B7"/>
    <w:rsid w:val="00ED6D98"/>
    <w:rsid w:val="00ED6EA2"/>
    <w:rsid w:val="00ED70BE"/>
    <w:rsid w:val="00ED71EE"/>
    <w:rsid w:val="00ED734B"/>
    <w:rsid w:val="00ED7979"/>
    <w:rsid w:val="00ED7C35"/>
    <w:rsid w:val="00ED7DAC"/>
    <w:rsid w:val="00ED7F29"/>
    <w:rsid w:val="00EE0050"/>
    <w:rsid w:val="00EE020F"/>
    <w:rsid w:val="00EE022A"/>
    <w:rsid w:val="00EE0578"/>
    <w:rsid w:val="00EE069D"/>
    <w:rsid w:val="00EE0749"/>
    <w:rsid w:val="00EE08B6"/>
    <w:rsid w:val="00EE09A6"/>
    <w:rsid w:val="00EE0B18"/>
    <w:rsid w:val="00EE0EB1"/>
    <w:rsid w:val="00EE0FF1"/>
    <w:rsid w:val="00EE14A6"/>
    <w:rsid w:val="00EE1507"/>
    <w:rsid w:val="00EE151B"/>
    <w:rsid w:val="00EE1545"/>
    <w:rsid w:val="00EE1641"/>
    <w:rsid w:val="00EE1917"/>
    <w:rsid w:val="00EE248B"/>
    <w:rsid w:val="00EE2552"/>
    <w:rsid w:val="00EE2E7B"/>
    <w:rsid w:val="00EE2EB9"/>
    <w:rsid w:val="00EE3254"/>
    <w:rsid w:val="00EE36B8"/>
    <w:rsid w:val="00EE3813"/>
    <w:rsid w:val="00EE3D1C"/>
    <w:rsid w:val="00EE3D47"/>
    <w:rsid w:val="00EE3DFF"/>
    <w:rsid w:val="00EE3FD4"/>
    <w:rsid w:val="00EE4394"/>
    <w:rsid w:val="00EE449F"/>
    <w:rsid w:val="00EE4715"/>
    <w:rsid w:val="00EE4801"/>
    <w:rsid w:val="00EE4CB6"/>
    <w:rsid w:val="00EE4D1E"/>
    <w:rsid w:val="00EE4DEA"/>
    <w:rsid w:val="00EE5046"/>
    <w:rsid w:val="00EE52E0"/>
    <w:rsid w:val="00EE57A9"/>
    <w:rsid w:val="00EE5F16"/>
    <w:rsid w:val="00EE603E"/>
    <w:rsid w:val="00EE60F5"/>
    <w:rsid w:val="00EE648E"/>
    <w:rsid w:val="00EE64FA"/>
    <w:rsid w:val="00EE66D9"/>
    <w:rsid w:val="00EE6B57"/>
    <w:rsid w:val="00EE7164"/>
    <w:rsid w:val="00EE73C1"/>
    <w:rsid w:val="00EE76E7"/>
    <w:rsid w:val="00EE7806"/>
    <w:rsid w:val="00EE7D6F"/>
    <w:rsid w:val="00EE7F3D"/>
    <w:rsid w:val="00EE7F57"/>
    <w:rsid w:val="00EF0308"/>
    <w:rsid w:val="00EF0514"/>
    <w:rsid w:val="00EF05BF"/>
    <w:rsid w:val="00EF078E"/>
    <w:rsid w:val="00EF0C07"/>
    <w:rsid w:val="00EF1768"/>
    <w:rsid w:val="00EF17FD"/>
    <w:rsid w:val="00EF18E8"/>
    <w:rsid w:val="00EF1BA2"/>
    <w:rsid w:val="00EF1D44"/>
    <w:rsid w:val="00EF1E82"/>
    <w:rsid w:val="00EF22FC"/>
    <w:rsid w:val="00EF239E"/>
    <w:rsid w:val="00EF24C7"/>
    <w:rsid w:val="00EF25F8"/>
    <w:rsid w:val="00EF260C"/>
    <w:rsid w:val="00EF2617"/>
    <w:rsid w:val="00EF2A34"/>
    <w:rsid w:val="00EF2B7E"/>
    <w:rsid w:val="00EF2BAE"/>
    <w:rsid w:val="00EF2C68"/>
    <w:rsid w:val="00EF2D32"/>
    <w:rsid w:val="00EF31CF"/>
    <w:rsid w:val="00EF3255"/>
    <w:rsid w:val="00EF328E"/>
    <w:rsid w:val="00EF33B7"/>
    <w:rsid w:val="00EF34B8"/>
    <w:rsid w:val="00EF3540"/>
    <w:rsid w:val="00EF36CC"/>
    <w:rsid w:val="00EF3DC0"/>
    <w:rsid w:val="00EF4097"/>
    <w:rsid w:val="00EF4167"/>
    <w:rsid w:val="00EF43B8"/>
    <w:rsid w:val="00EF4BF9"/>
    <w:rsid w:val="00EF4E06"/>
    <w:rsid w:val="00EF5116"/>
    <w:rsid w:val="00EF5154"/>
    <w:rsid w:val="00EF526F"/>
    <w:rsid w:val="00EF54AF"/>
    <w:rsid w:val="00EF555C"/>
    <w:rsid w:val="00EF581F"/>
    <w:rsid w:val="00EF614E"/>
    <w:rsid w:val="00EF6415"/>
    <w:rsid w:val="00EF6433"/>
    <w:rsid w:val="00EF685B"/>
    <w:rsid w:val="00EF6C8A"/>
    <w:rsid w:val="00EF767A"/>
    <w:rsid w:val="00EF7AB1"/>
    <w:rsid w:val="00EF7F8F"/>
    <w:rsid w:val="00F0000B"/>
    <w:rsid w:val="00F00125"/>
    <w:rsid w:val="00F005A6"/>
    <w:rsid w:val="00F00D2D"/>
    <w:rsid w:val="00F00E74"/>
    <w:rsid w:val="00F00F3D"/>
    <w:rsid w:val="00F00F80"/>
    <w:rsid w:val="00F01765"/>
    <w:rsid w:val="00F0214F"/>
    <w:rsid w:val="00F021CE"/>
    <w:rsid w:val="00F021FD"/>
    <w:rsid w:val="00F022FE"/>
    <w:rsid w:val="00F02DAF"/>
    <w:rsid w:val="00F03111"/>
    <w:rsid w:val="00F03465"/>
    <w:rsid w:val="00F0354F"/>
    <w:rsid w:val="00F03DDD"/>
    <w:rsid w:val="00F041FD"/>
    <w:rsid w:val="00F042D1"/>
    <w:rsid w:val="00F047DB"/>
    <w:rsid w:val="00F04AB2"/>
    <w:rsid w:val="00F04F59"/>
    <w:rsid w:val="00F05198"/>
    <w:rsid w:val="00F052AF"/>
    <w:rsid w:val="00F0569B"/>
    <w:rsid w:val="00F057B8"/>
    <w:rsid w:val="00F0598A"/>
    <w:rsid w:val="00F05BE8"/>
    <w:rsid w:val="00F05FF3"/>
    <w:rsid w:val="00F0654F"/>
    <w:rsid w:val="00F06EC7"/>
    <w:rsid w:val="00F06F9A"/>
    <w:rsid w:val="00F07036"/>
    <w:rsid w:val="00F07594"/>
    <w:rsid w:val="00F079DC"/>
    <w:rsid w:val="00F10044"/>
    <w:rsid w:val="00F10255"/>
    <w:rsid w:val="00F1061A"/>
    <w:rsid w:val="00F108EC"/>
    <w:rsid w:val="00F10961"/>
    <w:rsid w:val="00F10BB9"/>
    <w:rsid w:val="00F10C71"/>
    <w:rsid w:val="00F10E3A"/>
    <w:rsid w:val="00F10E94"/>
    <w:rsid w:val="00F11181"/>
    <w:rsid w:val="00F11883"/>
    <w:rsid w:val="00F11915"/>
    <w:rsid w:val="00F1191E"/>
    <w:rsid w:val="00F119A6"/>
    <w:rsid w:val="00F11AE3"/>
    <w:rsid w:val="00F122FA"/>
    <w:rsid w:val="00F126CA"/>
    <w:rsid w:val="00F126CF"/>
    <w:rsid w:val="00F12AB8"/>
    <w:rsid w:val="00F12B7D"/>
    <w:rsid w:val="00F12ED8"/>
    <w:rsid w:val="00F12FEE"/>
    <w:rsid w:val="00F131DF"/>
    <w:rsid w:val="00F13209"/>
    <w:rsid w:val="00F13302"/>
    <w:rsid w:val="00F1335D"/>
    <w:rsid w:val="00F13390"/>
    <w:rsid w:val="00F1365C"/>
    <w:rsid w:val="00F1377C"/>
    <w:rsid w:val="00F13CC6"/>
    <w:rsid w:val="00F1495F"/>
    <w:rsid w:val="00F14ACC"/>
    <w:rsid w:val="00F14EF2"/>
    <w:rsid w:val="00F14F18"/>
    <w:rsid w:val="00F14F38"/>
    <w:rsid w:val="00F1524F"/>
    <w:rsid w:val="00F153BF"/>
    <w:rsid w:val="00F157BB"/>
    <w:rsid w:val="00F15BB7"/>
    <w:rsid w:val="00F15BF3"/>
    <w:rsid w:val="00F15C91"/>
    <w:rsid w:val="00F161D8"/>
    <w:rsid w:val="00F167EC"/>
    <w:rsid w:val="00F16848"/>
    <w:rsid w:val="00F16B23"/>
    <w:rsid w:val="00F16CC6"/>
    <w:rsid w:val="00F175E3"/>
    <w:rsid w:val="00F17986"/>
    <w:rsid w:val="00F179EB"/>
    <w:rsid w:val="00F20372"/>
    <w:rsid w:val="00F206E8"/>
    <w:rsid w:val="00F20C6A"/>
    <w:rsid w:val="00F20C7F"/>
    <w:rsid w:val="00F2119C"/>
    <w:rsid w:val="00F21291"/>
    <w:rsid w:val="00F21337"/>
    <w:rsid w:val="00F213BA"/>
    <w:rsid w:val="00F215B3"/>
    <w:rsid w:val="00F21990"/>
    <w:rsid w:val="00F219EA"/>
    <w:rsid w:val="00F21CDF"/>
    <w:rsid w:val="00F21DFA"/>
    <w:rsid w:val="00F22234"/>
    <w:rsid w:val="00F22866"/>
    <w:rsid w:val="00F22EEF"/>
    <w:rsid w:val="00F23018"/>
    <w:rsid w:val="00F23D4B"/>
    <w:rsid w:val="00F241D3"/>
    <w:rsid w:val="00F24369"/>
    <w:rsid w:val="00F24400"/>
    <w:rsid w:val="00F244AE"/>
    <w:rsid w:val="00F246DF"/>
    <w:rsid w:val="00F24A92"/>
    <w:rsid w:val="00F24EF2"/>
    <w:rsid w:val="00F24F7E"/>
    <w:rsid w:val="00F25147"/>
    <w:rsid w:val="00F256B5"/>
    <w:rsid w:val="00F25952"/>
    <w:rsid w:val="00F25D79"/>
    <w:rsid w:val="00F2616A"/>
    <w:rsid w:val="00F262E7"/>
    <w:rsid w:val="00F2658D"/>
    <w:rsid w:val="00F267AD"/>
    <w:rsid w:val="00F26994"/>
    <w:rsid w:val="00F26C87"/>
    <w:rsid w:val="00F26FB9"/>
    <w:rsid w:val="00F278A0"/>
    <w:rsid w:val="00F27BB7"/>
    <w:rsid w:val="00F27D42"/>
    <w:rsid w:val="00F27FBF"/>
    <w:rsid w:val="00F30234"/>
    <w:rsid w:val="00F304CF"/>
    <w:rsid w:val="00F305E0"/>
    <w:rsid w:val="00F30848"/>
    <w:rsid w:val="00F30EE3"/>
    <w:rsid w:val="00F30FD8"/>
    <w:rsid w:val="00F3101E"/>
    <w:rsid w:val="00F3146A"/>
    <w:rsid w:val="00F31652"/>
    <w:rsid w:val="00F31791"/>
    <w:rsid w:val="00F31BA6"/>
    <w:rsid w:val="00F31E69"/>
    <w:rsid w:val="00F3256C"/>
    <w:rsid w:val="00F32CAC"/>
    <w:rsid w:val="00F32E75"/>
    <w:rsid w:val="00F32F93"/>
    <w:rsid w:val="00F32FAF"/>
    <w:rsid w:val="00F32FFD"/>
    <w:rsid w:val="00F33102"/>
    <w:rsid w:val="00F33291"/>
    <w:rsid w:val="00F333DC"/>
    <w:rsid w:val="00F3349D"/>
    <w:rsid w:val="00F336BF"/>
    <w:rsid w:val="00F3371F"/>
    <w:rsid w:val="00F33860"/>
    <w:rsid w:val="00F33DD2"/>
    <w:rsid w:val="00F33FC7"/>
    <w:rsid w:val="00F34604"/>
    <w:rsid w:val="00F3489D"/>
    <w:rsid w:val="00F34C91"/>
    <w:rsid w:val="00F3504F"/>
    <w:rsid w:val="00F35191"/>
    <w:rsid w:val="00F351A5"/>
    <w:rsid w:val="00F35464"/>
    <w:rsid w:val="00F35609"/>
    <w:rsid w:val="00F35933"/>
    <w:rsid w:val="00F359B8"/>
    <w:rsid w:val="00F35A0D"/>
    <w:rsid w:val="00F35A2E"/>
    <w:rsid w:val="00F35B0B"/>
    <w:rsid w:val="00F35BD2"/>
    <w:rsid w:val="00F35E7A"/>
    <w:rsid w:val="00F36161"/>
    <w:rsid w:val="00F3626B"/>
    <w:rsid w:val="00F36691"/>
    <w:rsid w:val="00F36DDD"/>
    <w:rsid w:val="00F36E56"/>
    <w:rsid w:val="00F371EA"/>
    <w:rsid w:val="00F3750F"/>
    <w:rsid w:val="00F3775B"/>
    <w:rsid w:val="00F37DCE"/>
    <w:rsid w:val="00F402D4"/>
    <w:rsid w:val="00F4079A"/>
    <w:rsid w:val="00F40F35"/>
    <w:rsid w:val="00F4123E"/>
    <w:rsid w:val="00F41A7D"/>
    <w:rsid w:val="00F42472"/>
    <w:rsid w:val="00F425F5"/>
    <w:rsid w:val="00F4291C"/>
    <w:rsid w:val="00F42BC8"/>
    <w:rsid w:val="00F42CDF"/>
    <w:rsid w:val="00F42D6C"/>
    <w:rsid w:val="00F42E65"/>
    <w:rsid w:val="00F43297"/>
    <w:rsid w:val="00F436CD"/>
    <w:rsid w:val="00F436E7"/>
    <w:rsid w:val="00F43742"/>
    <w:rsid w:val="00F438FA"/>
    <w:rsid w:val="00F43B76"/>
    <w:rsid w:val="00F43D2B"/>
    <w:rsid w:val="00F4415A"/>
    <w:rsid w:val="00F44206"/>
    <w:rsid w:val="00F4426A"/>
    <w:rsid w:val="00F443CB"/>
    <w:rsid w:val="00F4475C"/>
    <w:rsid w:val="00F44900"/>
    <w:rsid w:val="00F4494A"/>
    <w:rsid w:val="00F44B51"/>
    <w:rsid w:val="00F44B6D"/>
    <w:rsid w:val="00F4554E"/>
    <w:rsid w:val="00F45905"/>
    <w:rsid w:val="00F460F6"/>
    <w:rsid w:val="00F46C62"/>
    <w:rsid w:val="00F46D05"/>
    <w:rsid w:val="00F46F91"/>
    <w:rsid w:val="00F47273"/>
    <w:rsid w:val="00F4753B"/>
    <w:rsid w:val="00F475C7"/>
    <w:rsid w:val="00F47972"/>
    <w:rsid w:val="00F47A24"/>
    <w:rsid w:val="00F47F0E"/>
    <w:rsid w:val="00F500E1"/>
    <w:rsid w:val="00F500E5"/>
    <w:rsid w:val="00F5030E"/>
    <w:rsid w:val="00F5038F"/>
    <w:rsid w:val="00F50425"/>
    <w:rsid w:val="00F50AFF"/>
    <w:rsid w:val="00F50FE9"/>
    <w:rsid w:val="00F51317"/>
    <w:rsid w:val="00F517FC"/>
    <w:rsid w:val="00F5194D"/>
    <w:rsid w:val="00F51B0D"/>
    <w:rsid w:val="00F51E5C"/>
    <w:rsid w:val="00F51EFC"/>
    <w:rsid w:val="00F51FC1"/>
    <w:rsid w:val="00F522B5"/>
    <w:rsid w:val="00F5232F"/>
    <w:rsid w:val="00F52367"/>
    <w:rsid w:val="00F52C3B"/>
    <w:rsid w:val="00F52CEC"/>
    <w:rsid w:val="00F52E4A"/>
    <w:rsid w:val="00F5333A"/>
    <w:rsid w:val="00F53391"/>
    <w:rsid w:val="00F5365E"/>
    <w:rsid w:val="00F5372C"/>
    <w:rsid w:val="00F53D3A"/>
    <w:rsid w:val="00F53D8B"/>
    <w:rsid w:val="00F53F6F"/>
    <w:rsid w:val="00F542BC"/>
    <w:rsid w:val="00F5437B"/>
    <w:rsid w:val="00F547A2"/>
    <w:rsid w:val="00F547F2"/>
    <w:rsid w:val="00F54813"/>
    <w:rsid w:val="00F54C0A"/>
    <w:rsid w:val="00F54F5B"/>
    <w:rsid w:val="00F558CF"/>
    <w:rsid w:val="00F558D1"/>
    <w:rsid w:val="00F55940"/>
    <w:rsid w:val="00F56912"/>
    <w:rsid w:val="00F56A09"/>
    <w:rsid w:val="00F56B7D"/>
    <w:rsid w:val="00F56C6E"/>
    <w:rsid w:val="00F56CE9"/>
    <w:rsid w:val="00F5703E"/>
    <w:rsid w:val="00F5735F"/>
    <w:rsid w:val="00F57439"/>
    <w:rsid w:val="00F574EA"/>
    <w:rsid w:val="00F60196"/>
    <w:rsid w:val="00F60BDB"/>
    <w:rsid w:val="00F61294"/>
    <w:rsid w:val="00F61554"/>
    <w:rsid w:val="00F61681"/>
    <w:rsid w:val="00F616F6"/>
    <w:rsid w:val="00F61A36"/>
    <w:rsid w:val="00F62365"/>
    <w:rsid w:val="00F62388"/>
    <w:rsid w:val="00F62896"/>
    <w:rsid w:val="00F628D1"/>
    <w:rsid w:val="00F62CD1"/>
    <w:rsid w:val="00F62DF7"/>
    <w:rsid w:val="00F631D3"/>
    <w:rsid w:val="00F633B9"/>
    <w:rsid w:val="00F634D8"/>
    <w:rsid w:val="00F63900"/>
    <w:rsid w:val="00F63956"/>
    <w:rsid w:val="00F63BD3"/>
    <w:rsid w:val="00F640AA"/>
    <w:rsid w:val="00F640AB"/>
    <w:rsid w:val="00F64399"/>
    <w:rsid w:val="00F64A76"/>
    <w:rsid w:val="00F64E25"/>
    <w:rsid w:val="00F6507B"/>
    <w:rsid w:val="00F654F2"/>
    <w:rsid w:val="00F656FF"/>
    <w:rsid w:val="00F65801"/>
    <w:rsid w:val="00F660FE"/>
    <w:rsid w:val="00F664C2"/>
    <w:rsid w:val="00F666CF"/>
    <w:rsid w:val="00F666D1"/>
    <w:rsid w:val="00F6671B"/>
    <w:rsid w:val="00F66AFE"/>
    <w:rsid w:val="00F66BC4"/>
    <w:rsid w:val="00F66F54"/>
    <w:rsid w:val="00F6712C"/>
    <w:rsid w:val="00F67395"/>
    <w:rsid w:val="00F676C8"/>
    <w:rsid w:val="00F677CE"/>
    <w:rsid w:val="00F678C6"/>
    <w:rsid w:val="00F70015"/>
    <w:rsid w:val="00F70510"/>
    <w:rsid w:val="00F706D4"/>
    <w:rsid w:val="00F70845"/>
    <w:rsid w:val="00F70BEE"/>
    <w:rsid w:val="00F71020"/>
    <w:rsid w:val="00F71455"/>
    <w:rsid w:val="00F7147E"/>
    <w:rsid w:val="00F71887"/>
    <w:rsid w:val="00F71DE4"/>
    <w:rsid w:val="00F722DB"/>
    <w:rsid w:val="00F72321"/>
    <w:rsid w:val="00F723F7"/>
    <w:rsid w:val="00F72589"/>
    <w:rsid w:val="00F728DD"/>
    <w:rsid w:val="00F7296B"/>
    <w:rsid w:val="00F72A26"/>
    <w:rsid w:val="00F738F4"/>
    <w:rsid w:val="00F73C9A"/>
    <w:rsid w:val="00F73EF9"/>
    <w:rsid w:val="00F73FE1"/>
    <w:rsid w:val="00F74066"/>
    <w:rsid w:val="00F7412A"/>
    <w:rsid w:val="00F7413C"/>
    <w:rsid w:val="00F7484D"/>
    <w:rsid w:val="00F74879"/>
    <w:rsid w:val="00F74968"/>
    <w:rsid w:val="00F74A5C"/>
    <w:rsid w:val="00F74B75"/>
    <w:rsid w:val="00F74BED"/>
    <w:rsid w:val="00F755E9"/>
    <w:rsid w:val="00F75885"/>
    <w:rsid w:val="00F75A07"/>
    <w:rsid w:val="00F75B81"/>
    <w:rsid w:val="00F76573"/>
    <w:rsid w:val="00F76BFF"/>
    <w:rsid w:val="00F76F02"/>
    <w:rsid w:val="00F770B4"/>
    <w:rsid w:val="00F770F4"/>
    <w:rsid w:val="00F774A2"/>
    <w:rsid w:val="00F775C9"/>
    <w:rsid w:val="00F77A9C"/>
    <w:rsid w:val="00F8010E"/>
    <w:rsid w:val="00F80656"/>
    <w:rsid w:val="00F80989"/>
    <w:rsid w:val="00F80A3E"/>
    <w:rsid w:val="00F80DD5"/>
    <w:rsid w:val="00F80F4E"/>
    <w:rsid w:val="00F81110"/>
    <w:rsid w:val="00F813EB"/>
    <w:rsid w:val="00F81419"/>
    <w:rsid w:val="00F8162E"/>
    <w:rsid w:val="00F8169A"/>
    <w:rsid w:val="00F81C60"/>
    <w:rsid w:val="00F81E74"/>
    <w:rsid w:val="00F81F73"/>
    <w:rsid w:val="00F820E9"/>
    <w:rsid w:val="00F831CE"/>
    <w:rsid w:val="00F83366"/>
    <w:rsid w:val="00F83619"/>
    <w:rsid w:val="00F8365D"/>
    <w:rsid w:val="00F83838"/>
    <w:rsid w:val="00F838A4"/>
    <w:rsid w:val="00F83E90"/>
    <w:rsid w:val="00F83F21"/>
    <w:rsid w:val="00F83FFF"/>
    <w:rsid w:val="00F8401B"/>
    <w:rsid w:val="00F842D7"/>
    <w:rsid w:val="00F84688"/>
    <w:rsid w:val="00F846CE"/>
    <w:rsid w:val="00F84732"/>
    <w:rsid w:val="00F8482A"/>
    <w:rsid w:val="00F849B1"/>
    <w:rsid w:val="00F84A7B"/>
    <w:rsid w:val="00F84C43"/>
    <w:rsid w:val="00F84D02"/>
    <w:rsid w:val="00F8501E"/>
    <w:rsid w:val="00F8510E"/>
    <w:rsid w:val="00F85117"/>
    <w:rsid w:val="00F85844"/>
    <w:rsid w:val="00F8596E"/>
    <w:rsid w:val="00F85B0D"/>
    <w:rsid w:val="00F85E8F"/>
    <w:rsid w:val="00F85F51"/>
    <w:rsid w:val="00F8604C"/>
    <w:rsid w:val="00F86438"/>
    <w:rsid w:val="00F8732E"/>
    <w:rsid w:val="00F87456"/>
    <w:rsid w:val="00F875EA"/>
    <w:rsid w:val="00F87A3A"/>
    <w:rsid w:val="00F87B10"/>
    <w:rsid w:val="00F87FAC"/>
    <w:rsid w:val="00F90177"/>
    <w:rsid w:val="00F903BD"/>
    <w:rsid w:val="00F9046B"/>
    <w:rsid w:val="00F905A1"/>
    <w:rsid w:val="00F905AF"/>
    <w:rsid w:val="00F90796"/>
    <w:rsid w:val="00F907AE"/>
    <w:rsid w:val="00F90B99"/>
    <w:rsid w:val="00F90BBF"/>
    <w:rsid w:val="00F90D46"/>
    <w:rsid w:val="00F90D51"/>
    <w:rsid w:val="00F90D56"/>
    <w:rsid w:val="00F9111E"/>
    <w:rsid w:val="00F915F1"/>
    <w:rsid w:val="00F9163B"/>
    <w:rsid w:val="00F91644"/>
    <w:rsid w:val="00F9167A"/>
    <w:rsid w:val="00F91764"/>
    <w:rsid w:val="00F9182D"/>
    <w:rsid w:val="00F91865"/>
    <w:rsid w:val="00F91891"/>
    <w:rsid w:val="00F91C78"/>
    <w:rsid w:val="00F92218"/>
    <w:rsid w:val="00F922B8"/>
    <w:rsid w:val="00F922BE"/>
    <w:rsid w:val="00F92B65"/>
    <w:rsid w:val="00F92DAE"/>
    <w:rsid w:val="00F933DE"/>
    <w:rsid w:val="00F9351D"/>
    <w:rsid w:val="00F93759"/>
    <w:rsid w:val="00F93A1B"/>
    <w:rsid w:val="00F93BA4"/>
    <w:rsid w:val="00F93CD6"/>
    <w:rsid w:val="00F93D3E"/>
    <w:rsid w:val="00F943FD"/>
    <w:rsid w:val="00F94482"/>
    <w:rsid w:val="00F9463D"/>
    <w:rsid w:val="00F9468F"/>
    <w:rsid w:val="00F9481D"/>
    <w:rsid w:val="00F949FF"/>
    <w:rsid w:val="00F94D4A"/>
    <w:rsid w:val="00F94DAC"/>
    <w:rsid w:val="00F94EF9"/>
    <w:rsid w:val="00F951D9"/>
    <w:rsid w:val="00F95378"/>
    <w:rsid w:val="00F9540F"/>
    <w:rsid w:val="00F9561E"/>
    <w:rsid w:val="00F95649"/>
    <w:rsid w:val="00F95726"/>
    <w:rsid w:val="00F95CF8"/>
    <w:rsid w:val="00F95F1D"/>
    <w:rsid w:val="00F960A8"/>
    <w:rsid w:val="00F9639B"/>
    <w:rsid w:val="00F968E3"/>
    <w:rsid w:val="00F96AEE"/>
    <w:rsid w:val="00F96C3A"/>
    <w:rsid w:val="00F97175"/>
    <w:rsid w:val="00F971DB"/>
    <w:rsid w:val="00F972BA"/>
    <w:rsid w:val="00F9781A"/>
    <w:rsid w:val="00FA01E5"/>
    <w:rsid w:val="00FA03B9"/>
    <w:rsid w:val="00FA0676"/>
    <w:rsid w:val="00FA0C66"/>
    <w:rsid w:val="00FA1078"/>
    <w:rsid w:val="00FA1081"/>
    <w:rsid w:val="00FA1123"/>
    <w:rsid w:val="00FA1137"/>
    <w:rsid w:val="00FA12DE"/>
    <w:rsid w:val="00FA169E"/>
    <w:rsid w:val="00FA1B3B"/>
    <w:rsid w:val="00FA1DD7"/>
    <w:rsid w:val="00FA1E05"/>
    <w:rsid w:val="00FA1E6B"/>
    <w:rsid w:val="00FA1F5D"/>
    <w:rsid w:val="00FA219E"/>
    <w:rsid w:val="00FA2394"/>
    <w:rsid w:val="00FA275F"/>
    <w:rsid w:val="00FA292A"/>
    <w:rsid w:val="00FA2F26"/>
    <w:rsid w:val="00FA31FA"/>
    <w:rsid w:val="00FA3735"/>
    <w:rsid w:val="00FA3CE2"/>
    <w:rsid w:val="00FA3D0D"/>
    <w:rsid w:val="00FA4032"/>
    <w:rsid w:val="00FA4130"/>
    <w:rsid w:val="00FA4162"/>
    <w:rsid w:val="00FA418B"/>
    <w:rsid w:val="00FA41AE"/>
    <w:rsid w:val="00FA43DB"/>
    <w:rsid w:val="00FA4CFE"/>
    <w:rsid w:val="00FA4D38"/>
    <w:rsid w:val="00FA4E8D"/>
    <w:rsid w:val="00FA4E9E"/>
    <w:rsid w:val="00FA4FA0"/>
    <w:rsid w:val="00FA5307"/>
    <w:rsid w:val="00FA5903"/>
    <w:rsid w:val="00FA5A60"/>
    <w:rsid w:val="00FA612D"/>
    <w:rsid w:val="00FA6287"/>
    <w:rsid w:val="00FA6537"/>
    <w:rsid w:val="00FA6C31"/>
    <w:rsid w:val="00FA6C5C"/>
    <w:rsid w:val="00FA70AD"/>
    <w:rsid w:val="00FA70FD"/>
    <w:rsid w:val="00FA733A"/>
    <w:rsid w:val="00FA774F"/>
    <w:rsid w:val="00FA7754"/>
    <w:rsid w:val="00FA799F"/>
    <w:rsid w:val="00FA79B2"/>
    <w:rsid w:val="00FA7AAF"/>
    <w:rsid w:val="00FA7FF2"/>
    <w:rsid w:val="00FB0610"/>
    <w:rsid w:val="00FB0871"/>
    <w:rsid w:val="00FB0D4B"/>
    <w:rsid w:val="00FB0D52"/>
    <w:rsid w:val="00FB0FAD"/>
    <w:rsid w:val="00FB1748"/>
    <w:rsid w:val="00FB1776"/>
    <w:rsid w:val="00FB1785"/>
    <w:rsid w:val="00FB1842"/>
    <w:rsid w:val="00FB1987"/>
    <w:rsid w:val="00FB1B2C"/>
    <w:rsid w:val="00FB2141"/>
    <w:rsid w:val="00FB22A2"/>
    <w:rsid w:val="00FB259E"/>
    <w:rsid w:val="00FB2690"/>
    <w:rsid w:val="00FB2D34"/>
    <w:rsid w:val="00FB2F38"/>
    <w:rsid w:val="00FB3062"/>
    <w:rsid w:val="00FB3224"/>
    <w:rsid w:val="00FB3462"/>
    <w:rsid w:val="00FB35A5"/>
    <w:rsid w:val="00FB38EF"/>
    <w:rsid w:val="00FB3AEE"/>
    <w:rsid w:val="00FB3BFB"/>
    <w:rsid w:val="00FB4394"/>
    <w:rsid w:val="00FB443B"/>
    <w:rsid w:val="00FB4512"/>
    <w:rsid w:val="00FB45AF"/>
    <w:rsid w:val="00FB4B2C"/>
    <w:rsid w:val="00FB5020"/>
    <w:rsid w:val="00FB51AF"/>
    <w:rsid w:val="00FB55FB"/>
    <w:rsid w:val="00FB5633"/>
    <w:rsid w:val="00FB5AF4"/>
    <w:rsid w:val="00FB5B5D"/>
    <w:rsid w:val="00FB5B6F"/>
    <w:rsid w:val="00FB5EAA"/>
    <w:rsid w:val="00FB6267"/>
    <w:rsid w:val="00FB6466"/>
    <w:rsid w:val="00FB66A7"/>
    <w:rsid w:val="00FB66E6"/>
    <w:rsid w:val="00FB7137"/>
    <w:rsid w:val="00FB73DC"/>
    <w:rsid w:val="00FB76E4"/>
    <w:rsid w:val="00FC04AD"/>
    <w:rsid w:val="00FC05DD"/>
    <w:rsid w:val="00FC0786"/>
    <w:rsid w:val="00FC07E1"/>
    <w:rsid w:val="00FC0A41"/>
    <w:rsid w:val="00FC0B93"/>
    <w:rsid w:val="00FC0CD4"/>
    <w:rsid w:val="00FC10B7"/>
    <w:rsid w:val="00FC137A"/>
    <w:rsid w:val="00FC1688"/>
    <w:rsid w:val="00FC1B11"/>
    <w:rsid w:val="00FC1BDC"/>
    <w:rsid w:val="00FC1CE5"/>
    <w:rsid w:val="00FC1E1D"/>
    <w:rsid w:val="00FC27B1"/>
    <w:rsid w:val="00FC27E2"/>
    <w:rsid w:val="00FC3243"/>
    <w:rsid w:val="00FC3749"/>
    <w:rsid w:val="00FC3769"/>
    <w:rsid w:val="00FC3A2B"/>
    <w:rsid w:val="00FC3BF5"/>
    <w:rsid w:val="00FC3E7E"/>
    <w:rsid w:val="00FC3FF2"/>
    <w:rsid w:val="00FC4054"/>
    <w:rsid w:val="00FC4117"/>
    <w:rsid w:val="00FC4546"/>
    <w:rsid w:val="00FC45D5"/>
    <w:rsid w:val="00FC465E"/>
    <w:rsid w:val="00FC4746"/>
    <w:rsid w:val="00FC481F"/>
    <w:rsid w:val="00FC48DB"/>
    <w:rsid w:val="00FC49A1"/>
    <w:rsid w:val="00FC4A2F"/>
    <w:rsid w:val="00FC4C2E"/>
    <w:rsid w:val="00FC4D62"/>
    <w:rsid w:val="00FC4D7C"/>
    <w:rsid w:val="00FC53EA"/>
    <w:rsid w:val="00FC54DA"/>
    <w:rsid w:val="00FC5683"/>
    <w:rsid w:val="00FC571A"/>
    <w:rsid w:val="00FC57F4"/>
    <w:rsid w:val="00FC59E7"/>
    <w:rsid w:val="00FC5A1A"/>
    <w:rsid w:val="00FC5E1F"/>
    <w:rsid w:val="00FC5FA1"/>
    <w:rsid w:val="00FC5FE6"/>
    <w:rsid w:val="00FC651E"/>
    <w:rsid w:val="00FC6749"/>
    <w:rsid w:val="00FC6814"/>
    <w:rsid w:val="00FC690E"/>
    <w:rsid w:val="00FC6AE1"/>
    <w:rsid w:val="00FC6B58"/>
    <w:rsid w:val="00FC6CE4"/>
    <w:rsid w:val="00FC6D79"/>
    <w:rsid w:val="00FC6E1A"/>
    <w:rsid w:val="00FC71C4"/>
    <w:rsid w:val="00FC72C3"/>
    <w:rsid w:val="00FC7A1F"/>
    <w:rsid w:val="00FC7A9C"/>
    <w:rsid w:val="00FC7F8D"/>
    <w:rsid w:val="00FD000F"/>
    <w:rsid w:val="00FD02AA"/>
    <w:rsid w:val="00FD02C5"/>
    <w:rsid w:val="00FD03E4"/>
    <w:rsid w:val="00FD08FA"/>
    <w:rsid w:val="00FD0D49"/>
    <w:rsid w:val="00FD0FC9"/>
    <w:rsid w:val="00FD1407"/>
    <w:rsid w:val="00FD183F"/>
    <w:rsid w:val="00FD1C02"/>
    <w:rsid w:val="00FD1F8A"/>
    <w:rsid w:val="00FD2138"/>
    <w:rsid w:val="00FD2303"/>
    <w:rsid w:val="00FD23F2"/>
    <w:rsid w:val="00FD24AB"/>
    <w:rsid w:val="00FD28F8"/>
    <w:rsid w:val="00FD2BD5"/>
    <w:rsid w:val="00FD2F7A"/>
    <w:rsid w:val="00FD3361"/>
    <w:rsid w:val="00FD355B"/>
    <w:rsid w:val="00FD362F"/>
    <w:rsid w:val="00FD38EE"/>
    <w:rsid w:val="00FD3942"/>
    <w:rsid w:val="00FD3953"/>
    <w:rsid w:val="00FD39D8"/>
    <w:rsid w:val="00FD3E6C"/>
    <w:rsid w:val="00FD4627"/>
    <w:rsid w:val="00FD4824"/>
    <w:rsid w:val="00FD4E62"/>
    <w:rsid w:val="00FD509E"/>
    <w:rsid w:val="00FD510A"/>
    <w:rsid w:val="00FD5903"/>
    <w:rsid w:val="00FD5B5B"/>
    <w:rsid w:val="00FD6D7C"/>
    <w:rsid w:val="00FD6DBE"/>
    <w:rsid w:val="00FD72C1"/>
    <w:rsid w:val="00FD77E4"/>
    <w:rsid w:val="00FD77FC"/>
    <w:rsid w:val="00FD7BE2"/>
    <w:rsid w:val="00FD7D24"/>
    <w:rsid w:val="00FE05A3"/>
    <w:rsid w:val="00FE0615"/>
    <w:rsid w:val="00FE0639"/>
    <w:rsid w:val="00FE07A6"/>
    <w:rsid w:val="00FE08EE"/>
    <w:rsid w:val="00FE093D"/>
    <w:rsid w:val="00FE0B86"/>
    <w:rsid w:val="00FE1088"/>
    <w:rsid w:val="00FE1107"/>
    <w:rsid w:val="00FE12EC"/>
    <w:rsid w:val="00FE15DA"/>
    <w:rsid w:val="00FE17CA"/>
    <w:rsid w:val="00FE196D"/>
    <w:rsid w:val="00FE1B37"/>
    <w:rsid w:val="00FE2B6F"/>
    <w:rsid w:val="00FE31E6"/>
    <w:rsid w:val="00FE3475"/>
    <w:rsid w:val="00FE3720"/>
    <w:rsid w:val="00FE37A9"/>
    <w:rsid w:val="00FE3D4E"/>
    <w:rsid w:val="00FE412B"/>
    <w:rsid w:val="00FE41E1"/>
    <w:rsid w:val="00FE4686"/>
    <w:rsid w:val="00FE4A03"/>
    <w:rsid w:val="00FE4DDE"/>
    <w:rsid w:val="00FE4F7A"/>
    <w:rsid w:val="00FE5226"/>
    <w:rsid w:val="00FE5323"/>
    <w:rsid w:val="00FE53CC"/>
    <w:rsid w:val="00FE55D4"/>
    <w:rsid w:val="00FE56F9"/>
    <w:rsid w:val="00FE5763"/>
    <w:rsid w:val="00FE5814"/>
    <w:rsid w:val="00FE5843"/>
    <w:rsid w:val="00FE5A27"/>
    <w:rsid w:val="00FE5A5F"/>
    <w:rsid w:val="00FE5B73"/>
    <w:rsid w:val="00FE5BB0"/>
    <w:rsid w:val="00FE5CCE"/>
    <w:rsid w:val="00FE5CD5"/>
    <w:rsid w:val="00FE5DFA"/>
    <w:rsid w:val="00FE5E34"/>
    <w:rsid w:val="00FE5F28"/>
    <w:rsid w:val="00FE5FF7"/>
    <w:rsid w:val="00FE6686"/>
    <w:rsid w:val="00FE6790"/>
    <w:rsid w:val="00FE6976"/>
    <w:rsid w:val="00FE6A18"/>
    <w:rsid w:val="00FE6B55"/>
    <w:rsid w:val="00FE6CD0"/>
    <w:rsid w:val="00FE6E06"/>
    <w:rsid w:val="00FE7074"/>
    <w:rsid w:val="00FE70A7"/>
    <w:rsid w:val="00FE719A"/>
    <w:rsid w:val="00FE743B"/>
    <w:rsid w:val="00FE7480"/>
    <w:rsid w:val="00FE7F60"/>
    <w:rsid w:val="00FF0A6E"/>
    <w:rsid w:val="00FF0D37"/>
    <w:rsid w:val="00FF132A"/>
    <w:rsid w:val="00FF1517"/>
    <w:rsid w:val="00FF1800"/>
    <w:rsid w:val="00FF2081"/>
    <w:rsid w:val="00FF2B21"/>
    <w:rsid w:val="00FF33FE"/>
    <w:rsid w:val="00FF5389"/>
    <w:rsid w:val="00FF557C"/>
    <w:rsid w:val="00FF55BB"/>
    <w:rsid w:val="00FF56A1"/>
    <w:rsid w:val="00FF57E8"/>
    <w:rsid w:val="00FF595F"/>
    <w:rsid w:val="00FF5A91"/>
    <w:rsid w:val="00FF5CE7"/>
    <w:rsid w:val="00FF6204"/>
    <w:rsid w:val="00FF63B0"/>
    <w:rsid w:val="00FF672B"/>
    <w:rsid w:val="00FF68D8"/>
    <w:rsid w:val="00FF6BE0"/>
    <w:rsid w:val="00FF6DEF"/>
    <w:rsid w:val="00FF702F"/>
    <w:rsid w:val="00FF7592"/>
    <w:rsid w:val="00FF75CB"/>
    <w:rsid w:val="00FF79C1"/>
    <w:rsid w:val="00FF7B0A"/>
    <w:rsid w:val="00FF7B35"/>
    <w:rsid w:val="00FF7BE0"/>
    <w:rsid w:val="30EC1AEC"/>
    <w:rsid w:val="3A5C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981B2"/>
  <w15:chartTrackingRefBased/>
  <w15:docId w15:val="{C9E2DE73-29A2-4B1C-B154-43877CDAC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taNormal-Roman" w:eastAsia="Calibri" w:hAnsi="MetaNormal-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33303"/>
    <w:pPr>
      <w:spacing w:after="160" w:line="259" w:lineRule="auto"/>
      <w:jc w:val="both"/>
    </w:pPr>
    <w:rPr>
      <w:rFonts w:ascii="Noto Sans" w:hAnsi="Noto Sans"/>
      <w:sz w:val="22"/>
      <w:szCs w:val="24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21ECA"/>
    <w:pPr>
      <w:keepNext/>
      <w:spacing w:before="240" w:after="60"/>
      <w:outlineLvl w:val="0"/>
    </w:pPr>
    <w:rPr>
      <w:rFonts w:eastAsia="Times New Roman"/>
      <w:bCs/>
      <w:color w:val="034EA2"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758C"/>
    <w:pPr>
      <w:keepNext/>
      <w:numPr>
        <w:ilvl w:val="1"/>
        <w:numId w:val="1"/>
      </w:numPr>
      <w:spacing w:before="240" w:after="60"/>
      <w:outlineLvl w:val="1"/>
    </w:pPr>
    <w:rPr>
      <w:rFonts w:eastAsia="Times New Roman"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758C"/>
    <w:pPr>
      <w:keepNext/>
      <w:numPr>
        <w:ilvl w:val="2"/>
        <w:numId w:val="1"/>
      </w:numPr>
      <w:spacing w:before="240" w:after="60"/>
      <w:outlineLvl w:val="2"/>
    </w:pPr>
    <w:rPr>
      <w:rFonts w:eastAsia="Times New Roman"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167EC"/>
    <w:pPr>
      <w:keepNext/>
      <w:spacing w:before="240" w:after="60"/>
      <w:outlineLvl w:val="3"/>
    </w:pPr>
    <w:rPr>
      <w:rFonts w:eastAsia="Times New Roman"/>
      <w:bCs/>
      <w:i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BF758C"/>
    <w:pPr>
      <w:numPr>
        <w:ilvl w:val="4"/>
        <w:numId w:val="1"/>
      </w:numPr>
      <w:spacing w:before="240" w:after="60"/>
      <w:outlineLvl w:val="4"/>
    </w:pPr>
    <w:rPr>
      <w:rFonts w:eastAsia="Times New Roman"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rsid w:val="00BF758C"/>
    <w:pPr>
      <w:numPr>
        <w:ilvl w:val="5"/>
        <w:numId w:val="1"/>
      </w:numPr>
      <w:spacing w:before="240" w:after="60"/>
      <w:outlineLvl w:val="5"/>
    </w:pPr>
    <w:rPr>
      <w:rFonts w:eastAsia="Times New Roman"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rsid w:val="00BF758C"/>
    <w:pPr>
      <w:numPr>
        <w:ilvl w:val="6"/>
        <w:numId w:val="1"/>
      </w:numPr>
      <w:spacing w:before="240" w:after="60"/>
      <w:outlineLvl w:val="6"/>
    </w:pPr>
    <w:rPr>
      <w:rFonts w:eastAsia="Times New Roman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BF758C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15C91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B21ECA"/>
    <w:rPr>
      <w:rFonts w:ascii="Noto Sans" w:eastAsia="Times New Roman" w:hAnsi="Noto Sans"/>
      <w:bCs/>
      <w:color w:val="034EA2"/>
      <w:kern w:val="32"/>
      <w:sz w:val="36"/>
      <w:szCs w:val="32"/>
      <w:lang w:val="en-GB"/>
    </w:rPr>
  </w:style>
  <w:style w:type="character" w:customStyle="1" w:styleId="berschrift2Zchn">
    <w:name w:val="Überschrift 2 Zchn"/>
    <w:link w:val="berschrift2"/>
    <w:uiPriority w:val="9"/>
    <w:rsid w:val="00BF758C"/>
    <w:rPr>
      <w:rFonts w:ascii="Noto Sans" w:eastAsia="Times New Roman" w:hAnsi="Noto Sans"/>
      <w:bCs/>
      <w:iCs/>
      <w:sz w:val="28"/>
      <w:szCs w:val="28"/>
      <w:lang w:val="en-GB"/>
    </w:rPr>
  </w:style>
  <w:style w:type="character" w:customStyle="1" w:styleId="berschrift3Zchn">
    <w:name w:val="Überschrift 3 Zchn"/>
    <w:link w:val="berschrift3"/>
    <w:uiPriority w:val="9"/>
    <w:rsid w:val="00BF758C"/>
    <w:rPr>
      <w:rFonts w:ascii="Noto Sans" w:eastAsia="Times New Roman" w:hAnsi="Noto Sans"/>
      <w:bCs/>
      <w:sz w:val="22"/>
      <w:szCs w:val="26"/>
      <w:lang w:val="en-GB"/>
    </w:rPr>
  </w:style>
  <w:style w:type="character" w:customStyle="1" w:styleId="berschrift4Zchn">
    <w:name w:val="Überschrift 4 Zchn"/>
    <w:link w:val="berschrift4"/>
    <w:uiPriority w:val="9"/>
    <w:rsid w:val="00083D29"/>
    <w:rPr>
      <w:rFonts w:ascii="Noto Sans" w:eastAsia="Times New Roman" w:hAnsi="Noto Sans"/>
      <w:bCs/>
      <w:i/>
      <w:sz w:val="22"/>
      <w:szCs w:val="26"/>
      <w:lang w:val="en-GB"/>
    </w:rPr>
  </w:style>
  <w:style w:type="character" w:customStyle="1" w:styleId="berschrift5Zchn">
    <w:name w:val="Überschrift 5 Zchn"/>
    <w:link w:val="berschrift5"/>
    <w:uiPriority w:val="9"/>
    <w:rsid w:val="00BF758C"/>
    <w:rPr>
      <w:rFonts w:ascii="Noto Sans" w:eastAsia="Times New Roman" w:hAnsi="Noto Sans"/>
      <w:bCs/>
      <w:iCs/>
      <w:sz w:val="22"/>
      <w:szCs w:val="26"/>
      <w:lang w:val="en-GB"/>
    </w:rPr>
  </w:style>
  <w:style w:type="character" w:customStyle="1" w:styleId="berschrift6Zchn">
    <w:name w:val="Überschrift 6 Zchn"/>
    <w:link w:val="berschrift6"/>
    <w:uiPriority w:val="9"/>
    <w:rsid w:val="00BF758C"/>
    <w:rPr>
      <w:rFonts w:ascii="Noto Sans" w:eastAsia="Times New Roman" w:hAnsi="Noto Sans"/>
      <w:bCs/>
      <w:sz w:val="22"/>
      <w:szCs w:val="24"/>
      <w:lang w:val="en-GB"/>
    </w:rPr>
  </w:style>
  <w:style w:type="character" w:customStyle="1" w:styleId="berschrift7Zchn">
    <w:name w:val="Überschrift 7 Zchn"/>
    <w:link w:val="berschrift7"/>
    <w:uiPriority w:val="9"/>
    <w:rsid w:val="00BF758C"/>
    <w:rPr>
      <w:rFonts w:ascii="Noto Sans" w:eastAsia="Times New Roman" w:hAnsi="Noto Sans"/>
      <w:sz w:val="22"/>
      <w:szCs w:val="24"/>
      <w:lang w:val="en-GB"/>
    </w:rPr>
  </w:style>
  <w:style w:type="character" w:customStyle="1" w:styleId="berschrift8Zchn">
    <w:name w:val="Überschrift 8 Zchn"/>
    <w:link w:val="berschrift8"/>
    <w:uiPriority w:val="9"/>
    <w:semiHidden/>
    <w:rsid w:val="00BF758C"/>
    <w:rPr>
      <w:rFonts w:ascii="Noto Sans" w:eastAsia="Times New Roman" w:hAnsi="Noto Sans"/>
      <w:i/>
      <w:iCs/>
      <w:sz w:val="22"/>
      <w:szCs w:val="24"/>
      <w:lang w:val="en-GB"/>
    </w:rPr>
  </w:style>
  <w:style w:type="character" w:customStyle="1" w:styleId="berschrift9Zchn">
    <w:name w:val="Überschrift 9 Zchn"/>
    <w:link w:val="berschrift9"/>
    <w:uiPriority w:val="9"/>
    <w:semiHidden/>
    <w:rsid w:val="00915C91"/>
    <w:rPr>
      <w:rFonts w:ascii="Calibri Light" w:eastAsia="Times New Roman" w:hAnsi="Calibri Light"/>
      <w:sz w:val="22"/>
      <w:szCs w:val="24"/>
      <w:lang w:val="en-GB"/>
    </w:rPr>
  </w:style>
  <w:style w:type="paragraph" w:styleId="KeinLeerraum">
    <w:name w:val="No Spacing"/>
    <w:basedOn w:val="Standard"/>
    <w:uiPriority w:val="1"/>
    <w:qFormat/>
    <w:rsid w:val="00EB3602"/>
    <w:pPr>
      <w:spacing w:after="0" w:line="240" w:lineRule="auto"/>
    </w:pPr>
    <w:rPr>
      <w:szCs w:val="22"/>
    </w:rPr>
  </w:style>
  <w:style w:type="character" w:styleId="SchwacheHervorhebung">
    <w:name w:val="Subtle Emphasis"/>
    <w:uiPriority w:val="19"/>
    <w:qFormat/>
    <w:rsid w:val="00BF758C"/>
    <w:rPr>
      <w:rFonts w:ascii="Noto Sans" w:hAnsi="Noto Sans"/>
      <w:i/>
      <w:iCs/>
      <w:color w:val="404040"/>
      <w:sz w:val="22"/>
    </w:rPr>
  </w:style>
  <w:style w:type="character" w:styleId="Hervorhebung">
    <w:name w:val="Emphasis"/>
    <w:uiPriority w:val="20"/>
    <w:qFormat/>
    <w:rsid w:val="00BF758C"/>
    <w:rPr>
      <w:rFonts w:ascii="Noto Sans" w:hAnsi="Noto Sans"/>
      <w:i/>
      <w:iCs/>
      <w:sz w:val="22"/>
    </w:rPr>
  </w:style>
  <w:style w:type="character" w:styleId="IntensiveHervorhebung">
    <w:name w:val="Intense Emphasis"/>
    <w:uiPriority w:val="21"/>
    <w:qFormat/>
    <w:rsid w:val="00BF758C"/>
    <w:rPr>
      <w:rFonts w:ascii="Noto Sans" w:hAnsi="Noto Sans"/>
      <w:i/>
      <w:iCs/>
      <w:color w:val="034EA2"/>
      <w:sz w:val="22"/>
    </w:rPr>
  </w:style>
  <w:style w:type="character" w:styleId="Fett">
    <w:name w:val="Strong"/>
    <w:uiPriority w:val="22"/>
    <w:qFormat/>
    <w:rsid w:val="00BF758C"/>
    <w:rPr>
      <w:rFonts w:ascii="Noto Sans" w:hAnsi="Noto Sans"/>
      <w:sz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D505CC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ZitatZchn">
    <w:name w:val="Zitat Zchn"/>
    <w:link w:val="Zitat"/>
    <w:uiPriority w:val="29"/>
    <w:rsid w:val="00D505CC"/>
    <w:rPr>
      <w:rFonts w:ascii="MetaNormal-Roman" w:hAnsi="MetaNormal-Roman"/>
      <w:i/>
      <w:iCs/>
      <w:color w:val="404040"/>
      <w:sz w:val="24"/>
      <w:szCs w:val="24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758C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034EA2"/>
    </w:rPr>
  </w:style>
  <w:style w:type="character" w:customStyle="1" w:styleId="IntensivesZitatZchn">
    <w:name w:val="Intensives Zitat Zchn"/>
    <w:link w:val="IntensivesZitat"/>
    <w:uiPriority w:val="30"/>
    <w:rsid w:val="00BF758C"/>
    <w:rPr>
      <w:rFonts w:ascii="Noto Sans" w:hAnsi="Noto Sans"/>
      <w:i/>
      <w:iCs/>
      <w:color w:val="034EA2"/>
      <w:sz w:val="22"/>
      <w:szCs w:val="24"/>
    </w:rPr>
  </w:style>
  <w:style w:type="character" w:styleId="SchwacherVerweis">
    <w:name w:val="Subtle Reference"/>
    <w:uiPriority w:val="31"/>
    <w:qFormat/>
    <w:rsid w:val="00BF758C"/>
    <w:rPr>
      <w:rFonts w:ascii="Noto Sans" w:hAnsi="Noto Sans"/>
      <w:smallCaps/>
      <w:color w:val="5A5A5A"/>
      <w:sz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505CC"/>
    <w:pPr>
      <w:spacing w:after="60"/>
      <w:jc w:val="center"/>
      <w:outlineLvl w:val="1"/>
    </w:pPr>
    <w:rPr>
      <w:rFonts w:eastAsia="Times New Roman"/>
    </w:rPr>
  </w:style>
  <w:style w:type="character" w:customStyle="1" w:styleId="UntertitelZchn">
    <w:name w:val="Untertitel Zchn"/>
    <w:link w:val="Untertitel"/>
    <w:uiPriority w:val="11"/>
    <w:rsid w:val="00D505CC"/>
    <w:rPr>
      <w:rFonts w:ascii="MetaNormal-Roman" w:eastAsia="Times New Roman" w:hAnsi="MetaNormal-Roman" w:cs="Times New Roman"/>
      <w:sz w:val="24"/>
      <w:szCs w:val="24"/>
      <w:lang w:eastAsia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8848D3"/>
    <w:pPr>
      <w:spacing w:before="240" w:after="60"/>
      <w:outlineLvl w:val="0"/>
    </w:pPr>
    <w:rPr>
      <w:rFonts w:eastAsia="Times New Roman"/>
      <w:bCs/>
      <w:kern w:val="28"/>
      <w:sz w:val="48"/>
      <w:szCs w:val="32"/>
    </w:rPr>
  </w:style>
  <w:style w:type="character" w:customStyle="1" w:styleId="TitelZchn">
    <w:name w:val="Titel Zchn"/>
    <w:link w:val="Titel"/>
    <w:uiPriority w:val="10"/>
    <w:rsid w:val="008848D3"/>
    <w:rPr>
      <w:rFonts w:ascii="Noto Sans" w:eastAsia="Times New Roman" w:hAnsi="Noto Sans"/>
      <w:bCs/>
      <w:kern w:val="28"/>
      <w:sz w:val="48"/>
      <w:szCs w:val="32"/>
    </w:rPr>
  </w:style>
  <w:style w:type="paragraph" w:customStyle="1" w:styleId="GearSMEDeliverableTemplate">
    <w:name w:val="Gear@SME Deliverable Template"/>
    <w:basedOn w:val="Standard"/>
    <w:link w:val="GearSMEDeliverableTemplateZchn"/>
    <w:rsid w:val="007C2D07"/>
  </w:style>
  <w:style w:type="character" w:customStyle="1" w:styleId="GearSMEDeliverableTemplateZchn">
    <w:name w:val="Gear@SME Deliverable Template Zchn"/>
    <w:basedOn w:val="Absatz-Standardschriftart"/>
    <w:link w:val="GearSMEDeliverableTemplate"/>
    <w:rsid w:val="007C2D07"/>
    <w:rPr>
      <w:rFonts w:ascii="Noto Sans" w:hAnsi="Noto Sans"/>
      <w:sz w:val="22"/>
      <w:szCs w:val="24"/>
    </w:rPr>
  </w:style>
  <w:style w:type="character" w:styleId="IntensiverVerweis">
    <w:name w:val="Intense Reference"/>
    <w:basedOn w:val="Absatz-Standardschriftart"/>
    <w:uiPriority w:val="32"/>
    <w:qFormat/>
    <w:rsid w:val="00BF758C"/>
    <w:rPr>
      <w:rFonts w:ascii="Noto Sans" w:hAnsi="Noto Sans"/>
      <w:b/>
      <w:bCs/>
      <w:smallCaps/>
      <w:color w:val="034EA2"/>
      <w:spacing w:val="5"/>
      <w:sz w:val="22"/>
    </w:rPr>
  </w:style>
  <w:style w:type="character" w:styleId="Buchtitel">
    <w:name w:val="Book Title"/>
    <w:basedOn w:val="Absatz-Standardschriftart"/>
    <w:uiPriority w:val="33"/>
    <w:qFormat/>
    <w:rsid w:val="00BF758C"/>
    <w:rPr>
      <w:rFonts w:ascii="Noto Sans" w:hAnsi="Noto Sans"/>
      <w:b/>
      <w:bCs/>
      <w:i/>
      <w:iCs/>
      <w:spacing w:val="5"/>
      <w:sz w:val="22"/>
    </w:rPr>
  </w:style>
  <w:style w:type="paragraph" w:styleId="Listenabsatz">
    <w:name w:val="List Paragraph"/>
    <w:basedOn w:val="Standard"/>
    <w:link w:val="ListenabsatzZchn"/>
    <w:uiPriority w:val="34"/>
    <w:qFormat/>
    <w:rsid w:val="00BF758C"/>
    <w:pPr>
      <w:ind w:left="720"/>
      <w:contextualSpacing/>
    </w:pPr>
  </w:style>
  <w:style w:type="paragraph" w:customStyle="1" w:styleId="Enumeration">
    <w:name w:val="Enumeration"/>
    <w:basedOn w:val="Titel"/>
    <w:link w:val="EnumerationZchn"/>
    <w:rsid w:val="00BF758C"/>
    <w:pPr>
      <w:numPr>
        <w:numId w:val="2"/>
      </w:numPr>
      <w:jc w:val="left"/>
    </w:pPr>
    <w:rPr>
      <w:b/>
      <w:sz w:val="22"/>
    </w:rPr>
  </w:style>
  <w:style w:type="paragraph" w:styleId="Kopfzeile">
    <w:name w:val="header"/>
    <w:basedOn w:val="Standard"/>
    <w:link w:val="KopfzeileZchn"/>
    <w:uiPriority w:val="99"/>
    <w:unhideWhenUsed/>
    <w:rsid w:val="00083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umerationZchn">
    <w:name w:val="Enumeration Zchn"/>
    <w:basedOn w:val="TitelZchn"/>
    <w:link w:val="Enumeration"/>
    <w:rsid w:val="00BF758C"/>
    <w:rPr>
      <w:rFonts w:ascii="Noto Sans" w:eastAsia="Times New Roman" w:hAnsi="Noto Sans"/>
      <w:b/>
      <w:bCs/>
      <w:kern w:val="28"/>
      <w:sz w:val="22"/>
      <w:szCs w:val="32"/>
      <w:lang w:val="en-GB"/>
    </w:rPr>
  </w:style>
  <w:style w:type="character" w:customStyle="1" w:styleId="KopfzeileZchn">
    <w:name w:val="Kopfzeile Zchn"/>
    <w:basedOn w:val="Absatz-Standardschriftart"/>
    <w:link w:val="Kopfzeile"/>
    <w:uiPriority w:val="99"/>
    <w:rsid w:val="00083D29"/>
    <w:rPr>
      <w:rFonts w:ascii="Noto Sans" w:hAnsi="Noto Sans"/>
      <w:sz w:val="22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083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83D29"/>
    <w:rPr>
      <w:rFonts w:ascii="Noto Sans" w:hAnsi="Noto Sans"/>
      <w:sz w:val="22"/>
      <w:szCs w:val="24"/>
    </w:rPr>
  </w:style>
  <w:style w:type="character" w:styleId="Platzhaltertext">
    <w:name w:val="Placeholder Text"/>
    <w:basedOn w:val="Absatz-Standardschriftart"/>
    <w:uiPriority w:val="99"/>
    <w:semiHidden/>
    <w:rsid w:val="00083D29"/>
    <w:rPr>
      <w:color w:val="808080"/>
    </w:rPr>
  </w:style>
  <w:style w:type="paragraph" w:styleId="Beschriftung">
    <w:name w:val="caption"/>
    <w:basedOn w:val="Standard"/>
    <w:next w:val="Standard"/>
    <w:uiPriority w:val="35"/>
    <w:unhideWhenUsed/>
    <w:qFormat/>
    <w:rsid w:val="00722F11"/>
    <w:pPr>
      <w:spacing w:after="200" w:line="240" w:lineRule="auto"/>
    </w:pPr>
    <w:rPr>
      <w:i/>
      <w:iCs/>
      <w:color w:val="6C6C6C" w:themeColor="text2" w:themeShade="80"/>
      <w:sz w:val="20"/>
      <w:szCs w:val="20"/>
      <w:lang w:val="en-US"/>
    </w:rPr>
  </w:style>
  <w:style w:type="paragraph" w:styleId="StandardWeb">
    <w:name w:val="Normal (Web)"/>
    <w:basedOn w:val="Standard"/>
    <w:uiPriority w:val="99"/>
    <w:semiHidden/>
    <w:unhideWhenUsed/>
    <w:rsid w:val="006031B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</w:rPr>
  </w:style>
  <w:style w:type="paragraph" w:customStyle="1" w:styleId="Titel2">
    <w:name w:val="Titel 2"/>
    <w:basedOn w:val="berschrift1"/>
    <w:link w:val="Titel2Zchn"/>
    <w:qFormat/>
    <w:rsid w:val="008848D3"/>
    <w:pPr>
      <w:ind w:left="432" w:hanging="432"/>
    </w:pPr>
  </w:style>
  <w:style w:type="table" w:styleId="Tabellenraster">
    <w:name w:val="Table Grid"/>
    <w:basedOn w:val="NormaleTabelle"/>
    <w:uiPriority w:val="59"/>
    <w:rsid w:val="0019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el2Zchn">
    <w:name w:val="Titel 2 Zchn"/>
    <w:basedOn w:val="berschrift1Zchn"/>
    <w:link w:val="Titel2"/>
    <w:rsid w:val="008848D3"/>
    <w:rPr>
      <w:rFonts w:ascii="Noto Sans" w:eastAsia="Times New Roman" w:hAnsi="Noto Sans"/>
      <w:bCs/>
      <w:color w:val="034EA2"/>
      <w:kern w:val="32"/>
      <w:sz w:val="36"/>
      <w:szCs w:val="32"/>
      <w:lang w:val="en-GB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07F79"/>
    <w:rPr>
      <w:rFonts w:ascii="Noto Sans" w:hAnsi="Noto Sans"/>
      <w:sz w:val="22"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A462E5"/>
    <w:pPr>
      <w:keepLines/>
      <w:spacing w:after="0"/>
      <w:outlineLvl w:val="9"/>
    </w:pPr>
    <w:rPr>
      <w:rFonts w:asciiTheme="majorHAnsi" w:eastAsiaTheme="majorEastAsia" w:hAnsiTheme="majorHAnsi" w:cstheme="majorBidi"/>
      <w:bCs w:val="0"/>
      <w:color w:val="023A79" w:themeColor="accent1" w:themeShade="BF"/>
      <w:kern w:val="0"/>
      <w:sz w:val="32"/>
    </w:rPr>
  </w:style>
  <w:style w:type="paragraph" w:styleId="Verzeichnis1">
    <w:name w:val="toc 1"/>
    <w:basedOn w:val="Standard"/>
    <w:next w:val="Standard"/>
    <w:autoRedefine/>
    <w:uiPriority w:val="39"/>
    <w:unhideWhenUsed/>
    <w:rsid w:val="003A3542"/>
    <w:pPr>
      <w:tabs>
        <w:tab w:val="right" w:leader="dot" w:pos="9062"/>
      </w:tabs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026A"/>
    <w:pPr>
      <w:tabs>
        <w:tab w:val="left" w:pos="880"/>
        <w:tab w:val="right" w:leader="dot" w:pos="9063"/>
      </w:tabs>
      <w:spacing w:after="100"/>
      <w:ind w:left="220"/>
      <w:jc w:val="left"/>
    </w:pPr>
  </w:style>
  <w:style w:type="paragraph" w:styleId="Verzeichnis3">
    <w:name w:val="toc 3"/>
    <w:basedOn w:val="Standard"/>
    <w:next w:val="Standard"/>
    <w:autoRedefine/>
    <w:uiPriority w:val="39"/>
    <w:unhideWhenUsed/>
    <w:rsid w:val="00E67067"/>
    <w:pPr>
      <w:tabs>
        <w:tab w:val="right" w:leader="dot" w:pos="9062"/>
      </w:tabs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A462E5"/>
    <w:rPr>
      <w:color w:val="034EA2" w:themeColor="hyperlink"/>
      <w:u w:val="single"/>
    </w:rPr>
  </w:style>
  <w:style w:type="paragraph" w:customStyle="1" w:styleId="0berschrift">
    <w:name w:val="0 Überschrift"/>
    <w:basedOn w:val="Standard"/>
    <w:qFormat/>
    <w:rsid w:val="00A462E5"/>
    <w:pPr>
      <w:spacing w:before="120" w:after="0" w:line="276" w:lineRule="auto"/>
    </w:pPr>
    <w:rPr>
      <w:rFonts w:asciiTheme="minorHAnsi" w:eastAsiaTheme="minorHAnsi" w:hAnsiTheme="minorHAnsi" w:cs="Arial"/>
      <w:b/>
      <w:color w:val="595959" w:themeColor="text1" w:themeTint="A6"/>
      <w:sz w:val="32"/>
      <w:szCs w:val="28"/>
      <w:lang w:val="de-AT" w:eastAsia="en-US"/>
    </w:rPr>
  </w:style>
  <w:style w:type="table" w:customStyle="1" w:styleId="Tablaconcuadrcula1">
    <w:name w:val="Tabla con cuadrícula1"/>
    <w:basedOn w:val="NormaleTabelle"/>
    <w:next w:val="Tabellenraster"/>
    <w:uiPriority w:val="59"/>
    <w:rsid w:val="00A861AF"/>
    <w:rPr>
      <w:rFonts w:ascii="Calibri" w:hAnsi="Calibri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lineFrontPage">
    <w:name w:val="Headline Front Page"/>
    <w:basedOn w:val="Titel"/>
    <w:link w:val="HeadlineFrontPageZchn"/>
    <w:rsid w:val="00C03C3A"/>
  </w:style>
  <w:style w:type="paragraph" w:customStyle="1" w:styleId="Sub-HeadlineFrontPage">
    <w:name w:val="Sub-Headline Front Page"/>
    <w:basedOn w:val="Standard"/>
    <w:link w:val="Sub-HeadlineFrontPageZchn"/>
    <w:qFormat/>
    <w:rsid w:val="00C03C3A"/>
    <w:rPr>
      <w:rFonts w:eastAsia="Times New Roman"/>
      <w:bCs/>
      <w:color w:val="034EA2"/>
      <w:kern w:val="32"/>
      <w:sz w:val="36"/>
      <w:szCs w:val="32"/>
    </w:rPr>
  </w:style>
  <w:style w:type="character" w:customStyle="1" w:styleId="HeadlineFrontPageZchn">
    <w:name w:val="Headline Front Page Zchn"/>
    <w:basedOn w:val="TitelZchn"/>
    <w:link w:val="HeadlineFrontPage"/>
    <w:rsid w:val="00C03C3A"/>
    <w:rPr>
      <w:rFonts w:ascii="Noto Sans" w:eastAsia="Times New Roman" w:hAnsi="Noto Sans"/>
      <w:bCs/>
      <w:kern w:val="28"/>
      <w:sz w:val="48"/>
      <w:szCs w:val="32"/>
      <w:lang w:val="en-GB"/>
    </w:rPr>
  </w:style>
  <w:style w:type="paragraph" w:customStyle="1" w:styleId="Annex">
    <w:name w:val="Annex"/>
    <w:basedOn w:val="berschrift2"/>
    <w:link w:val="AnnexZchn"/>
    <w:qFormat/>
    <w:rsid w:val="002E1A37"/>
    <w:pPr>
      <w:numPr>
        <w:ilvl w:val="0"/>
        <w:numId w:val="0"/>
      </w:numPr>
      <w:ind w:left="576" w:hanging="576"/>
    </w:pPr>
    <w:rPr>
      <w:lang w:val="en-US"/>
    </w:rPr>
  </w:style>
  <w:style w:type="character" w:customStyle="1" w:styleId="Sub-HeadlineFrontPageZchn">
    <w:name w:val="Sub-Headline Front Page Zchn"/>
    <w:basedOn w:val="Absatz-Standardschriftart"/>
    <w:link w:val="Sub-HeadlineFrontPage"/>
    <w:rsid w:val="00C03C3A"/>
    <w:rPr>
      <w:rFonts w:ascii="Noto Sans" w:eastAsia="Times New Roman" w:hAnsi="Noto Sans"/>
      <w:bCs/>
      <w:color w:val="034EA2"/>
      <w:kern w:val="32"/>
      <w:sz w:val="36"/>
      <w:szCs w:val="32"/>
      <w:lang w:val="en-GB"/>
    </w:rPr>
  </w:style>
  <w:style w:type="character" w:customStyle="1" w:styleId="AnnexZchn">
    <w:name w:val="Annex Zchn"/>
    <w:basedOn w:val="berschrift2Zchn"/>
    <w:link w:val="Annex"/>
    <w:rsid w:val="002E1A37"/>
    <w:rPr>
      <w:rFonts w:ascii="Noto Sans" w:eastAsia="Times New Roman" w:hAnsi="Noto Sans"/>
      <w:bCs/>
      <w:iCs/>
      <w:sz w:val="28"/>
      <w:szCs w:val="28"/>
      <w:lang w:val="en-US"/>
    </w:rPr>
  </w:style>
  <w:style w:type="paragraph" w:customStyle="1" w:styleId="Headline">
    <w:name w:val="Headline"/>
    <w:basedOn w:val="Standard"/>
    <w:link w:val="HeadlineZchn"/>
    <w:qFormat/>
    <w:rsid w:val="00C34C97"/>
    <w:rPr>
      <w:sz w:val="48"/>
      <w:szCs w:val="48"/>
    </w:rPr>
  </w:style>
  <w:style w:type="character" w:customStyle="1" w:styleId="HeadlineZchn">
    <w:name w:val="Headline Zchn"/>
    <w:basedOn w:val="Absatz-Standardschriftart"/>
    <w:link w:val="Headline"/>
    <w:rsid w:val="00C34C97"/>
    <w:rPr>
      <w:rFonts w:ascii="Noto Sans" w:hAnsi="Noto Sans"/>
      <w:sz w:val="48"/>
      <w:szCs w:val="4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6094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6094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60943"/>
    <w:rPr>
      <w:rFonts w:ascii="Noto Sans" w:hAnsi="Noto San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6094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60943"/>
    <w:rPr>
      <w:rFonts w:ascii="Noto Sans" w:hAnsi="Noto Sans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0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0943"/>
    <w:rPr>
      <w:rFonts w:ascii="Segoe UI" w:hAnsi="Segoe UI" w:cs="Segoe UI"/>
      <w:sz w:val="18"/>
      <w:szCs w:val="18"/>
    </w:rPr>
  </w:style>
  <w:style w:type="character" w:customStyle="1" w:styleId="eop">
    <w:name w:val="eop"/>
    <w:basedOn w:val="Absatz-Standardschriftart"/>
    <w:rsid w:val="006C1FEA"/>
  </w:style>
  <w:style w:type="paragraph" w:customStyle="1" w:styleId="paragraph">
    <w:name w:val="paragraph"/>
    <w:basedOn w:val="Standard"/>
    <w:rsid w:val="00410EC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Absatz-Standardschriftart"/>
    <w:rsid w:val="00410EC3"/>
  </w:style>
  <w:style w:type="paragraph" w:styleId="berarbeitung">
    <w:name w:val="Revision"/>
    <w:hidden/>
    <w:uiPriority w:val="99"/>
    <w:semiHidden/>
    <w:rsid w:val="00C70D5A"/>
    <w:rPr>
      <w:rFonts w:ascii="Noto Sans" w:hAnsi="Noto Sans"/>
      <w:sz w:val="22"/>
      <w:szCs w:val="24"/>
    </w:rPr>
  </w:style>
  <w:style w:type="table" w:styleId="Listentabelle6farbigAkzent1">
    <w:name w:val="List Table 6 Colorful Accent 1"/>
    <w:basedOn w:val="NormaleTabelle"/>
    <w:uiPriority w:val="51"/>
    <w:rsid w:val="00701D65"/>
    <w:rPr>
      <w:rFonts w:asciiTheme="minorHAnsi" w:eastAsiaTheme="minorHAnsi" w:hAnsiTheme="minorHAnsi" w:cstheme="minorBidi"/>
      <w:color w:val="023A79" w:themeColor="accent1" w:themeShade="BF"/>
      <w:sz w:val="22"/>
      <w:szCs w:val="22"/>
      <w:lang w:val="nl-NL" w:eastAsia="en-US"/>
    </w:rPr>
    <w:tblPr>
      <w:tblStyleRowBandSize w:val="1"/>
      <w:tblStyleColBandSize w:val="1"/>
      <w:tblInd w:w="0" w:type="nil"/>
      <w:tblBorders>
        <w:top w:val="single" w:sz="4" w:space="0" w:color="034EA2" w:themeColor="accent1"/>
        <w:bottom w:val="single" w:sz="4" w:space="0" w:color="034EA2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34EA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34EA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DAFD" w:themeFill="accent1" w:themeFillTint="33"/>
      </w:tcPr>
    </w:tblStylePr>
    <w:tblStylePr w:type="band1Horz">
      <w:tblPr/>
      <w:tcPr>
        <w:shd w:val="clear" w:color="auto" w:fill="BBDAFD" w:themeFill="accent1" w:themeFillTint="33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620DC1"/>
    <w:pPr>
      <w:spacing w:after="0" w:line="240" w:lineRule="auto"/>
      <w:jc w:val="left"/>
    </w:pPr>
    <w:rPr>
      <w:rFonts w:asciiTheme="minorHAnsi" w:eastAsiaTheme="minorHAnsi" w:hAnsiTheme="minorHAnsi" w:cstheme="minorBidi"/>
      <w:sz w:val="20"/>
      <w:szCs w:val="20"/>
      <w:lang w:val="nl-NL"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20DC1"/>
    <w:rPr>
      <w:rFonts w:asciiTheme="minorHAnsi" w:eastAsiaTheme="minorHAnsi" w:hAnsiTheme="minorHAnsi" w:cstheme="minorBidi"/>
      <w:lang w:val="nl-NL"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620DC1"/>
    <w:rPr>
      <w:vertAlign w:val="superscript"/>
    </w:rPr>
  </w:style>
  <w:style w:type="paragraph" w:customStyle="1" w:styleId="Default">
    <w:name w:val="Default"/>
    <w:rsid w:val="00FB4512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val="nl-NL" w:eastAsia="en-US"/>
    </w:rPr>
  </w:style>
  <w:style w:type="table" w:styleId="Listentabelle4Akzent1">
    <w:name w:val="List Table 4 Accent 1"/>
    <w:basedOn w:val="NormaleTabelle"/>
    <w:uiPriority w:val="49"/>
    <w:rsid w:val="00931181"/>
    <w:tblPr>
      <w:tblStyleRowBandSize w:val="1"/>
      <w:tblStyleColBandSize w:val="1"/>
      <w:tblBorders>
        <w:top w:val="single" w:sz="4" w:space="0" w:color="3391FB" w:themeColor="accent1" w:themeTint="99"/>
        <w:left w:val="single" w:sz="4" w:space="0" w:color="3391FB" w:themeColor="accent1" w:themeTint="99"/>
        <w:bottom w:val="single" w:sz="4" w:space="0" w:color="3391FB" w:themeColor="accent1" w:themeTint="99"/>
        <w:right w:val="single" w:sz="4" w:space="0" w:color="3391FB" w:themeColor="accent1" w:themeTint="99"/>
        <w:insideH w:val="single" w:sz="4" w:space="0" w:color="3391F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34EA2" w:themeColor="accent1"/>
          <w:left w:val="single" w:sz="4" w:space="0" w:color="034EA2" w:themeColor="accent1"/>
          <w:bottom w:val="single" w:sz="4" w:space="0" w:color="034EA2" w:themeColor="accent1"/>
          <w:right w:val="single" w:sz="4" w:space="0" w:color="034EA2" w:themeColor="accent1"/>
          <w:insideH w:val="nil"/>
        </w:tcBorders>
        <w:shd w:val="clear" w:color="auto" w:fill="034EA2" w:themeFill="accent1"/>
      </w:tcPr>
    </w:tblStylePr>
    <w:tblStylePr w:type="lastRow">
      <w:rPr>
        <w:b/>
        <w:bCs/>
      </w:rPr>
      <w:tblPr/>
      <w:tcPr>
        <w:tcBorders>
          <w:top w:val="double" w:sz="4" w:space="0" w:color="3391F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DAFD" w:themeFill="accent1" w:themeFillTint="33"/>
      </w:tcPr>
    </w:tblStylePr>
    <w:tblStylePr w:type="band1Horz">
      <w:tblPr/>
      <w:tcPr>
        <w:shd w:val="clear" w:color="auto" w:fill="BBDAFD" w:themeFill="accent1" w:themeFillTint="33"/>
      </w:tcPr>
    </w:tblStylePr>
  </w:style>
  <w:style w:type="table" w:styleId="Gitternetztabelle4Akzent1">
    <w:name w:val="Grid Table 4 Accent 1"/>
    <w:basedOn w:val="NormaleTabelle"/>
    <w:uiPriority w:val="49"/>
    <w:rsid w:val="005C404A"/>
    <w:rPr>
      <w:rFonts w:asciiTheme="minorHAnsi" w:eastAsiaTheme="minorHAnsi" w:hAnsiTheme="minorHAnsi" w:cstheme="minorBidi"/>
      <w:sz w:val="22"/>
      <w:szCs w:val="22"/>
      <w:lang w:val="nl-NL" w:eastAsia="en-US"/>
    </w:r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34EA2" w:themeColor="accent1"/>
          <w:left w:val="single" w:sz="4" w:space="0" w:color="034EA2" w:themeColor="accent1"/>
          <w:bottom w:val="single" w:sz="4" w:space="0" w:color="034EA2" w:themeColor="accent1"/>
          <w:right w:val="single" w:sz="4" w:space="0" w:color="034EA2" w:themeColor="accent1"/>
          <w:insideH w:val="nil"/>
          <w:insideV w:val="nil"/>
        </w:tcBorders>
        <w:shd w:val="clear" w:color="auto" w:fill="034EA2" w:themeFill="accent1"/>
      </w:tcPr>
    </w:tblStylePr>
    <w:tblStylePr w:type="lastRow">
      <w:rPr>
        <w:b/>
        <w:bCs/>
      </w:rPr>
      <w:tblPr/>
      <w:tcPr>
        <w:tcBorders>
          <w:top w:val="double" w:sz="4" w:space="0" w:color="034EA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9D9" w:themeFill="background1" w:themeFillShade="D9"/>
      </w:tcPr>
    </w:tblStylePr>
    <w:tblStylePr w:type="band1Horz">
      <w:tblPr/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FFFFF" w:themeFill="background1"/>
      </w:tcPr>
    </w:tblStylePr>
  </w:style>
  <w:style w:type="table" w:customStyle="1" w:styleId="Tabellrutnt1">
    <w:name w:val="Tabellrutnät1"/>
    <w:basedOn w:val="NormaleTabelle"/>
    <w:next w:val="Tabellenraster"/>
    <w:uiPriority w:val="39"/>
    <w:rsid w:val="006C6DFF"/>
    <w:rPr>
      <w:rFonts w:ascii="Calibri" w:hAnsi="Calibri"/>
      <w:sz w:val="22"/>
      <w:szCs w:val="22"/>
      <w:lang w:val="nl-N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3Akzent5">
    <w:name w:val="List Table 3 Accent 5"/>
    <w:basedOn w:val="NormaleTabelle"/>
    <w:uiPriority w:val="48"/>
    <w:rsid w:val="00EA202D"/>
    <w:tblPr>
      <w:tblStyleRowBandSize w:val="1"/>
      <w:tblStyleColBandSize w:val="1"/>
      <w:tblBorders>
        <w:top w:val="single" w:sz="4" w:space="0" w:color="B0A6FC" w:themeColor="accent5"/>
        <w:left w:val="single" w:sz="4" w:space="0" w:color="B0A6FC" w:themeColor="accent5"/>
        <w:bottom w:val="single" w:sz="4" w:space="0" w:color="B0A6FC" w:themeColor="accent5"/>
        <w:right w:val="single" w:sz="4" w:space="0" w:color="B0A6F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0A6FC" w:themeFill="accent5"/>
      </w:tcPr>
    </w:tblStylePr>
    <w:tblStylePr w:type="lastRow">
      <w:rPr>
        <w:b/>
        <w:bCs/>
      </w:rPr>
      <w:tblPr/>
      <w:tcPr>
        <w:tcBorders>
          <w:top w:val="double" w:sz="4" w:space="0" w:color="B0A6F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0A6FC" w:themeColor="accent5"/>
          <w:right w:val="single" w:sz="4" w:space="0" w:color="B0A6FC" w:themeColor="accent5"/>
        </w:tcBorders>
      </w:tcPr>
    </w:tblStylePr>
    <w:tblStylePr w:type="band1Horz">
      <w:tblPr/>
      <w:tcPr>
        <w:tcBorders>
          <w:top w:val="single" w:sz="4" w:space="0" w:color="B0A6FC" w:themeColor="accent5"/>
          <w:bottom w:val="single" w:sz="4" w:space="0" w:color="B0A6F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0A6FC" w:themeColor="accent5"/>
          <w:left w:val="nil"/>
        </w:tcBorders>
      </w:tcPr>
    </w:tblStylePr>
    <w:tblStylePr w:type="swCell">
      <w:tblPr/>
      <w:tcPr>
        <w:tcBorders>
          <w:top w:val="double" w:sz="4" w:space="0" w:color="B0A6FC" w:themeColor="accent5"/>
          <w:right w:val="nil"/>
        </w:tcBorders>
      </w:tcPr>
    </w:tblStylePr>
  </w:style>
  <w:style w:type="table" w:styleId="Gitternetztabelle1hellAkzent5">
    <w:name w:val="Grid Table 1 Light Accent 5"/>
    <w:basedOn w:val="NormaleTabelle"/>
    <w:uiPriority w:val="46"/>
    <w:rsid w:val="00EA202D"/>
    <w:tblPr>
      <w:tblStyleRowBandSize w:val="1"/>
      <w:tblStyleColBandSize w:val="1"/>
      <w:tblBorders>
        <w:top w:val="single" w:sz="4" w:space="0" w:color="DFDBFD" w:themeColor="accent5" w:themeTint="66"/>
        <w:left w:val="single" w:sz="4" w:space="0" w:color="DFDBFD" w:themeColor="accent5" w:themeTint="66"/>
        <w:bottom w:val="single" w:sz="4" w:space="0" w:color="DFDBFD" w:themeColor="accent5" w:themeTint="66"/>
        <w:right w:val="single" w:sz="4" w:space="0" w:color="DFDBFD" w:themeColor="accent5" w:themeTint="66"/>
        <w:insideH w:val="single" w:sz="4" w:space="0" w:color="DFDBFD" w:themeColor="accent5" w:themeTint="66"/>
        <w:insideV w:val="single" w:sz="4" w:space="0" w:color="DFDBF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FC9F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FC9F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Erwhnung">
    <w:name w:val="Mention"/>
    <w:basedOn w:val="Absatz-Standardschriftart"/>
    <w:uiPriority w:val="99"/>
    <w:unhideWhenUsed/>
    <w:rsid w:val="005C5AF3"/>
    <w:rPr>
      <w:color w:val="2B579A"/>
      <w:shd w:val="clear" w:color="auto" w:fill="E1DFDD"/>
    </w:rPr>
  </w:style>
  <w:style w:type="table" w:styleId="Gitternetztabelle4Akzent2">
    <w:name w:val="Grid Table 4 Accent 2"/>
    <w:basedOn w:val="NormaleTabelle"/>
    <w:uiPriority w:val="49"/>
    <w:rsid w:val="009A4BF7"/>
    <w:tblPr>
      <w:tblStyleRowBandSize w:val="1"/>
      <w:tblStyleColBandSize w:val="1"/>
      <w:tblBorders>
        <w:top w:val="single" w:sz="4" w:space="0" w:color="BADC8B" w:themeColor="accent2" w:themeTint="99"/>
        <w:left w:val="single" w:sz="4" w:space="0" w:color="BADC8B" w:themeColor="accent2" w:themeTint="99"/>
        <w:bottom w:val="single" w:sz="4" w:space="0" w:color="BADC8B" w:themeColor="accent2" w:themeTint="99"/>
        <w:right w:val="single" w:sz="4" w:space="0" w:color="BADC8B" w:themeColor="accent2" w:themeTint="99"/>
        <w:insideH w:val="single" w:sz="4" w:space="0" w:color="BADC8B" w:themeColor="accent2" w:themeTint="99"/>
        <w:insideV w:val="single" w:sz="4" w:space="0" w:color="BADC8B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DC63F" w:themeColor="accent2"/>
          <w:left w:val="single" w:sz="4" w:space="0" w:color="8DC63F" w:themeColor="accent2"/>
          <w:bottom w:val="single" w:sz="4" w:space="0" w:color="8DC63F" w:themeColor="accent2"/>
          <w:right w:val="single" w:sz="4" w:space="0" w:color="8DC63F" w:themeColor="accent2"/>
          <w:insideH w:val="nil"/>
          <w:insideV w:val="nil"/>
        </w:tcBorders>
        <w:shd w:val="clear" w:color="auto" w:fill="8DC63F" w:themeFill="accent2"/>
      </w:tcPr>
    </w:tblStylePr>
    <w:tblStylePr w:type="lastRow">
      <w:rPr>
        <w:b/>
        <w:bCs/>
      </w:rPr>
      <w:tblPr/>
      <w:tcPr>
        <w:tcBorders>
          <w:top w:val="double" w:sz="4" w:space="0" w:color="8DC63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8" w:themeFill="accent2" w:themeFillTint="33"/>
      </w:tcPr>
    </w:tblStylePr>
    <w:tblStylePr w:type="band1Horz">
      <w:tblPr/>
      <w:tcPr>
        <w:shd w:val="clear" w:color="auto" w:fill="E8F3D8" w:themeFill="accent2" w:themeFillTint="33"/>
      </w:tcPr>
    </w:tblStylePr>
  </w:style>
  <w:style w:type="table" w:customStyle="1" w:styleId="Rutntstabell4dekorfrg21">
    <w:name w:val="Rutnätstabell 4 – dekorfärg 21"/>
    <w:basedOn w:val="NormaleTabelle"/>
    <w:next w:val="Gitternetztabelle4Akzent2"/>
    <w:uiPriority w:val="49"/>
    <w:rsid w:val="0010245F"/>
    <w:tblPr>
      <w:tblStyleRowBandSize w:val="1"/>
      <w:tblStyleColBandSize w:val="1"/>
      <w:tblBorders>
        <w:top w:val="single" w:sz="4" w:space="0" w:color="BADC8B"/>
        <w:left w:val="single" w:sz="4" w:space="0" w:color="BADC8B"/>
        <w:bottom w:val="single" w:sz="4" w:space="0" w:color="BADC8B"/>
        <w:right w:val="single" w:sz="4" w:space="0" w:color="BADC8B"/>
        <w:insideH w:val="single" w:sz="4" w:space="0" w:color="BADC8B"/>
        <w:insideV w:val="single" w:sz="4" w:space="0" w:color="BADC8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8DC63F"/>
          <w:left w:val="single" w:sz="4" w:space="0" w:color="8DC63F"/>
          <w:bottom w:val="single" w:sz="4" w:space="0" w:color="8DC63F"/>
          <w:right w:val="single" w:sz="4" w:space="0" w:color="8DC63F"/>
          <w:insideH w:val="nil"/>
          <w:insideV w:val="nil"/>
        </w:tcBorders>
        <w:shd w:val="clear" w:color="auto" w:fill="8DC63F"/>
      </w:tcPr>
    </w:tblStylePr>
    <w:tblStylePr w:type="lastRow">
      <w:rPr>
        <w:b/>
        <w:bCs/>
      </w:rPr>
      <w:tblPr/>
      <w:tcPr>
        <w:tcBorders>
          <w:top w:val="double" w:sz="4" w:space="0" w:color="8DC63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8"/>
      </w:tcPr>
    </w:tblStylePr>
    <w:tblStylePr w:type="band1Horz">
      <w:tblPr/>
      <w:tcPr>
        <w:shd w:val="clear" w:color="auto" w:fill="E8F3D8"/>
      </w:tcPr>
    </w:tblStylePr>
  </w:style>
  <w:style w:type="paragraph" w:styleId="HTMLVorformatiert">
    <w:name w:val="HTML Preformatted"/>
    <w:basedOn w:val="Standard"/>
    <w:link w:val="HTMLVorformatiertZchn"/>
    <w:uiPriority w:val="99"/>
    <w:unhideWhenUsed/>
    <w:rsid w:val="00C55E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C55EF9"/>
    <w:rPr>
      <w:rFonts w:ascii="Courier New" w:eastAsia="Times New Roman" w:hAnsi="Courier New" w:cs="Courier New"/>
      <w:lang w:val="en-US" w:eastAsia="en-US"/>
    </w:rPr>
  </w:style>
  <w:style w:type="table" w:styleId="Listentabelle4Akzent2">
    <w:name w:val="List Table 4 Accent 2"/>
    <w:basedOn w:val="NormaleTabelle"/>
    <w:uiPriority w:val="49"/>
    <w:rsid w:val="008D59F6"/>
    <w:tblPr>
      <w:tblStyleRowBandSize w:val="1"/>
      <w:tblStyleColBandSize w:val="1"/>
      <w:tblBorders>
        <w:top w:val="single" w:sz="4" w:space="0" w:color="BADC8B" w:themeColor="accent2" w:themeTint="99"/>
        <w:left w:val="single" w:sz="4" w:space="0" w:color="BADC8B" w:themeColor="accent2" w:themeTint="99"/>
        <w:bottom w:val="single" w:sz="4" w:space="0" w:color="BADC8B" w:themeColor="accent2" w:themeTint="99"/>
        <w:right w:val="single" w:sz="4" w:space="0" w:color="BADC8B" w:themeColor="accent2" w:themeTint="99"/>
        <w:insideH w:val="single" w:sz="4" w:space="0" w:color="BADC8B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DC63F" w:themeColor="accent2"/>
          <w:left w:val="single" w:sz="4" w:space="0" w:color="8DC63F" w:themeColor="accent2"/>
          <w:bottom w:val="single" w:sz="4" w:space="0" w:color="8DC63F" w:themeColor="accent2"/>
          <w:right w:val="single" w:sz="4" w:space="0" w:color="8DC63F" w:themeColor="accent2"/>
          <w:insideH w:val="nil"/>
        </w:tcBorders>
        <w:shd w:val="clear" w:color="auto" w:fill="8DC63F" w:themeFill="accent2"/>
      </w:tcPr>
    </w:tblStylePr>
    <w:tblStylePr w:type="lastRow">
      <w:rPr>
        <w:b/>
        <w:bCs/>
      </w:rPr>
      <w:tblPr/>
      <w:tcPr>
        <w:tcBorders>
          <w:top w:val="double" w:sz="4" w:space="0" w:color="BADC8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8" w:themeFill="accent2" w:themeFillTint="33"/>
      </w:tcPr>
    </w:tblStylePr>
    <w:tblStylePr w:type="band1Horz">
      <w:tblPr/>
      <w:tcPr>
        <w:shd w:val="clear" w:color="auto" w:fill="E8F3D8" w:themeFill="accent2" w:themeFillTint="33"/>
      </w:tcPr>
    </w:tblStylePr>
  </w:style>
  <w:style w:type="table" w:styleId="Listentabelle4">
    <w:name w:val="List Table 4"/>
    <w:basedOn w:val="NormaleTabelle"/>
    <w:uiPriority w:val="49"/>
    <w:rsid w:val="008D59F6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3Akzent6">
    <w:name w:val="List Table 3 Accent 6"/>
    <w:basedOn w:val="NormaleTabelle"/>
    <w:uiPriority w:val="48"/>
    <w:rsid w:val="008D59F6"/>
    <w:tblPr>
      <w:tblStyleRowBandSize w:val="1"/>
      <w:tblStyleColBandSize w:val="1"/>
      <w:tblBorders>
        <w:top w:val="single" w:sz="4" w:space="0" w:color="000000" w:themeColor="accent6"/>
        <w:left w:val="single" w:sz="4" w:space="0" w:color="000000" w:themeColor="accent6"/>
        <w:bottom w:val="single" w:sz="4" w:space="0" w:color="000000" w:themeColor="accent6"/>
        <w:right w:val="single" w:sz="4" w:space="0" w:color="00000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accent6"/>
      </w:tcPr>
    </w:tblStylePr>
    <w:tblStylePr w:type="lastRow">
      <w:rPr>
        <w:b/>
        <w:bCs/>
      </w:rPr>
      <w:tblPr/>
      <w:tcPr>
        <w:tcBorders>
          <w:top w:val="double" w:sz="4" w:space="0" w:color="00000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accent6"/>
          <w:right w:val="single" w:sz="4" w:space="0" w:color="000000" w:themeColor="accent6"/>
        </w:tcBorders>
      </w:tcPr>
    </w:tblStylePr>
    <w:tblStylePr w:type="band1Horz">
      <w:tblPr/>
      <w:tcPr>
        <w:tcBorders>
          <w:top w:val="single" w:sz="4" w:space="0" w:color="000000" w:themeColor="accent6"/>
          <w:bottom w:val="single" w:sz="4" w:space="0" w:color="00000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accent6"/>
          <w:left w:val="nil"/>
        </w:tcBorders>
      </w:tcPr>
    </w:tblStylePr>
    <w:tblStylePr w:type="swCell">
      <w:tblPr/>
      <w:tcPr>
        <w:tcBorders>
          <w:top w:val="double" w:sz="4" w:space="0" w:color="000000" w:themeColor="accent6"/>
          <w:right w:val="nil"/>
        </w:tcBorders>
      </w:tcPr>
    </w:tblStylePr>
  </w:style>
  <w:style w:type="table" w:styleId="Listentabelle3Akzent2">
    <w:name w:val="List Table 3 Accent 2"/>
    <w:basedOn w:val="NormaleTabelle"/>
    <w:uiPriority w:val="48"/>
    <w:rsid w:val="008D59F6"/>
    <w:tblPr>
      <w:tblStyleRowBandSize w:val="1"/>
      <w:tblStyleColBandSize w:val="1"/>
      <w:tblBorders>
        <w:top w:val="single" w:sz="4" w:space="0" w:color="8DC63F" w:themeColor="accent2"/>
        <w:left w:val="single" w:sz="4" w:space="0" w:color="8DC63F" w:themeColor="accent2"/>
        <w:bottom w:val="single" w:sz="4" w:space="0" w:color="8DC63F" w:themeColor="accent2"/>
        <w:right w:val="single" w:sz="4" w:space="0" w:color="8DC63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DC63F" w:themeFill="accent2"/>
      </w:tcPr>
    </w:tblStylePr>
    <w:tblStylePr w:type="lastRow">
      <w:rPr>
        <w:b/>
        <w:bCs/>
      </w:rPr>
      <w:tblPr/>
      <w:tcPr>
        <w:tcBorders>
          <w:top w:val="double" w:sz="4" w:space="0" w:color="8DC63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DC63F" w:themeColor="accent2"/>
          <w:right w:val="single" w:sz="4" w:space="0" w:color="8DC63F" w:themeColor="accent2"/>
        </w:tcBorders>
      </w:tcPr>
    </w:tblStylePr>
    <w:tblStylePr w:type="band1Horz">
      <w:tblPr/>
      <w:tcPr>
        <w:tcBorders>
          <w:top w:val="single" w:sz="4" w:space="0" w:color="8DC63F" w:themeColor="accent2"/>
          <w:bottom w:val="single" w:sz="4" w:space="0" w:color="8DC63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DC63F" w:themeColor="accent2"/>
          <w:left w:val="nil"/>
        </w:tcBorders>
      </w:tcPr>
    </w:tblStylePr>
    <w:tblStylePr w:type="swCell">
      <w:tblPr/>
      <w:tcPr>
        <w:tcBorders>
          <w:top w:val="double" w:sz="4" w:space="0" w:color="8DC63F" w:themeColor="accent2"/>
          <w:right w:val="nil"/>
        </w:tcBorders>
      </w:tcPr>
    </w:tblStylePr>
  </w:style>
  <w:style w:type="table" w:styleId="Listentabelle3Akzent1">
    <w:name w:val="List Table 3 Accent 1"/>
    <w:basedOn w:val="NormaleTabelle"/>
    <w:uiPriority w:val="48"/>
    <w:rsid w:val="008D59F6"/>
    <w:tblPr>
      <w:tblStyleRowBandSize w:val="1"/>
      <w:tblStyleColBandSize w:val="1"/>
      <w:tblBorders>
        <w:top w:val="single" w:sz="4" w:space="0" w:color="034EA2" w:themeColor="accent1"/>
        <w:left w:val="single" w:sz="4" w:space="0" w:color="034EA2" w:themeColor="accent1"/>
        <w:bottom w:val="single" w:sz="4" w:space="0" w:color="034EA2" w:themeColor="accent1"/>
        <w:right w:val="single" w:sz="4" w:space="0" w:color="034EA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34EA2" w:themeFill="accent1"/>
      </w:tcPr>
    </w:tblStylePr>
    <w:tblStylePr w:type="lastRow">
      <w:rPr>
        <w:b/>
        <w:bCs/>
      </w:rPr>
      <w:tblPr/>
      <w:tcPr>
        <w:tcBorders>
          <w:top w:val="double" w:sz="4" w:space="0" w:color="034EA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34EA2" w:themeColor="accent1"/>
          <w:right w:val="single" w:sz="4" w:space="0" w:color="034EA2" w:themeColor="accent1"/>
        </w:tcBorders>
      </w:tcPr>
    </w:tblStylePr>
    <w:tblStylePr w:type="band1Horz">
      <w:tblPr/>
      <w:tcPr>
        <w:tcBorders>
          <w:top w:val="single" w:sz="4" w:space="0" w:color="034EA2" w:themeColor="accent1"/>
          <w:bottom w:val="single" w:sz="4" w:space="0" w:color="034EA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34EA2" w:themeColor="accent1"/>
          <w:left w:val="nil"/>
        </w:tcBorders>
      </w:tcPr>
    </w:tblStylePr>
    <w:tblStylePr w:type="swCell">
      <w:tblPr/>
      <w:tcPr>
        <w:tcBorders>
          <w:top w:val="double" w:sz="4" w:space="0" w:color="034EA2" w:themeColor="accent1"/>
          <w:right w:val="nil"/>
        </w:tcBorders>
      </w:tcPr>
    </w:tblStylePr>
  </w:style>
  <w:style w:type="table" w:styleId="Listentabelle2Akzent5">
    <w:name w:val="List Table 2 Accent 5"/>
    <w:basedOn w:val="NormaleTabelle"/>
    <w:uiPriority w:val="47"/>
    <w:rsid w:val="008D59F6"/>
    <w:tblPr>
      <w:tblStyleRowBandSize w:val="1"/>
      <w:tblStyleColBandSize w:val="1"/>
      <w:tblBorders>
        <w:top w:val="single" w:sz="4" w:space="0" w:color="CFC9FD" w:themeColor="accent5" w:themeTint="99"/>
        <w:bottom w:val="single" w:sz="4" w:space="0" w:color="CFC9FD" w:themeColor="accent5" w:themeTint="99"/>
        <w:insideH w:val="single" w:sz="4" w:space="0" w:color="CFC9F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CFE" w:themeFill="accent5" w:themeFillTint="33"/>
      </w:tcPr>
    </w:tblStylePr>
    <w:tblStylePr w:type="band1Horz">
      <w:tblPr/>
      <w:tcPr>
        <w:shd w:val="clear" w:color="auto" w:fill="EEECFE" w:themeFill="accent5" w:themeFillTint="33"/>
      </w:tcPr>
    </w:tblStylePr>
  </w:style>
  <w:style w:type="table" w:styleId="Listentabelle2Akzent4">
    <w:name w:val="List Table 2 Accent 4"/>
    <w:basedOn w:val="NormaleTabelle"/>
    <w:uiPriority w:val="47"/>
    <w:rsid w:val="008D59F6"/>
    <w:tblPr>
      <w:tblStyleRowBandSize w:val="1"/>
      <w:tblStyleColBandSize w:val="1"/>
      <w:tblBorders>
        <w:top w:val="single" w:sz="4" w:space="0" w:color="E7E7E7" w:themeColor="accent4" w:themeTint="99"/>
        <w:bottom w:val="single" w:sz="4" w:space="0" w:color="E7E7E7" w:themeColor="accent4" w:themeTint="99"/>
        <w:insideH w:val="single" w:sz="4" w:space="0" w:color="E7E7E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7F7" w:themeFill="accent4" w:themeFillTint="33"/>
      </w:tcPr>
    </w:tblStylePr>
    <w:tblStylePr w:type="band1Horz">
      <w:tblPr/>
      <w:tcPr>
        <w:shd w:val="clear" w:color="auto" w:fill="F7F7F7" w:themeFill="accent4" w:themeFillTint="33"/>
      </w:tcPr>
    </w:tblStylePr>
  </w:style>
  <w:style w:type="character" w:customStyle="1" w:styleId="jlqj4b">
    <w:name w:val="jlqj4b"/>
    <w:basedOn w:val="Absatz-Standardschriftart"/>
    <w:rsid w:val="00E24B5A"/>
  </w:style>
  <w:style w:type="paragraph" w:customStyle="1" w:styleId="Rubrik2-onumrerad">
    <w:name w:val="Rubrik 2 - onumrerad"/>
    <w:basedOn w:val="berschrift2"/>
    <w:link w:val="Rubrik2-onumreradChar"/>
    <w:qFormat/>
    <w:rsid w:val="00EF34B8"/>
    <w:pPr>
      <w:numPr>
        <w:ilvl w:val="0"/>
        <w:numId w:val="0"/>
      </w:numPr>
      <w:ind w:left="576" w:hanging="576"/>
    </w:pPr>
    <w:rPr>
      <w:color w:val="034EA2" w:themeColor="accent1"/>
    </w:rPr>
  </w:style>
  <w:style w:type="character" w:customStyle="1" w:styleId="Rubrik2-onumreradChar">
    <w:name w:val="Rubrik 2 - onumrerad Char"/>
    <w:basedOn w:val="berschrift2Zchn"/>
    <w:link w:val="Rubrik2-onumrerad"/>
    <w:rsid w:val="00EF34B8"/>
    <w:rPr>
      <w:rFonts w:ascii="Noto Sans" w:eastAsia="Times New Roman" w:hAnsi="Noto Sans"/>
      <w:bCs/>
      <w:iCs/>
      <w:color w:val="034EA2" w:themeColor="accent1"/>
      <w:sz w:val="28"/>
      <w:szCs w:val="28"/>
      <w:lang w:val="en-GB"/>
    </w:rPr>
  </w:style>
  <w:style w:type="character" w:styleId="BesuchterLink">
    <w:name w:val="FollowedHyperlink"/>
    <w:basedOn w:val="Absatz-Standardschriftart"/>
    <w:uiPriority w:val="99"/>
    <w:semiHidden/>
    <w:unhideWhenUsed/>
    <w:rsid w:val="00790BF4"/>
    <w:rPr>
      <w:color w:val="954F72" w:themeColor="followedHyperlink"/>
      <w:u w:val="single"/>
    </w:rPr>
  </w:style>
  <w:style w:type="character" w:customStyle="1" w:styleId="advancedproofingissue">
    <w:name w:val="advancedproofingissue"/>
    <w:basedOn w:val="Absatz-Standardschriftart"/>
    <w:rsid w:val="00701A8F"/>
  </w:style>
  <w:style w:type="character" w:customStyle="1" w:styleId="spellingerror">
    <w:name w:val="spellingerror"/>
    <w:basedOn w:val="Absatz-Standardschriftart"/>
    <w:rsid w:val="00E806B6"/>
  </w:style>
  <w:style w:type="character" w:styleId="Endnotenzeichen">
    <w:name w:val="endnote reference"/>
    <w:basedOn w:val="Absatz-Standardschriftart"/>
    <w:uiPriority w:val="99"/>
    <w:semiHidden/>
    <w:unhideWhenUsed/>
    <w:rsid w:val="00E21B5D"/>
    <w:rPr>
      <w:vertAlign w:val="superscript"/>
    </w:rPr>
  </w:style>
  <w:style w:type="table" w:styleId="Gitternetztabelle1hellAkzent3">
    <w:name w:val="Grid Table 1 Light Accent 3"/>
    <w:basedOn w:val="NormaleTabelle"/>
    <w:uiPriority w:val="46"/>
    <w:rsid w:val="00C40DC4"/>
    <w:tblPr>
      <w:tblStyleRowBandSize w:val="1"/>
      <w:tblStyleColBandSize w:val="1"/>
      <w:tblBorders>
        <w:top w:val="single" w:sz="4" w:space="0" w:color="FFF999" w:themeColor="accent3" w:themeTint="66"/>
        <w:left w:val="single" w:sz="4" w:space="0" w:color="FFF999" w:themeColor="accent3" w:themeTint="66"/>
        <w:bottom w:val="single" w:sz="4" w:space="0" w:color="FFF999" w:themeColor="accent3" w:themeTint="66"/>
        <w:right w:val="single" w:sz="4" w:space="0" w:color="FFF999" w:themeColor="accent3" w:themeTint="66"/>
        <w:insideH w:val="single" w:sz="4" w:space="0" w:color="FFF999" w:themeColor="accent3" w:themeTint="66"/>
        <w:insideV w:val="single" w:sz="4" w:space="0" w:color="FFF99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FF7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F7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1">
    <w:name w:val="Plain Table 1"/>
    <w:basedOn w:val="NormaleTabelle"/>
    <w:uiPriority w:val="41"/>
    <w:rsid w:val="009A0E9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itternetztabelle5dunkelAkzent3">
    <w:name w:val="Grid Table 5 Dark Accent 3"/>
    <w:basedOn w:val="NormaleTabelle"/>
    <w:uiPriority w:val="50"/>
    <w:rsid w:val="0062076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CCC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2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2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F2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F200" w:themeFill="accent3"/>
      </w:tcPr>
    </w:tblStylePr>
    <w:tblStylePr w:type="band1Vert">
      <w:tblPr/>
      <w:tcPr>
        <w:shd w:val="clear" w:color="auto" w:fill="FFF999" w:themeFill="accent3" w:themeFillTint="66"/>
      </w:tcPr>
    </w:tblStylePr>
    <w:tblStylePr w:type="band1Horz">
      <w:tblPr/>
      <w:tcPr>
        <w:shd w:val="clear" w:color="auto" w:fill="FFF999" w:themeFill="accent3" w:themeFillTint="66"/>
      </w:tcPr>
    </w:tblStylePr>
  </w:style>
  <w:style w:type="table" w:styleId="TabellemithellemGitternetz">
    <w:name w:val="Grid Table Light"/>
    <w:basedOn w:val="NormaleTabelle"/>
    <w:uiPriority w:val="40"/>
    <w:rsid w:val="00786E5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itternetztabelle4Akzent3">
    <w:name w:val="Grid Table 4 Accent 3"/>
    <w:basedOn w:val="NormaleTabelle"/>
    <w:uiPriority w:val="49"/>
    <w:rsid w:val="00D02FD1"/>
    <w:pPr>
      <w:keepNext/>
    </w:pPr>
    <w:tblPr>
      <w:tblStyleRowBandSize w:val="1"/>
      <w:tblStyleColBandSize w:val="1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  <w:tblCellMar>
        <w:left w:w="170" w:type="dxa"/>
        <w:right w:w="170" w:type="dxa"/>
      </w:tblCellMar>
    </w:tblPr>
    <w:trPr>
      <w:cantSplit/>
    </w:trPr>
    <w:tblStylePr w:type="firstRow">
      <w:rPr>
        <w:b w:val="0"/>
        <w:bCs/>
        <w:color w:val="034EA2" w:themeColor="accent1"/>
        <w:sz w:val="16"/>
      </w:rPr>
      <w:tblPr/>
      <w:tcPr>
        <w:tc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nil"/>
          <w:insideV w:val="nil"/>
        </w:tcBorders>
        <w:shd w:val="clear" w:color="auto" w:fill="FFF200" w:themeFill="accent3"/>
      </w:tcPr>
    </w:tblStylePr>
    <w:tblStylePr w:type="lastRow">
      <w:rPr>
        <w:b/>
        <w:bCs/>
      </w:rPr>
      <w:tblPr/>
      <w:tcPr>
        <w:tcBorders>
          <w:top w:val="double" w:sz="4" w:space="0" w:color="FFF2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CCC" w:themeFill="accent3" w:themeFillTint="33"/>
      </w:tcPr>
    </w:tblStylePr>
    <w:tblStylePr w:type="band1Horz">
      <w:tblPr/>
      <w:tcPr>
        <w:shd w:val="clear" w:color="auto" w:fill="FFFCCC" w:themeFill="accent3" w:themeFillTint="33"/>
      </w:tcPr>
    </w:tblStylePr>
  </w:style>
  <w:style w:type="table" w:styleId="Gitternetztabelle3Akzent4">
    <w:name w:val="Grid Table 3 Accent 4"/>
    <w:basedOn w:val="NormaleTabelle"/>
    <w:uiPriority w:val="48"/>
    <w:rsid w:val="009A656D"/>
    <w:tblPr>
      <w:tblStyleRowBandSize w:val="1"/>
      <w:tblStyleColBandSize w:val="1"/>
      <w:tblBorders>
        <w:top w:val="single" w:sz="4" w:space="0" w:color="E7E7E7" w:themeColor="accent4" w:themeTint="99"/>
        <w:left w:val="single" w:sz="4" w:space="0" w:color="E7E7E7" w:themeColor="accent4" w:themeTint="99"/>
        <w:bottom w:val="single" w:sz="4" w:space="0" w:color="E7E7E7" w:themeColor="accent4" w:themeTint="99"/>
        <w:right w:val="single" w:sz="4" w:space="0" w:color="E7E7E7" w:themeColor="accent4" w:themeTint="99"/>
        <w:insideH w:val="single" w:sz="4" w:space="0" w:color="E7E7E7" w:themeColor="accent4" w:themeTint="99"/>
        <w:insideV w:val="single" w:sz="4" w:space="0" w:color="E7E7E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F7F7" w:themeFill="accent4" w:themeFillTint="33"/>
      </w:tcPr>
    </w:tblStylePr>
    <w:tblStylePr w:type="band1Horz">
      <w:tblPr/>
      <w:tcPr>
        <w:shd w:val="clear" w:color="auto" w:fill="F7F7F7" w:themeFill="accent4" w:themeFillTint="33"/>
      </w:tcPr>
    </w:tblStylePr>
    <w:tblStylePr w:type="neCell">
      <w:tblPr/>
      <w:tcPr>
        <w:tcBorders>
          <w:bottom w:val="single" w:sz="4" w:space="0" w:color="E7E7E7" w:themeColor="accent4" w:themeTint="99"/>
        </w:tcBorders>
      </w:tcPr>
    </w:tblStylePr>
    <w:tblStylePr w:type="nwCell">
      <w:tblPr/>
      <w:tcPr>
        <w:tcBorders>
          <w:bottom w:val="single" w:sz="4" w:space="0" w:color="E7E7E7" w:themeColor="accent4" w:themeTint="99"/>
        </w:tcBorders>
      </w:tcPr>
    </w:tblStylePr>
    <w:tblStylePr w:type="seCell">
      <w:tblPr/>
      <w:tcPr>
        <w:tcBorders>
          <w:top w:val="single" w:sz="4" w:space="0" w:color="E7E7E7" w:themeColor="accent4" w:themeTint="99"/>
        </w:tcBorders>
      </w:tcPr>
    </w:tblStylePr>
    <w:tblStylePr w:type="swCell">
      <w:tblPr/>
      <w:tcPr>
        <w:tcBorders>
          <w:top w:val="single" w:sz="4" w:space="0" w:color="E7E7E7" w:themeColor="accent4" w:themeTint="99"/>
        </w:tcBorders>
      </w:tcPr>
    </w:tblStylePr>
  </w:style>
  <w:style w:type="table" w:styleId="Gitternetztabelle1hellAkzent1">
    <w:name w:val="Grid Table 1 Light Accent 1"/>
    <w:basedOn w:val="NormaleTabelle"/>
    <w:uiPriority w:val="46"/>
    <w:rsid w:val="00872CDB"/>
    <w:tblPr>
      <w:tblStyleRowBandSize w:val="1"/>
      <w:tblStyleColBandSize w:val="1"/>
      <w:tblBorders>
        <w:top w:val="single" w:sz="4" w:space="0" w:color="77B6FC" w:themeColor="accent1" w:themeTint="66"/>
        <w:left w:val="single" w:sz="4" w:space="0" w:color="77B6FC" w:themeColor="accent1" w:themeTint="66"/>
        <w:bottom w:val="single" w:sz="4" w:space="0" w:color="77B6FC" w:themeColor="accent1" w:themeTint="66"/>
        <w:right w:val="single" w:sz="4" w:space="0" w:color="77B6FC" w:themeColor="accent1" w:themeTint="66"/>
        <w:insideH w:val="single" w:sz="4" w:space="0" w:color="77B6FC" w:themeColor="accent1" w:themeTint="66"/>
        <w:insideV w:val="single" w:sz="4" w:space="0" w:color="77B6FC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391F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391F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872CDB"/>
    <w:tblPr>
      <w:tblStyleRowBandSize w:val="1"/>
      <w:tblStyleColBandSize w:val="1"/>
      <w:tblBorders>
        <w:top w:val="single" w:sz="4" w:space="0" w:color="EFEFEF" w:themeColor="accent4" w:themeTint="66"/>
        <w:left w:val="single" w:sz="4" w:space="0" w:color="EFEFEF" w:themeColor="accent4" w:themeTint="66"/>
        <w:bottom w:val="single" w:sz="4" w:space="0" w:color="EFEFEF" w:themeColor="accent4" w:themeTint="66"/>
        <w:right w:val="single" w:sz="4" w:space="0" w:color="EFEFEF" w:themeColor="accent4" w:themeTint="66"/>
        <w:insideH w:val="single" w:sz="4" w:space="0" w:color="EFEFEF" w:themeColor="accent4" w:themeTint="66"/>
        <w:insideV w:val="single" w:sz="4" w:space="0" w:color="EFEFE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E7E7E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7E7E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5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6512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7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045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58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0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107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68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5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nenkampnej\TNO\H2020%20Gear%20@%20SME%20-%20External%20Audience\2.%20Work\7.%20WP7%20Exploitation%20Strategy%20&amp;%20Online%20Platform\Temp_Suzanne\Handbook%20template.dotx" TargetMode="External"/></Relationships>
</file>

<file path=word/theme/theme1.xml><?xml version="1.0" encoding="utf-8"?>
<a:theme xmlns:a="http://schemas.openxmlformats.org/drawingml/2006/main" name="Larissa">
  <a:themeElements>
    <a:clrScheme name="Gear@SME">
      <a:dk1>
        <a:srgbClr val="000000"/>
      </a:dk1>
      <a:lt1>
        <a:srgbClr val="FFFFFF"/>
      </a:lt1>
      <a:dk2>
        <a:srgbClr val="D8D8D8"/>
      </a:dk2>
      <a:lt2>
        <a:srgbClr val="FFFFFF"/>
      </a:lt2>
      <a:accent1>
        <a:srgbClr val="034EA2"/>
      </a:accent1>
      <a:accent2>
        <a:srgbClr val="8DC63F"/>
      </a:accent2>
      <a:accent3>
        <a:srgbClr val="FFF200"/>
      </a:accent3>
      <a:accent4>
        <a:srgbClr val="D8D8D8"/>
      </a:accent4>
      <a:accent5>
        <a:srgbClr val="B0A6FC"/>
      </a:accent5>
      <a:accent6>
        <a:srgbClr val="000000"/>
      </a:accent6>
      <a:hlink>
        <a:srgbClr val="034EA2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NOC_ClusterName xmlns="2f6a910d-138e-42c1-8e8a-320c1b7cf3f7">H2020 Gear @ SME</TNOC_ClusterName>
    <TNOC_ClusterId xmlns="2f6a910d-138e-42c1-8e8a-320c1b7cf3f7">060.39963</TNOC_ClusterId>
    <cf581d8792c646118aad2c2c4ecdfa8c xmlns="20fcec41-f85f-4e4a-baed-46c3f55a210f">
      <Terms xmlns="http://schemas.microsoft.com/office/infopath/2007/PartnerControls"/>
    </cf581d8792c646118aad2c2c4ecdfa8c>
    <TaxCatchAll xmlns="20fcec41-f85f-4e4a-baed-46c3f55a210f">
      <Value>5</Value>
      <Value>1</Value>
    </TaxCatchAll>
    <lca20d149a844688b6abf34073d5c21d xmlns="20fcec41-f85f-4e4a-baed-46c3f55a210f">
      <Terms xmlns="http://schemas.microsoft.com/office/infopath/2007/PartnerControls"/>
    </lca20d149a844688b6abf34073d5c21d>
    <bac4ab11065f4f6c809c820c57e320e5 xmlns="20fcec41-f85f-4e4a-baed-46c3f55a210f">
      <Terms xmlns="http://schemas.microsoft.com/office/infopath/2007/PartnerControls"/>
    </bac4ab11065f4f6c809c820c57e320e5>
    <h15fbb78f4cb41d290e72f301ea2865f xmlns="20fcec41-f85f-4e4a-baed-46c3f55a210f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</TermName>
          <TermId xmlns="http://schemas.microsoft.com/office/infopath/2007/PartnerControls">fa11c4c9-105f-402c-bb40-9a56b4989397</TermId>
        </TermInfo>
      </Terms>
    </h15fbb78f4cb41d290e72f301ea2865f>
    <n2a7a23bcc2241cb9261f9a914c7c1bb xmlns="20fcec41-f85f-4e4a-baed-46c3f55a210f">
      <Terms xmlns="http://schemas.microsoft.com/office/infopath/2007/PartnerControls">
        <TermInfo xmlns="http://schemas.microsoft.com/office/infopath/2007/PartnerControls">
          <TermName xmlns="http://schemas.microsoft.com/office/infopath/2007/PartnerControls">TNO Internal</TermName>
          <TermId xmlns="http://schemas.microsoft.com/office/infopath/2007/PartnerControls">1a23c89f-ef54-4907-86fd-8242403ff722</TermId>
        </TermInfo>
      </Terms>
    </n2a7a23bcc2241cb9261f9a914c7c1bb>
    <_dlc_DocId xmlns="20fcec41-f85f-4e4a-baed-46c3f55a210f">YTR3EE4ESRNX-1564339760-6172</_dlc_DocId>
    <_dlc_DocIdUrl xmlns="20fcec41-f85f-4e4a-baed-46c3f55a210f">
      <Url>https://365tno.sharepoint.com/teams/P060.39963/_layouts/15/DocIdRedir.aspx?ID=YTR3EE4ESRNX-1564339760-6172</Url>
      <Description>YTR3EE4ESRNX-1564339760-6172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Team Document" ma:contentTypeID="0x010100A35317DCC28344A7B82488658A034A5C0100BB56C1FCB425E542A9558D1DA173B4CA" ma:contentTypeVersion="13" ma:contentTypeDescription=" " ma:contentTypeScope="" ma:versionID="6fe8e71d951c552dbebac3f3b55a111b">
  <xsd:schema xmlns:xsd="http://www.w3.org/2001/XMLSchema" xmlns:xs="http://www.w3.org/2001/XMLSchema" xmlns:p="http://schemas.microsoft.com/office/2006/metadata/properties" xmlns:ns2="20fcec41-f85f-4e4a-baed-46c3f55a210f" xmlns:ns3="2f6a910d-138e-42c1-8e8a-320c1b7cf3f7" xmlns:ns5="3e7e99e2-84f1-4bc6-ad05-842ea90814d1" targetNamespace="http://schemas.microsoft.com/office/2006/metadata/properties" ma:root="true" ma:fieldsID="ffc7ce3919f0c4a22686ef0e73f4e697" ns2:_="" ns3:_="" ns5:_="">
    <xsd:import namespace="20fcec41-f85f-4e4a-baed-46c3f55a210f"/>
    <xsd:import namespace="2f6a910d-138e-42c1-8e8a-320c1b7cf3f7"/>
    <xsd:import namespace="3e7e99e2-84f1-4bc6-ad05-842ea90814d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TNOC_ClusterName" minOccurs="0"/>
                <xsd:element ref="ns3:TNOC_ClusterId" minOccurs="0"/>
                <xsd:element ref="ns2:h15fbb78f4cb41d290e72f301ea2865f" minOccurs="0"/>
                <xsd:element ref="ns2:TaxCatchAll" minOccurs="0"/>
                <xsd:element ref="ns2:TaxCatchAllLabel" minOccurs="0"/>
                <xsd:element ref="ns2:n2a7a23bcc2241cb9261f9a914c7c1bb" minOccurs="0"/>
                <xsd:element ref="ns2:lca20d149a844688b6abf34073d5c21d" minOccurs="0"/>
                <xsd:element ref="ns2:cf581d8792c646118aad2c2c4ecdfa8c" minOccurs="0"/>
                <xsd:element ref="ns2:bac4ab11065f4f6c809c820c57e320e5" minOccurs="0"/>
                <xsd:element ref="ns5:MediaServiceMetadata" minOccurs="0"/>
                <xsd:element ref="ns5:MediaServiceFastMetadata" minOccurs="0"/>
                <xsd:element ref="ns2:SharedWithUsers" minOccurs="0"/>
                <xsd:element ref="ns2:SharedWithDetails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AutoKeyPoints" minOccurs="0"/>
                <xsd:element ref="ns5:MediaServiceKeyPoints" minOccurs="0"/>
                <xsd:element ref="ns5:MediaServiceDateTaken" minOccurs="0"/>
                <xsd:element ref="ns5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cec41-f85f-4e4a-baed-46c3f55a210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h15fbb78f4cb41d290e72f301ea2865f" ma:index="13" nillable="true" ma:taxonomy="true" ma:internalName="h15fbb78f4cb41d290e72f301ea2865f" ma:taxonomyFieldName="TNOC_ClusterType" ma:displayName="Cluster type" ma:default="1;#Project|fa11c4c9-105f-402c-bb40-9a56b4989397" ma:fieldId="{115fbb78-f4cb-41d2-90e7-2f301ea2865f}" ma:sspId="7378aa68-586f-4892-bb77-0985b40f41a6" ma:termSetId="e7feef8e-5ede-44cd-b7d5-7ed7dacef0b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hidden="true" ma:list="{a60bc039-3056-4f5a-b7d5-24b3fbca7ea4}" ma:internalName="TaxCatchAll" ma:showField="CatchAllData" ma:web="20fcec41-f85f-4e4a-baed-46c3f55a21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a60bc039-3056-4f5a-b7d5-24b3fbca7ea4}" ma:internalName="TaxCatchAllLabel" ma:readOnly="true" ma:showField="CatchAllDataLabel" ma:web="20fcec41-f85f-4e4a-baed-46c3f55a21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2a7a23bcc2241cb9261f9a914c7c1bb" ma:index="17" nillable="true" ma:taxonomy="true" ma:internalName="n2a7a23bcc2241cb9261f9a914c7c1bb" ma:taxonomyFieldName="TNOC_DocumentClassification" ma:displayName="Document classification" ma:default="5;#TNO Internal|1a23c89f-ef54-4907-86fd-8242403ff722" ma:fieldId="{72a7a23b-cc22-41cb-9261-f9a914c7c1bb}" ma:sspId="7378aa68-586f-4892-bb77-0985b40f41a6" ma:termSetId="ff8f31fd-7572-41dc-9fe4-bd4c6d280f3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a20d149a844688b6abf34073d5c21d" ma:index="19" nillable="true" ma:taxonomy="true" ma:internalName="lca20d149a844688b6abf34073d5c21d" ma:taxonomyFieldName="TNOC_DocumentType" ma:displayName="Document type" ma:fieldId="{5ca20d14-9a84-4688-b6ab-f34073d5c21d}" ma:sspId="7378aa68-586f-4892-bb77-0985b40f41a6" ma:termSetId="e8a13a9e-c4f3-4184-b8d9-8210abad494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f581d8792c646118aad2c2c4ecdfa8c" ma:index="22" nillable="true" ma:taxonomy="true" ma:internalName="cf581d8792c646118aad2c2c4ecdfa8c" ma:taxonomyFieldName="TNOC_DocumentSetType" ma:displayName="Document set type" ma:readOnly="false" ma:fieldId="{cf581d87-92c6-4611-8aad-2c2c4ecdfa8c}" ma:sspId="7378aa68-586f-4892-bb77-0985b40f41a6" ma:termSetId="a8d4306b-62bf-468f-9587-ff078c86432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ac4ab11065f4f6c809c820c57e320e5" ma:index="24" nillable="true" ma:taxonomy="true" ma:internalName="bac4ab11065f4f6c809c820c57e320e5" ma:taxonomyFieldName="TNOC_DocumentCategory" ma:displayName="Document category" ma:fieldId="{bac4ab11-065f-4f6c-809c-820c57e320e5}" ma:sspId="7378aa68-586f-4892-bb77-0985b40f41a6" ma:termSetId="94d42b6a-4155-4fa6-95e9-087bc306ceb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a910d-138e-42c1-8e8a-320c1b7cf3f7" elementFormDefault="qualified">
    <xsd:import namespace="http://schemas.microsoft.com/office/2006/documentManagement/types"/>
    <xsd:import namespace="http://schemas.microsoft.com/office/infopath/2007/PartnerControls"/>
    <xsd:element name="TNOC_ClusterName" ma:index="11" nillable="true" ma:displayName="Cluster name" ma:default="H2020 - EE8 SME Capacity Building" ma:internalName="TNOC_ClusterName">
      <xsd:simpleType>
        <xsd:restriction base="dms:Text">
          <xsd:maxLength value="255"/>
        </xsd:restriction>
      </xsd:simpleType>
    </xsd:element>
    <xsd:element name="TNOC_ClusterId" ma:index="12" nillable="true" ma:displayName="Cluster ID" ma:default="060.39963" ma:internalName="TNOC_Cluster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e99e2-84f1-4bc6-ad05-842ea90814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1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1FF0F2-2B4F-4104-A010-8B24F62478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ED7BC1-829D-4320-92C4-EE83CACC1D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ED8F32-147F-4027-AC73-3B6B1ABA7D63}">
  <ds:schemaRefs>
    <ds:schemaRef ds:uri="http://schemas.microsoft.com/office/2006/metadata/properties"/>
    <ds:schemaRef ds:uri="http://schemas.microsoft.com/office/infopath/2007/PartnerControls"/>
    <ds:schemaRef ds:uri="2f6a910d-138e-42c1-8e8a-320c1b7cf3f7"/>
    <ds:schemaRef ds:uri="20fcec41-f85f-4e4a-baed-46c3f55a210f"/>
  </ds:schemaRefs>
</ds:datastoreItem>
</file>

<file path=customXml/itemProps4.xml><?xml version="1.0" encoding="utf-8"?>
<ds:datastoreItem xmlns:ds="http://schemas.openxmlformats.org/officeDocument/2006/customXml" ds:itemID="{3923B1DD-6A66-477F-9065-E0F438EC1F4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B15DB3F-0B0C-4F46-B333-8E7F7C03E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fcec41-f85f-4e4a-baed-46c3f55a210f"/>
    <ds:schemaRef ds:uri="2f6a910d-138e-42c1-8e8a-320c1b7cf3f7"/>
    <ds:schemaRef ds:uri="3e7e99e2-84f1-4bc6-ad05-842ea90814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Handbook template</Template>
  <TotalTime>0</TotalTime>
  <Pages>4</Pages>
  <Words>462</Words>
  <Characters>2917</Characters>
  <Application>Microsoft Office Word</Application>
  <DocSecurity>0</DocSecurity>
  <Lines>24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3373</CharactersWithSpaces>
  <SharedDoc>false</SharedDoc>
  <HLinks>
    <vt:vector size="324" baseType="variant">
      <vt:variant>
        <vt:i4>720974</vt:i4>
      </vt:variant>
      <vt:variant>
        <vt:i4>315</vt:i4>
      </vt:variant>
      <vt:variant>
        <vt:i4>0</vt:i4>
      </vt:variant>
      <vt:variant>
        <vt:i4>5</vt:i4>
      </vt:variant>
      <vt:variant>
        <vt:lpwstr>http://www.energyefficientsme.eu/</vt:lpwstr>
      </vt:variant>
      <vt:variant>
        <vt:lpwstr/>
      </vt:variant>
      <vt:variant>
        <vt:i4>1310769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_Toc70574571</vt:lpwstr>
      </vt:variant>
      <vt:variant>
        <vt:i4>1376305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_Toc70574570</vt:lpwstr>
      </vt:variant>
      <vt:variant>
        <vt:i4>1835056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_Toc70574569</vt:lpwstr>
      </vt:variant>
      <vt:variant>
        <vt:i4>1900592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_Toc70574568</vt:lpwstr>
      </vt:variant>
      <vt:variant>
        <vt:i4>1179696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_Toc70574567</vt:lpwstr>
      </vt:variant>
      <vt:variant>
        <vt:i4>1245232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_Toc70574566</vt:lpwstr>
      </vt:variant>
      <vt:variant>
        <vt:i4>1048624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_Toc70574565</vt:lpwstr>
      </vt:variant>
      <vt:variant>
        <vt:i4>1114160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_Toc70574564</vt:lpwstr>
      </vt:variant>
      <vt:variant>
        <vt:i4>1441840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_Toc70574563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_Toc70574562</vt:lpwstr>
      </vt:variant>
      <vt:variant>
        <vt:i4>1310768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_Toc70574561</vt:lpwstr>
      </vt:variant>
      <vt:variant>
        <vt:i4>1376304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_Toc70574560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_Toc70574559</vt:lpwstr>
      </vt:variant>
      <vt:variant>
        <vt:i4>1900595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_Toc70574558</vt:lpwstr>
      </vt:variant>
      <vt:variant>
        <vt:i4>1179699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_Toc70574557</vt:lpwstr>
      </vt:variant>
      <vt:variant>
        <vt:i4>1245235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_Toc70574556</vt:lpwstr>
      </vt:variant>
      <vt:variant>
        <vt:i4>1048627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_Toc70574555</vt:lpwstr>
      </vt:variant>
      <vt:variant>
        <vt:i4>1114163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_Toc70574554</vt:lpwstr>
      </vt:variant>
      <vt:variant>
        <vt:i4>1441843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_Toc70574553</vt:lpwstr>
      </vt:variant>
      <vt:variant>
        <vt:i4>1507379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_Toc70574552</vt:lpwstr>
      </vt:variant>
      <vt:variant>
        <vt:i4>1310771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_Toc70574551</vt:lpwstr>
      </vt:variant>
      <vt:variant>
        <vt:i4>1376307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_Toc70574550</vt:lpwstr>
      </vt:variant>
      <vt:variant>
        <vt:i4>1835058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_Toc70574549</vt:lpwstr>
      </vt:variant>
      <vt:variant>
        <vt:i4>1900594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_Toc70574548</vt:lpwstr>
      </vt:variant>
      <vt:variant>
        <vt:i4>1179698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_Toc70574547</vt:lpwstr>
      </vt:variant>
      <vt:variant>
        <vt:i4>1245234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_Toc70574546</vt:lpwstr>
      </vt:variant>
      <vt:variant>
        <vt:i4>1048626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_Toc70574545</vt:lpwstr>
      </vt:variant>
      <vt:variant>
        <vt:i4>1114162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_Toc70574544</vt:lpwstr>
      </vt:variant>
      <vt:variant>
        <vt:i4>1441842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_Toc70574543</vt:lpwstr>
      </vt:variant>
      <vt:variant>
        <vt:i4>1507378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_Toc70574542</vt:lpwstr>
      </vt:variant>
      <vt:variant>
        <vt:i4>1310770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_Toc70574541</vt:lpwstr>
      </vt:variant>
      <vt:variant>
        <vt:i4>1376306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_Toc70574540</vt:lpwstr>
      </vt:variant>
      <vt:variant>
        <vt:i4>1835061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_Toc70574539</vt:lpwstr>
      </vt:variant>
      <vt:variant>
        <vt:i4>1900597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_Toc70574538</vt:lpwstr>
      </vt:variant>
      <vt:variant>
        <vt:i4>1179701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_Toc70574537</vt:lpwstr>
      </vt:variant>
      <vt:variant>
        <vt:i4>1245237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_Toc70574536</vt:lpwstr>
      </vt:variant>
      <vt:variant>
        <vt:i4>1048629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_Toc70574535</vt:lpwstr>
      </vt:variant>
      <vt:variant>
        <vt:i4>1114165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_Toc70574534</vt:lpwstr>
      </vt:variant>
      <vt:variant>
        <vt:i4>1441845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_Toc70574533</vt:lpwstr>
      </vt:variant>
      <vt:variant>
        <vt:i4>1507381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_Toc70574532</vt:lpwstr>
      </vt:variant>
      <vt:variant>
        <vt:i4>1310773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_Toc70574531</vt:lpwstr>
      </vt:variant>
      <vt:variant>
        <vt:i4>1376309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_Toc70574530</vt:lpwstr>
      </vt:variant>
      <vt:variant>
        <vt:i4>1835060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_Toc70574529</vt:lpwstr>
      </vt:variant>
      <vt:variant>
        <vt:i4>1900596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_Toc70574528</vt:lpwstr>
      </vt:variant>
      <vt:variant>
        <vt:i4>1179700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_Toc70574527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_Toc70574526</vt:lpwstr>
      </vt:variant>
      <vt:variant>
        <vt:i4>1048628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_Toc70574525</vt:lpwstr>
      </vt:variant>
      <vt:variant>
        <vt:i4>1114164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_Toc70574524</vt:lpwstr>
      </vt:variant>
      <vt:variant>
        <vt:i4>1441844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_Toc70574523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_Toc70574522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_Toc70574521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_Toc70574520</vt:lpwstr>
      </vt:variant>
      <vt:variant>
        <vt:i4>5963794</vt:i4>
      </vt:variant>
      <vt:variant>
        <vt:i4>90</vt:i4>
      </vt:variant>
      <vt:variant>
        <vt:i4>0</vt:i4>
      </vt:variant>
      <vt:variant>
        <vt:i4>5</vt:i4>
      </vt:variant>
      <vt:variant>
        <vt:lpwstr>https://climate.nasa.gov/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Bonenkamp, N.E.J. (Noortje)</dc:creator>
  <cp:keywords/>
  <dc:description/>
  <cp:lastModifiedBy>Julie Silvestre</cp:lastModifiedBy>
  <cp:revision>7</cp:revision>
  <cp:lastPrinted>2022-02-11T14:32:00Z</cp:lastPrinted>
  <dcterms:created xsi:type="dcterms:W3CDTF">2022-05-10T06:36:00Z</dcterms:created>
  <dcterms:modified xsi:type="dcterms:W3CDTF">2022-05-11T11:59:00Z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0x010100A35317DCC28344A7B82488658A034A5C0100BB56C1FCB425E542A9558D1DA173B4CA</vt:lpwstr>
  </property>
  <property fmtid="{D5CDD505-2E9C-101B-9397-08002B2CF9AE}" pid="3" name="TNOC_DocumentClassification">
    <vt:lpwstr>5;#TNO Internal|1a23c89f-ef54-4907-86fd-8242403ff722</vt:lpwstr>
  </property>
  <property fmtid="{D5CDD505-2E9C-101B-9397-08002B2CF9AE}" pid="4" name="TNOC_DocumentType">
    <vt:lpwstr/>
  </property>
  <property fmtid="{D5CDD505-2E9C-101B-9397-08002B2CF9AE}" pid="5" name="TNOC_ClusterType">
    <vt:lpwstr>1;#Project|fa11c4c9-105f-402c-bb40-9a56b4989397</vt:lpwstr>
  </property>
  <property fmtid="{D5CDD505-2E9C-101B-9397-08002B2CF9AE}" pid="6" name="TNOC_DocumentCategory">
    <vt:lpwstr/>
  </property>
  <property fmtid="{D5CDD505-2E9C-101B-9397-08002B2CF9AE}" pid="7" name="TNOC_DocumentSetType">
    <vt:lpwstr/>
  </property>
  <property fmtid="{D5CDD505-2E9C-101B-9397-08002B2CF9AE}" pid="8" name="_dlc_DocIdItemGuid">
    <vt:lpwstr>9a52f397-9fdb-4451-8b1b-3967b2614d2b</vt:lpwstr>
  </property>
  <property fmtid="{D5CDD505-2E9C-101B-9397-08002B2CF9AE}" pid="9" name="Mendeley Document_1">
    <vt:lpwstr>True</vt:lpwstr>
  </property>
  <property fmtid="{D5CDD505-2E9C-101B-9397-08002B2CF9AE}" pid="10" name="Mendeley Recent Style Id 0_1">
    <vt:lpwstr>http://www.zotero.org/styles/american-political-science-association</vt:lpwstr>
  </property>
  <property fmtid="{D5CDD505-2E9C-101B-9397-08002B2CF9AE}" pid="11" name="Mendeley Recent Style Name 0_1">
    <vt:lpwstr>American Political Science Association</vt:lpwstr>
  </property>
  <property fmtid="{D5CDD505-2E9C-101B-9397-08002B2CF9AE}" pid="12" name="Mendeley Recent Style Id 1_1">
    <vt:lpwstr>http://www.zotero.org/styles/apa</vt:lpwstr>
  </property>
  <property fmtid="{D5CDD505-2E9C-101B-9397-08002B2CF9AE}" pid="13" name="Mendeley Recent Style Name 1_1">
    <vt:lpwstr>American Psychological Association 6th edition</vt:lpwstr>
  </property>
  <property fmtid="{D5CDD505-2E9C-101B-9397-08002B2CF9AE}" pid="14" name="Mendeley Recent Style Id 2_1">
    <vt:lpwstr>http://www.zotero.org/styles/apa-no-ampersand</vt:lpwstr>
  </property>
  <property fmtid="{D5CDD505-2E9C-101B-9397-08002B2CF9AE}" pid="15" name="Mendeley Recent Style Name 2_1">
    <vt:lpwstr>American Psychological Association 7th edition (no ampersand)</vt:lpwstr>
  </property>
  <property fmtid="{D5CDD505-2E9C-101B-9397-08002B2CF9AE}" pid="16" name="Mendeley Recent Style Id 3_1">
    <vt:lpwstr>http://www.zotero.org/styles/chicago-author-date</vt:lpwstr>
  </property>
  <property fmtid="{D5CDD505-2E9C-101B-9397-08002B2CF9AE}" pid="17" name="Mendeley Recent Style Name 3_1">
    <vt:lpwstr>Chicago Manual of Style 17th edition (author-date)</vt:lpwstr>
  </property>
  <property fmtid="{D5CDD505-2E9C-101B-9397-08002B2CF9AE}" pid="18" name="Mendeley Recent Style Id 4_1">
    <vt:lpwstr>http://www.zotero.org/styles/frontiers</vt:lpwstr>
  </property>
  <property fmtid="{D5CDD505-2E9C-101B-9397-08002B2CF9AE}" pid="19" name="Mendeley Recent Style Name 4_1">
    <vt:lpwstr>Frontiers journals</vt:lpwstr>
  </property>
  <property fmtid="{D5CDD505-2E9C-101B-9397-08002B2CF9AE}" pid="20" name="Mendeley Recent Style Id 5_1">
    <vt:lpwstr>http://www.zotero.org/styles/international-journal-of-greenhouse-gas-control</vt:lpwstr>
  </property>
  <property fmtid="{D5CDD505-2E9C-101B-9397-08002B2CF9AE}" pid="21" name="Mendeley Recent Style Name 5_1">
    <vt:lpwstr>International Journal of Greenhouse Gas Control</vt:lpwstr>
  </property>
  <property fmtid="{D5CDD505-2E9C-101B-9397-08002B2CF9AE}" pid="22" name="Mendeley Recent Style Id 6_1">
    <vt:lpwstr>http://www.zotero.org/styles/journal-of-cleaner-production</vt:lpwstr>
  </property>
  <property fmtid="{D5CDD505-2E9C-101B-9397-08002B2CF9AE}" pid="23" name="Mendeley Recent Style Name 6_1">
    <vt:lpwstr>Journal of Cleaner Production</vt:lpwstr>
  </property>
  <property fmtid="{D5CDD505-2E9C-101B-9397-08002B2CF9AE}" pid="24" name="Mendeley Recent Style Id 7_1">
    <vt:lpwstr>http://www.zotero.org/styles/modern-language-association</vt:lpwstr>
  </property>
  <property fmtid="{D5CDD505-2E9C-101B-9397-08002B2CF9AE}" pid="25" name="Mendeley Recent Style Name 7_1">
    <vt:lpwstr>Modern Language Association 8th edition</vt:lpwstr>
  </property>
  <property fmtid="{D5CDD505-2E9C-101B-9397-08002B2CF9AE}" pid="26" name="Mendeley Recent Style Id 8_1">
    <vt:lpwstr>https://csl.mendeley.com/styles/538712781/multidisciplinary-digital-publishing-institute-doi</vt:lpwstr>
  </property>
  <property fmtid="{D5CDD505-2E9C-101B-9397-08002B2CF9AE}" pid="27" name="Mendeley Recent Style Name 8_1">
    <vt:lpwstr>Multidisciplinary Digital Publishing Institute - Elin Svensson</vt:lpwstr>
  </property>
  <property fmtid="{D5CDD505-2E9C-101B-9397-08002B2CF9AE}" pid="28" name="Mendeley Recent Style Id 9_1">
    <vt:lpwstr>http://www.zotero.org/styles/vancouver-brackets-only-year-no-issue</vt:lpwstr>
  </property>
  <property fmtid="{D5CDD505-2E9C-101B-9397-08002B2CF9AE}" pid="29" name="Mendeley Recent Style Name 9_1">
    <vt:lpwstr>Vancouver (brackets, only year in date, no issue numbers)</vt:lpwstr>
  </property>
  <property fmtid="{D5CDD505-2E9C-101B-9397-08002B2CF9AE}" pid="30" name="Mendeley Unique User Id_1">
    <vt:lpwstr>30ac90f0-6047-349c-b915-e1fd1c62d7c2</vt:lpwstr>
  </property>
  <property fmtid="{D5CDD505-2E9C-101B-9397-08002B2CF9AE}" pid="31" name="Mendeley Citation Style_1">
    <vt:lpwstr>http://www.zotero.org/styles/apa-no-ampersand</vt:lpwstr>
  </property>
  <property fmtid="{D5CDD505-2E9C-101B-9397-08002B2CF9AE}" pid="32" name="lca20d149a844688b6abf34073d5c21d">
    <vt:lpwstr/>
  </property>
  <property fmtid="{D5CDD505-2E9C-101B-9397-08002B2CF9AE}" pid="33" name="bac4ab11065f4f6c809c820c57e320e5">
    <vt:lpwstr/>
  </property>
  <property fmtid="{D5CDD505-2E9C-101B-9397-08002B2CF9AE}" pid="34" name="cf581d8792c646118aad2c2c4ecdfa8c">
    <vt:lpwstr/>
  </property>
  <property fmtid="{D5CDD505-2E9C-101B-9397-08002B2CF9AE}" pid="35" name="TaxCatchAll">
    <vt:lpwstr>5;#TNO Internal|1a23c89f-ef54-4907-86fd-8242403ff722;#1;#Project|fa11c4c9-105f-402c-bb40-9a56b4989397</vt:lpwstr>
  </property>
  <property fmtid="{D5CDD505-2E9C-101B-9397-08002B2CF9AE}" pid="36" name="n2a7a23bcc2241cb9261f9a914c7c1bb">
    <vt:lpwstr>TNO Internal|1a23c89f-ef54-4907-86fd-8242403ff722</vt:lpwstr>
  </property>
  <property fmtid="{D5CDD505-2E9C-101B-9397-08002B2CF9AE}" pid="37" name="h15fbb78f4cb41d290e72f301ea2865f">
    <vt:lpwstr>Project|fa11c4c9-105f-402c-bb40-9a56b4989397</vt:lpwstr>
  </property>
</Properties>
</file>